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792AC" w14:textId="7A42A0D7" w:rsidR="00000B42" w:rsidRPr="009B3B9A" w:rsidRDefault="35146A49" w:rsidP="00000B42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3D0312E" wp14:editId="0EC7342D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0B42">
        <w:tab/>
      </w:r>
      <w:r>
        <w:rPr>
          <w:noProof/>
        </w:rPr>
        <w:drawing>
          <wp:inline distT="0" distB="0" distL="0" distR="0" wp14:anchorId="7E8BCB7D" wp14:editId="3F6E38D2">
            <wp:extent cx="194945" cy="194945"/>
            <wp:effectExtent l="0" t="0" r="8255" b="8255"/>
            <wp:docPr id="12" name="Picture 4" descr="cid:BF9E6F54-AD0A-4522-8765-78FCF38E0C7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0B42">
        <w:tab/>
      </w:r>
      <w:r>
        <w:rPr>
          <w:noProof/>
        </w:rPr>
        <w:drawing>
          <wp:inline distT="0" distB="0" distL="0" distR="0" wp14:anchorId="30D80D2A" wp14:editId="33DB7201">
            <wp:extent cx="287655" cy="194945"/>
            <wp:effectExtent l="0" t="0" r="0" b="8255"/>
            <wp:docPr id="13" name="Picture 5" descr="cid:E61FE41F-A405-4275-AAF5-779DF0D632A3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0B42">
        <w:tab/>
      </w:r>
      <w:r w:rsidRPr="65E157D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>
        <w:rPr>
          <w:noProof/>
        </w:rPr>
        <w:drawing>
          <wp:inline distT="0" distB="0" distL="0" distR="0" wp14:anchorId="56E954D0" wp14:editId="007A9A67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65E157D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="00000B42">
        <w:tab/>
      </w:r>
      <w:r>
        <w:rPr>
          <w:noProof/>
        </w:rPr>
        <w:drawing>
          <wp:inline distT="0" distB="0" distL="0" distR="0" wp14:anchorId="313CAD00" wp14:editId="01E60A0A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0B42">
        <w:tab/>
      </w:r>
    </w:p>
    <w:p w14:paraId="3652BF88" w14:textId="77777777" w:rsidR="00A73D4C" w:rsidRPr="0045559E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</w:p>
    <w:p w14:paraId="1F8A963B" w14:textId="77777777" w:rsidR="00A73D4C" w:rsidRPr="004F3475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14:paraId="22B21666" w14:textId="77777777" w:rsidR="00A73D4C" w:rsidRPr="004F3475" w:rsidRDefault="002A1CB2" w:rsidP="00A73D4C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</w:t>
      </w:r>
      <w:proofErr w:type="spellStart"/>
      <w:r w:rsidRPr="004F3475">
        <w:rPr>
          <w:rFonts w:ascii="Arial" w:hAnsi="Arial"/>
          <w:sz w:val="20"/>
          <w:szCs w:val="20"/>
        </w:rPr>
        <w:t>Güner</w:t>
      </w:r>
      <w:proofErr w:type="spellEnd"/>
      <w:r w:rsidRPr="004F3475">
        <w:rPr>
          <w:rFonts w:ascii="Arial" w:hAnsi="Arial"/>
          <w:sz w:val="20"/>
          <w:szCs w:val="20"/>
        </w:rPr>
        <w:t xml:space="preserve"> </w:t>
      </w:r>
    </w:p>
    <w:p w14:paraId="25120D0A" w14:textId="77777777" w:rsidR="00A73D4C" w:rsidRPr="004F3475" w:rsidRDefault="00A73D4C" w:rsidP="00A73D4C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14:paraId="408B0523" w14:textId="77777777" w:rsidR="00A73D4C" w:rsidRPr="00E57DF5" w:rsidRDefault="00A73D4C" w:rsidP="00A73D4C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 xml:space="preserve">Tel: </w:t>
      </w:r>
      <w:r w:rsidR="002A1CB2" w:rsidRPr="00E57DF5">
        <w:rPr>
          <w:rFonts w:ascii="Arial" w:hAnsi="Arial" w:cs="Arial"/>
          <w:sz w:val="20"/>
          <w:szCs w:val="20"/>
          <w:lang w:val="de-DE"/>
        </w:rPr>
        <w:t>+</w:t>
      </w:r>
      <w:r w:rsidR="002A1CB2" w:rsidRPr="00E57DF5">
        <w:rPr>
          <w:sz w:val="20"/>
          <w:szCs w:val="20"/>
          <w:lang w:val="de-DE"/>
        </w:rPr>
        <w:t xml:space="preserve"> </w:t>
      </w:r>
      <w:r w:rsidR="002A1CB2" w:rsidRPr="00E57DF5">
        <w:rPr>
          <w:rFonts w:ascii="Arial" w:hAnsi="Arial"/>
          <w:sz w:val="20"/>
          <w:szCs w:val="20"/>
          <w:lang w:val="de-DE"/>
        </w:rPr>
        <w:t>49 (0) 174 339 24 48</w:t>
      </w:r>
    </w:p>
    <w:p w14:paraId="3050D4A6" w14:textId="77777777" w:rsidR="00A73D4C" w:rsidRDefault="00A73D4C" w:rsidP="00AB0E3B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>E</w:t>
      </w:r>
      <w:r w:rsidR="00284000" w:rsidRPr="00E57DF5">
        <w:rPr>
          <w:rFonts w:ascii="Arial" w:hAnsi="Arial" w:cs="Arial"/>
          <w:sz w:val="20"/>
          <w:szCs w:val="20"/>
          <w:lang w:val="de-DE"/>
        </w:rPr>
        <w:t>-Mail</w:t>
      </w:r>
      <w:r w:rsidRPr="00E57DF5">
        <w:rPr>
          <w:rFonts w:ascii="Arial" w:hAnsi="Arial" w:cs="Arial"/>
          <w:sz w:val="20"/>
          <w:szCs w:val="20"/>
          <w:lang w:val="de-DE"/>
        </w:rPr>
        <w:t xml:space="preserve">: </w:t>
      </w:r>
      <w:r>
        <w:fldChar w:fldCharType="begin"/>
      </w:r>
      <w:r w:rsidRPr="00C40CCA">
        <w:rPr>
          <w:lang w:val="de-DE"/>
          <w:rPrChange w:id="0" w:author="Julian Bülhoff (Riedel)" w:date="2024-08-19T13:43:00Z" w16du:dateUtc="2024-08-19T11:43:00Z">
            <w:rPr/>
          </w:rPrChange>
        </w:rPr>
        <w:instrText>HYPERLINK "mailto:press@riedel.net"</w:instrText>
      </w:r>
      <w:r>
        <w:fldChar w:fldCharType="separate"/>
      </w:r>
      <w:r w:rsidR="00C011BA" w:rsidRPr="002E2294">
        <w:rPr>
          <w:rStyle w:val="Hyperlink"/>
          <w:rFonts w:ascii="Arial" w:hAnsi="Arial"/>
          <w:sz w:val="20"/>
          <w:szCs w:val="20"/>
          <w:lang w:val="de-DE"/>
        </w:rPr>
        <w:t>press@riedel.net</w:t>
      </w:r>
      <w:r>
        <w:rPr>
          <w:rStyle w:val="Hyperlink"/>
          <w:rFonts w:ascii="Arial" w:hAnsi="Arial"/>
          <w:sz w:val="20"/>
          <w:szCs w:val="20"/>
          <w:lang w:val="de-DE"/>
        </w:rPr>
        <w:fldChar w:fldCharType="end"/>
      </w:r>
    </w:p>
    <w:p w14:paraId="2FD065AE" w14:textId="77777777" w:rsidR="00C011BA" w:rsidRDefault="00C011BA" w:rsidP="00C011BA">
      <w:pPr>
        <w:rPr>
          <w:rFonts w:ascii="Arial" w:eastAsiaTheme="minorHAnsi" w:hAnsi="Arial" w:cs="Arial"/>
          <w:b/>
          <w:bCs/>
          <w:sz w:val="32"/>
          <w:szCs w:val="32"/>
          <w:lang w:val="de-DE"/>
        </w:rPr>
      </w:pPr>
    </w:p>
    <w:p w14:paraId="6FC0843D" w14:textId="2BB42D76" w:rsidR="75471A11" w:rsidRDefault="3223B8F4" w:rsidP="65E157D4">
      <w:pPr>
        <w:pStyle w:val="paragraph"/>
        <w:spacing w:before="0" w:beforeAutospacing="0" w:after="0" w:afterAutospacing="0"/>
        <w:ind w:right="-90"/>
        <w:jc w:val="center"/>
        <w:rPr>
          <w:rFonts w:ascii="Arial" w:hAnsi="Arial" w:cs="Arial"/>
          <w:b/>
          <w:bCs/>
          <w:sz w:val="32"/>
          <w:szCs w:val="32"/>
        </w:rPr>
      </w:pPr>
      <w:r w:rsidRPr="65E157D4">
        <w:rPr>
          <w:rFonts w:ascii="Arial" w:hAnsi="Arial" w:cs="Arial"/>
          <w:b/>
          <w:bCs/>
          <w:sz w:val="32"/>
          <w:szCs w:val="32"/>
        </w:rPr>
        <w:t xml:space="preserve">Riedel </w:t>
      </w:r>
      <w:r w:rsidR="6AD007A3" w:rsidRPr="65E157D4">
        <w:rPr>
          <w:rFonts w:ascii="Arial" w:hAnsi="Arial" w:cs="Arial"/>
          <w:b/>
          <w:bCs/>
          <w:sz w:val="32"/>
          <w:szCs w:val="32"/>
        </w:rPr>
        <w:t>beteiligt sich an</w:t>
      </w:r>
      <w:r w:rsidRPr="65E157D4">
        <w:rPr>
          <w:rFonts w:ascii="Arial" w:hAnsi="Arial" w:cs="Arial"/>
          <w:b/>
          <w:bCs/>
          <w:sz w:val="32"/>
          <w:szCs w:val="32"/>
        </w:rPr>
        <w:t xml:space="preserve"> APEX </w:t>
      </w:r>
      <w:proofErr w:type="spellStart"/>
      <w:r w:rsidRPr="65E157D4">
        <w:rPr>
          <w:rFonts w:ascii="Arial" w:hAnsi="Arial" w:cs="Arial"/>
          <w:b/>
          <w:bCs/>
          <w:sz w:val="32"/>
          <w:szCs w:val="32"/>
        </w:rPr>
        <w:t>Stabilizations</w:t>
      </w:r>
      <w:proofErr w:type="spellEnd"/>
    </w:p>
    <w:p w14:paraId="6F4901D9" w14:textId="44EF65D2" w:rsidR="005B20B4" w:rsidRDefault="005B20B4" w:rsidP="005B20B4">
      <w:pPr>
        <w:pStyle w:val="paragraph"/>
        <w:spacing w:before="0" w:beforeAutospacing="0" w:after="0" w:afterAutospacing="0"/>
        <w:ind w:left="720" w:right="-90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rFonts w:ascii="Arial" w:hAnsi="Arial" w:cs="Arial"/>
          <w:b/>
          <w:bCs/>
          <w:sz w:val="32"/>
          <w:szCs w:val="32"/>
        </w:rPr>
        <w:t> </w:t>
      </w:r>
    </w:p>
    <w:p w14:paraId="0FEA649E" w14:textId="0FDEAD28" w:rsidR="00C40CCA" w:rsidRPr="00C40CCA" w:rsidRDefault="0E494FDC" w:rsidP="65E157D4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65E157D4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 xml:space="preserve"> </w:t>
      </w:r>
      <w:r w:rsidR="75471A11" w:rsidRPr="65E157D4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>Wuppertal</w:t>
      </w:r>
      <w:r w:rsidRPr="65E157D4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 xml:space="preserve">, </w:t>
      </w:r>
      <w:r w:rsidR="009D0E64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>15</w:t>
      </w:r>
      <w:r w:rsidRPr="65E157D4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 xml:space="preserve">. </w:t>
      </w:r>
      <w:r w:rsidR="009D0E64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>August</w:t>
      </w:r>
      <w:r w:rsidRPr="65E157D4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>, 2024</w:t>
      </w:r>
      <w:r w:rsidR="1952A53C" w:rsidRPr="65E157D4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 xml:space="preserve"> </w:t>
      </w:r>
      <w:r w:rsidR="7C46B020" w:rsidRPr="65E157D4">
        <w:rPr>
          <w:rStyle w:val="normaltextrun"/>
          <w:rFonts w:asciiTheme="minorHAnsi" w:eastAsiaTheme="minorEastAsia" w:hAnsiTheme="minorHAnsi" w:cstheme="minorBidi"/>
          <w:sz w:val="22"/>
          <w:szCs w:val="22"/>
          <w:lang w:val="de-DE"/>
        </w:rPr>
        <w:t>—</w:t>
      </w:r>
      <w:r w:rsidR="673803A7" w:rsidRPr="009D0E64">
        <w:rPr>
          <w:rFonts w:ascii="Arial" w:hAnsi="Arial" w:cs="Arial"/>
          <w:lang w:val="de-AT"/>
        </w:rPr>
        <w:t xml:space="preserve"> </w:t>
      </w:r>
      <w:r w:rsidR="4FB7946D" w:rsidRPr="009D0E64">
        <w:rPr>
          <w:rFonts w:ascii="Arial" w:hAnsi="Arial" w:cs="Arial"/>
          <w:sz w:val="22"/>
          <w:szCs w:val="22"/>
          <w:lang w:val="de-AT"/>
        </w:rPr>
        <w:t>Mit der Investition in den österreichischen Hersteller von hochwertigen Kamera-Stabilisierungslösungen (</w:t>
      </w:r>
      <w:proofErr w:type="spellStart"/>
      <w:r w:rsidR="4FB7946D" w:rsidRPr="009D0E64">
        <w:rPr>
          <w:rFonts w:ascii="Arial" w:hAnsi="Arial" w:cs="Arial"/>
          <w:sz w:val="22"/>
          <w:szCs w:val="22"/>
          <w:lang w:val="de-AT"/>
        </w:rPr>
        <w:t>Gimbals</w:t>
      </w:r>
      <w:proofErr w:type="spellEnd"/>
      <w:r w:rsidR="4FB7946D" w:rsidRPr="009D0E64">
        <w:rPr>
          <w:rFonts w:ascii="Arial" w:hAnsi="Arial" w:cs="Arial"/>
          <w:sz w:val="22"/>
          <w:szCs w:val="22"/>
          <w:lang w:val="de-AT"/>
        </w:rPr>
        <w:t xml:space="preserve">) </w:t>
      </w:r>
      <w:r w:rsidR="15FCF853" w:rsidRPr="009D0E64">
        <w:rPr>
          <w:rFonts w:ascii="Arial" w:hAnsi="Arial" w:cs="Arial"/>
          <w:sz w:val="22"/>
          <w:szCs w:val="22"/>
          <w:lang w:val="de-AT"/>
        </w:rPr>
        <w:t xml:space="preserve">erweitert </w:t>
      </w:r>
      <w:r w:rsidR="78A35215" w:rsidRPr="009D0E64">
        <w:rPr>
          <w:rFonts w:ascii="Arial" w:hAnsi="Arial" w:cs="Arial"/>
          <w:sz w:val="22"/>
          <w:szCs w:val="22"/>
          <w:lang w:val="de-AT"/>
        </w:rPr>
        <w:t xml:space="preserve">die </w:t>
      </w:r>
      <w:r w:rsidR="4FB7946D" w:rsidRPr="009D0E64">
        <w:rPr>
          <w:rFonts w:ascii="Arial" w:hAnsi="Arial" w:cs="Arial"/>
          <w:sz w:val="22"/>
          <w:szCs w:val="22"/>
          <w:lang w:val="de-AT"/>
        </w:rPr>
        <w:t>Riedel</w:t>
      </w:r>
      <w:r w:rsidR="4F6A3138" w:rsidRPr="009D0E64">
        <w:rPr>
          <w:rFonts w:ascii="Arial" w:hAnsi="Arial" w:cs="Arial"/>
          <w:sz w:val="22"/>
          <w:szCs w:val="22"/>
          <w:lang w:val="de-AT"/>
        </w:rPr>
        <w:t xml:space="preserve"> </w:t>
      </w:r>
      <w:r w:rsidR="26264D36" w:rsidRPr="009D0E64">
        <w:rPr>
          <w:rFonts w:ascii="Arial" w:hAnsi="Arial" w:cs="Arial"/>
          <w:sz w:val="22"/>
          <w:szCs w:val="22"/>
          <w:lang w:val="de-AT"/>
        </w:rPr>
        <w:t>Group</w:t>
      </w:r>
      <w:r w:rsidR="4FB7946D" w:rsidRPr="009D0E64">
        <w:rPr>
          <w:rFonts w:ascii="Arial" w:hAnsi="Arial" w:cs="Arial"/>
          <w:sz w:val="22"/>
          <w:szCs w:val="22"/>
          <w:lang w:val="de-AT"/>
        </w:rPr>
        <w:t xml:space="preserve"> </w:t>
      </w:r>
      <w:r w:rsidR="5B91708D" w:rsidRPr="009D0E64">
        <w:rPr>
          <w:rFonts w:ascii="Arial" w:hAnsi="Arial" w:cs="Arial"/>
          <w:sz w:val="22"/>
          <w:szCs w:val="22"/>
          <w:lang w:val="de-AT"/>
        </w:rPr>
        <w:t xml:space="preserve">ihr </w:t>
      </w:r>
      <w:r w:rsidR="4FB7946D" w:rsidRPr="009D0E64">
        <w:rPr>
          <w:rFonts w:ascii="Arial" w:hAnsi="Arial" w:cs="Arial"/>
          <w:sz w:val="22"/>
          <w:szCs w:val="22"/>
          <w:lang w:val="de-AT"/>
        </w:rPr>
        <w:t xml:space="preserve">Leistungsspektrum </w:t>
      </w:r>
      <w:r w:rsidR="2D28988C" w:rsidRPr="009D0E64">
        <w:rPr>
          <w:rFonts w:ascii="Arial" w:hAnsi="Arial" w:cs="Arial"/>
          <w:sz w:val="22"/>
          <w:szCs w:val="22"/>
          <w:lang w:val="de-AT"/>
        </w:rPr>
        <w:t>und</w:t>
      </w:r>
      <w:r w:rsidR="4FB7946D" w:rsidRPr="009D0E64">
        <w:rPr>
          <w:rFonts w:ascii="Arial" w:hAnsi="Arial" w:cs="Arial"/>
          <w:sz w:val="22"/>
          <w:szCs w:val="22"/>
          <w:lang w:val="de-AT"/>
        </w:rPr>
        <w:t xml:space="preserve"> </w:t>
      </w:r>
      <w:r w:rsidR="556E3D6D" w:rsidRPr="009D0E64">
        <w:rPr>
          <w:rFonts w:ascii="Arial" w:hAnsi="Arial" w:cs="Arial"/>
          <w:sz w:val="22"/>
          <w:szCs w:val="22"/>
          <w:lang w:val="de-AT"/>
        </w:rPr>
        <w:t>gewinnt Zugriff auf hochspezialisiertes Expertenwissen</w:t>
      </w:r>
      <w:r w:rsidR="4FB7946D" w:rsidRPr="009D0E64">
        <w:rPr>
          <w:rFonts w:ascii="Arial" w:hAnsi="Arial" w:cs="Arial"/>
          <w:sz w:val="22"/>
          <w:szCs w:val="22"/>
          <w:lang w:val="de-AT"/>
        </w:rPr>
        <w:t xml:space="preserve">. Im Rahmen </w:t>
      </w:r>
      <w:r w:rsidR="65748DCD" w:rsidRPr="009D0E64">
        <w:rPr>
          <w:rFonts w:ascii="Arial" w:hAnsi="Arial" w:cs="Arial"/>
          <w:sz w:val="22"/>
          <w:szCs w:val="22"/>
          <w:lang w:val="de-AT"/>
        </w:rPr>
        <w:t>d</w:t>
      </w:r>
      <w:r w:rsidR="7803B006" w:rsidRPr="009D0E64">
        <w:rPr>
          <w:rFonts w:ascii="Arial" w:hAnsi="Arial" w:cs="Arial"/>
          <w:sz w:val="22"/>
          <w:szCs w:val="22"/>
          <w:lang w:val="de-AT"/>
        </w:rPr>
        <w:t>er</w:t>
      </w:r>
      <w:r w:rsidR="65748DCD" w:rsidRPr="009D0E64">
        <w:rPr>
          <w:rFonts w:ascii="Arial" w:hAnsi="Arial" w:cs="Arial"/>
          <w:sz w:val="22"/>
          <w:szCs w:val="22"/>
          <w:lang w:val="de-AT"/>
        </w:rPr>
        <w:t xml:space="preserve"> Partnerschaft</w:t>
      </w:r>
      <w:r w:rsidR="4FB7946D" w:rsidRPr="009D0E64">
        <w:rPr>
          <w:rFonts w:ascii="Arial" w:hAnsi="Arial" w:cs="Arial"/>
          <w:sz w:val="22"/>
          <w:szCs w:val="22"/>
          <w:lang w:val="de-AT"/>
        </w:rPr>
        <w:t xml:space="preserve"> wird APEX </w:t>
      </w:r>
      <w:proofErr w:type="spellStart"/>
      <w:r w:rsidR="4FB7946D" w:rsidRPr="009D0E64">
        <w:rPr>
          <w:rFonts w:ascii="Arial" w:hAnsi="Arial" w:cs="Arial"/>
          <w:sz w:val="22"/>
          <w:szCs w:val="22"/>
          <w:lang w:val="de-AT"/>
        </w:rPr>
        <w:t>Stabilizations</w:t>
      </w:r>
      <w:proofErr w:type="spellEnd"/>
      <w:r w:rsidR="4FB7946D" w:rsidRPr="009D0E64">
        <w:rPr>
          <w:rFonts w:ascii="Arial" w:hAnsi="Arial" w:cs="Arial"/>
          <w:sz w:val="22"/>
          <w:szCs w:val="22"/>
          <w:lang w:val="de-AT"/>
        </w:rPr>
        <w:t xml:space="preserve"> Teil der Riedel-Unternehmensgruppe, bleibt aber als eigenständiges Unternehmen bestehen.</w:t>
      </w:r>
      <w:r w:rsidR="129AD481" w:rsidRPr="009D0E64">
        <w:rPr>
          <w:rFonts w:ascii="Arial" w:hAnsi="Arial" w:cs="Arial"/>
          <w:sz w:val="22"/>
          <w:szCs w:val="22"/>
          <w:lang w:val="de-AT"/>
        </w:rPr>
        <w:t xml:space="preserve"> </w:t>
      </w:r>
      <w:r w:rsidR="6BD9F690" w:rsidRPr="009D0E64">
        <w:rPr>
          <w:rFonts w:ascii="Arial" w:hAnsi="Arial" w:cs="Arial"/>
          <w:sz w:val="22"/>
          <w:szCs w:val="22"/>
          <w:lang w:val="de-AT"/>
        </w:rPr>
        <w:t>Gemeinsam w</w:t>
      </w:r>
      <w:r w:rsidR="7335D7BF" w:rsidRPr="009D0E64">
        <w:rPr>
          <w:rFonts w:ascii="Arial" w:hAnsi="Arial" w:cs="Arial"/>
          <w:sz w:val="22"/>
          <w:szCs w:val="22"/>
          <w:lang w:val="de-AT"/>
        </w:rPr>
        <w:t xml:space="preserve">ollen die Partner ihre </w:t>
      </w:r>
      <w:r w:rsidR="20A99E90" w:rsidRPr="00950944">
        <w:rPr>
          <w:rFonts w:ascii="Arial" w:hAnsi="Arial" w:cs="Arial"/>
          <w:sz w:val="22"/>
          <w:szCs w:val="22"/>
          <w:lang w:val="de-AT"/>
        </w:rPr>
        <w:t xml:space="preserve">jeweiligen </w:t>
      </w:r>
      <w:r w:rsidR="6BD9F690" w:rsidRPr="009D0E64">
        <w:rPr>
          <w:rFonts w:ascii="Arial" w:hAnsi="Arial" w:cs="Arial"/>
          <w:sz w:val="22"/>
          <w:szCs w:val="22"/>
          <w:lang w:val="de-AT"/>
        </w:rPr>
        <w:t>Stärken</w:t>
      </w:r>
      <w:r w:rsidR="40ED5B39" w:rsidRPr="009D0E64">
        <w:rPr>
          <w:rFonts w:ascii="Arial" w:hAnsi="Arial" w:cs="Arial"/>
          <w:sz w:val="22"/>
          <w:szCs w:val="22"/>
          <w:lang w:val="de-AT"/>
        </w:rPr>
        <w:t xml:space="preserve"> </w:t>
      </w:r>
      <w:r w:rsidR="6BD9F690" w:rsidRPr="009D0E64">
        <w:rPr>
          <w:rFonts w:ascii="Arial" w:hAnsi="Arial" w:cs="Arial"/>
          <w:sz w:val="22"/>
          <w:szCs w:val="22"/>
          <w:lang w:val="de-AT"/>
        </w:rPr>
        <w:t xml:space="preserve">nutzen, um sich </w:t>
      </w:r>
      <w:r w:rsidR="7C7F3CE5" w:rsidRPr="00950944">
        <w:rPr>
          <w:rFonts w:ascii="Arial" w:hAnsi="Arial" w:cs="Arial"/>
          <w:sz w:val="22"/>
          <w:szCs w:val="22"/>
          <w:lang w:val="de-AT"/>
        </w:rPr>
        <w:t xml:space="preserve">weiterhin </w:t>
      </w:r>
      <w:r w:rsidR="6BD9F690" w:rsidRPr="009D0E64">
        <w:rPr>
          <w:rFonts w:ascii="Arial" w:hAnsi="Arial" w:cs="Arial"/>
          <w:sz w:val="22"/>
          <w:szCs w:val="22"/>
          <w:lang w:val="de-AT"/>
        </w:rPr>
        <w:t>erfolgreich an der technologischen und innovativen Spitze zu behaupten.</w:t>
      </w:r>
      <w:r w:rsidR="7557152C" w:rsidRPr="009D0E64">
        <w:rPr>
          <w:rFonts w:ascii="Arial" w:hAnsi="Arial" w:cs="Arial"/>
          <w:sz w:val="22"/>
          <w:szCs w:val="22"/>
          <w:lang w:val="de-AT"/>
        </w:rPr>
        <w:t xml:space="preserve"> </w:t>
      </w:r>
    </w:p>
    <w:p w14:paraId="0A9712B2" w14:textId="4A1C639A" w:rsidR="001D7553" w:rsidRPr="009D0E64" w:rsidRDefault="001D7553" w:rsidP="65E157D4">
      <w:pPr>
        <w:spacing w:line="360" w:lineRule="auto"/>
        <w:rPr>
          <w:rFonts w:ascii="Arial" w:hAnsi="Arial" w:cs="Arial"/>
          <w:sz w:val="22"/>
          <w:szCs w:val="22"/>
          <w:lang w:val="de-AT"/>
        </w:rPr>
      </w:pPr>
    </w:p>
    <w:p w14:paraId="37D89A60" w14:textId="69A88AAD" w:rsidR="001D7553" w:rsidRPr="001D7553" w:rsidRDefault="568D8C90" w:rsidP="65E157D4">
      <w:pPr>
        <w:spacing w:line="360" w:lineRule="auto"/>
        <w:rPr>
          <w:rFonts w:ascii="Arial" w:hAnsi="Arial" w:cs="Arial"/>
          <w:sz w:val="22"/>
          <w:szCs w:val="22"/>
          <w:lang w:val="de-AT"/>
        </w:rPr>
      </w:pPr>
      <w:r w:rsidRPr="009D0E64">
        <w:rPr>
          <w:rFonts w:ascii="Arial" w:hAnsi="Arial" w:cs="Arial"/>
          <w:sz w:val="22"/>
          <w:szCs w:val="22"/>
          <w:lang w:val="de-AT"/>
        </w:rPr>
        <w:t>Die Systeme des 2019 in Wien gegründeten Unternehmens werden vor allem für Aufnahmen aus Helikoptern, Autos, Booten oder Kränen für die Produktion von Live-TV, Werbespots und Filmen verwendet.</w:t>
      </w:r>
      <w:r w:rsidR="65788551" w:rsidRPr="009D0E64">
        <w:rPr>
          <w:rFonts w:ascii="Arial" w:hAnsi="Arial" w:cs="Arial"/>
          <w:sz w:val="22"/>
          <w:szCs w:val="22"/>
          <w:lang w:val="de-AT"/>
        </w:rPr>
        <w:t xml:space="preserve"> Als Global</w:t>
      </w:r>
      <w:r w:rsidR="65788551" w:rsidRPr="65E157D4">
        <w:rPr>
          <w:rFonts w:ascii="Arial" w:hAnsi="Arial" w:cs="Arial"/>
          <w:sz w:val="22"/>
          <w:szCs w:val="22"/>
          <w:lang w:val="de-AT"/>
        </w:rPr>
        <w:t xml:space="preserve"> Player auf dem internationalen Markt bietet Riedel de</w:t>
      </w:r>
      <w:r w:rsidR="66EA2906" w:rsidRPr="65E157D4">
        <w:rPr>
          <w:rFonts w:ascii="Arial" w:hAnsi="Arial" w:cs="Arial"/>
          <w:sz w:val="22"/>
          <w:szCs w:val="22"/>
          <w:lang w:val="de-AT"/>
        </w:rPr>
        <w:t>n</w:t>
      </w:r>
      <w:r w:rsidR="65788551" w:rsidRPr="65E157D4">
        <w:rPr>
          <w:rFonts w:ascii="Arial" w:hAnsi="Arial" w:cs="Arial"/>
          <w:sz w:val="22"/>
          <w:szCs w:val="22"/>
          <w:lang w:val="de-AT"/>
        </w:rPr>
        <w:t xml:space="preserve"> Wiener</w:t>
      </w:r>
      <w:r w:rsidR="08D7DB8A" w:rsidRPr="65E157D4">
        <w:rPr>
          <w:rFonts w:ascii="Arial" w:hAnsi="Arial" w:cs="Arial"/>
          <w:sz w:val="22"/>
          <w:szCs w:val="22"/>
          <w:lang w:val="de-AT"/>
        </w:rPr>
        <w:t>n</w:t>
      </w:r>
      <w:r w:rsidR="65788551" w:rsidRPr="65E157D4">
        <w:rPr>
          <w:rFonts w:ascii="Arial" w:hAnsi="Arial" w:cs="Arial"/>
          <w:sz w:val="22"/>
          <w:szCs w:val="22"/>
          <w:lang w:val="de-AT"/>
        </w:rPr>
        <w:t xml:space="preserve"> die Möglichkeit, sein </w:t>
      </w:r>
      <w:r w:rsidR="179F67F0" w:rsidRPr="65E157D4">
        <w:rPr>
          <w:rFonts w:ascii="Arial" w:hAnsi="Arial" w:cs="Arial"/>
          <w:sz w:val="22"/>
          <w:szCs w:val="22"/>
          <w:lang w:val="de-AT"/>
        </w:rPr>
        <w:t xml:space="preserve">globales </w:t>
      </w:r>
      <w:r w:rsidR="65788551" w:rsidRPr="65E157D4">
        <w:rPr>
          <w:rFonts w:ascii="Arial" w:hAnsi="Arial" w:cs="Arial"/>
          <w:sz w:val="22"/>
          <w:szCs w:val="22"/>
          <w:lang w:val="de-AT"/>
        </w:rPr>
        <w:t xml:space="preserve">Vertriebs- und Servicenetzwerk zu nutzen, während </w:t>
      </w:r>
      <w:r w:rsidR="76DC75A4" w:rsidRPr="65E157D4">
        <w:rPr>
          <w:rFonts w:ascii="Arial" w:hAnsi="Arial" w:cs="Arial"/>
          <w:sz w:val="22"/>
          <w:szCs w:val="22"/>
          <w:lang w:val="de-AT"/>
        </w:rPr>
        <w:t xml:space="preserve">die Wuppertaler </w:t>
      </w:r>
      <w:r w:rsidR="2D93268F" w:rsidRPr="65E157D4">
        <w:rPr>
          <w:rFonts w:ascii="Arial" w:hAnsi="Arial" w:cs="Arial"/>
          <w:sz w:val="22"/>
          <w:szCs w:val="22"/>
          <w:lang w:val="de-AT"/>
        </w:rPr>
        <w:t>ein erfahrenes Team und exzellentes Know-how dazugewinn</w:t>
      </w:r>
      <w:r w:rsidR="230831E5" w:rsidRPr="65E157D4">
        <w:rPr>
          <w:rFonts w:ascii="Arial" w:hAnsi="Arial" w:cs="Arial"/>
          <w:sz w:val="22"/>
          <w:szCs w:val="22"/>
          <w:lang w:val="de-AT"/>
        </w:rPr>
        <w:t>en</w:t>
      </w:r>
      <w:r w:rsidR="2D93268F" w:rsidRPr="65E157D4">
        <w:rPr>
          <w:rFonts w:ascii="Arial" w:hAnsi="Arial" w:cs="Arial"/>
          <w:sz w:val="22"/>
          <w:szCs w:val="22"/>
          <w:lang w:val="de-AT"/>
        </w:rPr>
        <w:t xml:space="preserve"> </w:t>
      </w:r>
      <w:r w:rsidR="4FF00E60" w:rsidRPr="65E157D4">
        <w:rPr>
          <w:rFonts w:ascii="Arial" w:hAnsi="Arial" w:cs="Arial"/>
          <w:sz w:val="22"/>
          <w:szCs w:val="22"/>
          <w:lang w:val="de-AT"/>
        </w:rPr>
        <w:t xml:space="preserve">sowie </w:t>
      </w:r>
      <w:r w:rsidR="2D93268F" w:rsidRPr="65E157D4">
        <w:rPr>
          <w:rFonts w:ascii="Arial" w:hAnsi="Arial" w:cs="Arial"/>
          <w:sz w:val="22"/>
          <w:szCs w:val="22"/>
          <w:lang w:val="de-AT"/>
        </w:rPr>
        <w:t>Zugang zu neuen, vielversprech</w:t>
      </w:r>
      <w:r w:rsidR="2D93268F" w:rsidRPr="009D0E64">
        <w:rPr>
          <w:rFonts w:ascii="Arial" w:hAnsi="Arial" w:cs="Arial"/>
          <w:sz w:val="22"/>
          <w:szCs w:val="22"/>
          <w:lang w:val="de-AT"/>
        </w:rPr>
        <w:t>enden Märkten erh</w:t>
      </w:r>
      <w:r w:rsidR="59431397" w:rsidRPr="009D0E64">
        <w:rPr>
          <w:rFonts w:ascii="Arial" w:hAnsi="Arial" w:cs="Arial"/>
          <w:sz w:val="22"/>
          <w:szCs w:val="22"/>
          <w:lang w:val="de-AT"/>
        </w:rPr>
        <w:t>alten</w:t>
      </w:r>
      <w:r w:rsidR="2D93268F" w:rsidRPr="009D0E64">
        <w:rPr>
          <w:rFonts w:ascii="Arial" w:hAnsi="Arial" w:cs="Arial"/>
          <w:sz w:val="22"/>
          <w:szCs w:val="22"/>
          <w:lang w:val="de-AT"/>
        </w:rPr>
        <w:t>.</w:t>
      </w:r>
      <w:r w:rsidR="6BB4886E" w:rsidRPr="009D0E64">
        <w:rPr>
          <w:rFonts w:ascii="Arial" w:hAnsi="Arial" w:cs="Arial"/>
          <w:sz w:val="22"/>
          <w:szCs w:val="22"/>
          <w:lang w:val="de-AT"/>
        </w:rPr>
        <w:t xml:space="preserve"> Die Partnerschaft ermöglicht zudem Synergien am Entwicklungsstandort Wien, von denen Partner und Kunden gleichermaßen profitieren werden.</w:t>
      </w:r>
    </w:p>
    <w:p w14:paraId="26632D89" w14:textId="106D9604" w:rsidR="001D7553" w:rsidRPr="001D7553" w:rsidRDefault="001D7553" w:rsidP="65E157D4">
      <w:pPr>
        <w:spacing w:line="360" w:lineRule="auto"/>
        <w:rPr>
          <w:rFonts w:ascii="Arial" w:hAnsi="Arial" w:cs="Arial"/>
          <w:sz w:val="22"/>
          <w:szCs w:val="22"/>
          <w:lang w:val="de-AT"/>
        </w:rPr>
      </w:pPr>
    </w:p>
    <w:p w14:paraId="76C75662" w14:textId="4CB2747B" w:rsidR="4127A350" w:rsidRPr="009D0E64" w:rsidRDefault="75471A11" w:rsidP="65E157D4">
      <w:pPr>
        <w:spacing w:line="360" w:lineRule="auto"/>
        <w:rPr>
          <w:rFonts w:ascii="Arial" w:hAnsi="Arial" w:cs="Arial"/>
          <w:sz w:val="22"/>
          <w:szCs w:val="22"/>
          <w:lang w:val="de-AT"/>
        </w:rPr>
      </w:pPr>
      <w:r w:rsidRPr="65E157D4">
        <w:rPr>
          <w:rFonts w:ascii="Arial" w:hAnsi="Arial" w:cs="Arial"/>
          <w:sz w:val="22"/>
          <w:szCs w:val="22"/>
          <w:lang w:val="de-AT"/>
        </w:rPr>
        <w:t>Beide Unternehmen verfügen über langjährige Erfahrung in der Medien- und Unterhaltungsbranche.</w:t>
      </w:r>
      <w:r w:rsidR="5F7D9293" w:rsidRPr="009D0E64">
        <w:rPr>
          <w:rFonts w:ascii="Arial" w:hAnsi="Arial" w:cs="Arial"/>
          <w:sz w:val="22"/>
          <w:szCs w:val="22"/>
          <w:lang w:val="de-AT"/>
        </w:rPr>
        <w:t xml:space="preserve"> Durch den Austausch von Ideen und Technologien wollen Riedel und APEX ihre Produkte kontinuierlich verbessern und gemeinsam innovative Lösungen</w:t>
      </w:r>
      <w:r w:rsidR="2490B53B" w:rsidRPr="009D0E64">
        <w:rPr>
          <w:rFonts w:ascii="Arial" w:hAnsi="Arial" w:cs="Arial"/>
          <w:sz w:val="22"/>
          <w:szCs w:val="22"/>
          <w:lang w:val="de-AT"/>
        </w:rPr>
        <w:t xml:space="preserve"> entwickeln, die den spezifischen Anforderungen dieser Branche in einzigartiger Weise gerecht werden.</w:t>
      </w:r>
    </w:p>
    <w:p w14:paraId="5D9640CB" w14:textId="6613CB1B" w:rsidR="4127A350" w:rsidRDefault="4127A350" w:rsidP="65E157D4">
      <w:pPr>
        <w:spacing w:line="360" w:lineRule="auto"/>
        <w:rPr>
          <w:rFonts w:ascii="Arial" w:hAnsi="Arial" w:cs="Arial"/>
          <w:sz w:val="22"/>
          <w:szCs w:val="22"/>
          <w:lang w:val="de-AT"/>
        </w:rPr>
      </w:pPr>
    </w:p>
    <w:p w14:paraId="5187ECA1" w14:textId="261F07EB" w:rsidR="70FA99FB" w:rsidRDefault="3FB41938" w:rsidP="4127A350">
      <w:pPr>
        <w:spacing w:line="360" w:lineRule="auto"/>
        <w:rPr>
          <w:rFonts w:ascii="Arial" w:hAnsi="Arial" w:cs="Arial"/>
          <w:sz w:val="22"/>
          <w:szCs w:val="22"/>
          <w:lang w:val="de-AT"/>
        </w:rPr>
      </w:pPr>
      <w:r w:rsidRPr="65E157D4">
        <w:rPr>
          <w:rFonts w:ascii="Arial" w:hAnsi="Arial" w:cs="Arial"/>
          <w:sz w:val="22"/>
          <w:szCs w:val="22"/>
          <w:lang w:val="de-AT"/>
        </w:rPr>
        <w:t xml:space="preserve">“Ich glaube fest an die innovativen Technologien </w:t>
      </w:r>
      <w:r w:rsidR="205B2A2F" w:rsidRPr="009D0E64">
        <w:rPr>
          <w:rFonts w:ascii="Arial" w:hAnsi="Arial" w:cs="Arial"/>
          <w:sz w:val="22"/>
          <w:szCs w:val="22"/>
          <w:lang w:val="de-AT"/>
        </w:rPr>
        <w:t>der Wiener Pioniere von APEX</w:t>
      </w:r>
      <w:r w:rsidRPr="009D0E64">
        <w:rPr>
          <w:rFonts w:ascii="Arial" w:hAnsi="Arial" w:cs="Arial"/>
          <w:sz w:val="22"/>
          <w:szCs w:val="22"/>
          <w:lang w:val="de-AT"/>
        </w:rPr>
        <w:t xml:space="preserve">. Investitionen in solche Spezialtechnik sind Investitionen in die Zukunft und eröffnen neue Nischen </w:t>
      </w:r>
      <w:r w:rsidR="40F87B56" w:rsidRPr="009D0E64">
        <w:rPr>
          <w:rFonts w:ascii="Arial" w:hAnsi="Arial" w:cs="Arial"/>
          <w:sz w:val="22"/>
          <w:szCs w:val="22"/>
          <w:lang w:val="de-AT"/>
        </w:rPr>
        <w:t>in unsere</w:t>
      </w:r>
      <w:r w:rsidR="7DCB87EB" w:rsidRPr="009D0E64">
        <w:rPr>
          <w:rFonts w:ascii="Arial" w:hAnsi="Arial" w:cs="Arial"/>
          <w:sz w:val="22"/>
          <w:szCs w:val="22"/>
          <w:lang w:val="de-AT"/>
        </w:rPr>
        <w:t>n Kernmärkten</w:t>
      </w:r>
      <w:r w:rsidR="156BFE52" w:rsidRPr="009D0E64">
        <w:rPr>
          <w:rFonts w:ascii="Arial" w:hAnsi="Arial" w:cs="Arial"/>
          <w:sz w:val="22"/>
          <w:szCs w:val="22"/>
          <w:lang w:val="de-AT"/>
        </w:rPr>
        <w:t>,</w:t>
      </w:r>
      <w:r w:rsidRPr="009D0E64">
        <w:rPr>
          <w:rFonts w:ascii="Arial" w:hAnsi="Arial" w:cs="Arial"/>
          <w:sz w:val="22"/>
          <w:szCs w:val="22"/>
          <w:lang w:val="de-AT"/>
        </w:rPr>
        <w:t xml:space="preserve">” so Thomas Riedel, Gründer und </w:t>
      </w:r>
      <w:r w:rsidR="54737616" w:rsidRPr="65E157D4">
        <w:rPr>
          <w:rFonts w:ascii="Arial" w:hAnsi="Arial" w:cs="Arial"/>
          <w:sz w:val="22"/>
          <w:szCs w:val="22"/>
          <w:lang w:val="de-AT"/>
        </w:rPr>
        <w:t xml:space="preserve">CEO </w:t>
      </w:r>
      <w:r w:rsidRPr="65E157D4">
        <w:rPr>
          <w:rFonts w:ascii="Arial" w:hAnsi="Arial" w:cs="Arial"/>
          <w:sz w:val="22"/>
          <w:szCs w:val="22"/>
          <w:lang w:val="de-AT"/>
        </w:rPr>
        <w:t>der Riedel Group. “Kameras mit APEX-</w:t>
      </w:r>
      <w:r w:rsidRPr="009D0E64">
        <w:rPr>
          <w:rFonts w:ascii="Arial" w:hAnsi="Arial" w:cs="Arial"/>
          <w:sz w:val="22"/>
          <w:szCs w:val="22"/>
          <w:lang w:val="de-AT"/>
        </w:rPr>
        <w:t xml:space="preserve">Stabilisierungen werden bereits bei vielen </w:t>
      </w:r>
      <w:r w:rsidR="2031595D" w:rsidRPr="009D0E64">
        <w:rPr>
          <w:rFonts w:ascii="Arial" w:hAnsi="Arial" w:cs="Arial"/>
          <w:sz w:val="22"/>
          <w:szCs w:val="22"/>
          <w:lang w:val="de-AT"/>
        </w:rPr>
        <w:t xml:space="preserve">Großproduktionen </w:t>
      </w:r>
      <w:r w:rsidRPr="009D0E64">
        <w:rPr>
          <w:rFonts w:ascii="Arial" w:hAnsi="Arial" w:cs="Arial"/>
          <w:sz w:val="22"/>
          <w:szCs w:val="22"/>
          <w:lang w:val="de-AT"/>
        </w:rPr>
        <w:lastRenderedPageBreak/>
        <w:t xml:space="preserve">eingesetzt, bei denen wir ohnehin präsent sind – und mit APEX als Teil der Riedel-Gruppe werden wir unseren Kunden noch bessere </w:t>
      </w:r>
      <w:r w:rsidR="00C40CCA">
        <w:rPr>
          <w:rFonts w:ascii="Arial" w:hAnsi="Arial" w:cs="Arial"/>
          <w:sz w:val="22"/>
          <w:szCs w:val="22"/>
          <w:lang w:val="de-AT"/>
        </w:rPr>
        <w:t>Lösungspakete</w:t>
      </w:r>
      <w:r w:rsidRPr="009D0E64">
        <w:rPr>
          <w:rFonts w:ascii="Arial" w:hAnsi="Arial" w:cs="Arial"/>
          <w:sz w:val="22"/>
          <w:szCs w:val="22"/>
          <w:lang w:val="de-AT"/>
        </w:rPr>
        <w:t xml:space="preserve"> </w:t>
      </w:r>
      <w:r w:rsidR="16ED574D" w:rsidRPr="009D0E64">
        <w:rPr>
          <w:rFonts w:ascii="Arial" w:hAnsi="Arial" w:cs="Arial"/>
          <w:sz w:val="22"/>
          <w:szCs w:val="22"/>
          <w:lang w:val="de-AT"/>
        </w:rPr>
        <w:t xml:space="preserve">schnüren </w:t>
      </w:r>
      <w:r w:rsidRPr="009D0E64">
        <w:rPr>
          <w:rFonts w:ascii="Arial" w:hAnsi="Arial" w:cs="Arial"/>
          <w:sz w:val="22"/>
          <w:szCs w:val="22"/>
          <w:lang w:val="de-AT"/>
        </w:rPr>
        <w:t>können.</w:t>
      </w:r>
      <w:r w:rsidR="12FE2381" w:rsidRPr="009D0E64">
        <w:rPr>
          <w:rFonts w:ascii="Arial" w:hAnsi="Arial" w:cs="Arial"/>
          <w:sz w:val="22"/>
          <w:szCs w:val="22"/>
          <w:lang w:val="de-AT"/>
        </w:rPr>
        <w:t>”</w:t>
      </w:r>
    </w:p>
    <w:p w14:paraId="559A3431" w14:textId="77777777" w:rsidR="001D7553" w:rsidRPr="001D7553" w:rsidRDefault="001D7553" w:rsidP="001D7553">
      <w:pPr>
        <w:spacing w:line="360" w:lineRule="auto"/>
        <w:rPr>
          <w:rFonts w:ascii="Arial" w:hAnsi="Arial" w:cs="Arial"/>
          <w:sz w:val="22"/>
          <w:szCs w:val="22"/>
          <w:lang w:val="de-AT"/>
        </w:rPr>
      </w:pPr>
    </w:p>
    <w:p w14:paraId="12304A23" w14:textId="61DF2BC3" w:rsidR="001D7553" w:rsidRDefault="598CEA18" w:rsidP="65E157D4">
      <w:pPr>
        <w:spacing w:line="360" w:lineRule="auto"/>
        <w:rPr>
          <w:rFonts w:ascii="Arial" w:hAnsi="Arial" w:cs="Arial"/>
          <w:sz w:val="22"/>
          <w:szCs w:val="22"/>
          <w:lang w:val="de-AT"/>
        </w:rPr>
      </w:pPr>
      <w:r w:rsidRPr="65E157D4">
        <w:rPr>
          <w:rFonts w:ascii="Arial" w:hAnsi="Arial" w:cs="Arial"/>
          <w:sz w:val="22"/>
          <w:szCs w:val="22"/>
          <w:lang w:val="de-AT"/>
        </w:rPr>
        <w:t>“</w:t>
      </w:r>
      <w:r w:rsidR="75471A11" w:rsidRPr="65E157D4">
        <w:rPr>
          <w:rFonts w:ascii="Arial" w:hAnsi="Arial" w:cs="Arial"/>
          <w:sz w:val="22"/>
          <w:szCs w:val="22"/>
          <w:lang w:val="de-AT"/>
        </w:rPr>
        <w:t xml:space="preserve">Ob bei Live-Events, Filmproduktionen oder TV-Übertragungen </w:t>
      </w:r>
      <w:r w:rsidR="0FC22823" w:rsidRPr="65E157D4">
        <w:rPr>
          <w:rFonts w:ascii="Arial" w:hAnsi="Arial" w:cs="Arial"/>
          <w:sz w:val="22"/>
          <w:szCs w:val="22"/>
          <w:lang w:val="de-AT"/>
        </w:rPr>
        <w:t>–</w:t>
      </w:r>
      <w:r w:rsidR="6ED3A3B6" w:rsidRPr="65E157D4">
        <w:rPr>
          <w:rFonts w:ascii="Arial" w:hAnsi="Arial" w:cs="Arial"/>
          <w:sz w:val="22"/>
          <w:szCs w:val="22"/>
          <w:lang w:val="de-AT"/>
        </w:rPr>
        <w:t xml:space="preserve"> </w:t>
      </w:r>
      <w:r w:rsidR="07EC4F61" w:rsidRPr="65E157D4">
        <w:rPr>
          <w:rFonts w:ascii="Arial" w:hAnsi="Arial" w:cs="Arial"/>
          <w:sz w:val="22"/>
          <w:szCs w:val="22"/>
          <w:lang w:val="de-AT"/>
        </w:rPr>
        <w:t xml:space="preserve">die </w:t>
      </w:r>
      <w:r w:rsidR="75471A11" w:rsidRPr="65E157D4">
        <w:rPr>
          <w:rFonts w:ascii="Arial" w:hAnsi="Arial" w:cs="Arial"/>
          <w:sz w:val="22"/>
          <w:szCs w:val="22"/>
          <w:lang w:val="de-AT"/>
        </w:rPr>
        <w:t xml:space="preserve">Lösungen </w:t>
      </w:r>
      <w:r w:rsidR="04BC3D3A" w:rsidRPr="65E157D4">
        <w:rPr>
          <w:rFonts w:ascii="Arial" w:hAnsi="Arial" w:cs="Arial"/>
          <w:sz w:val="22"/>
          <w:szCs w:val="22"/>
          <w:lang w:val="de-AT"/>
        </w:rPr>
        <w:t xml:space="preserve">unserer beiden Firmen </w:t>
      </w:r>
      <w:r w:rsidR="75471A11" w:rsidRPr="65E157D4">
        <w:rPr>
          <w:rFonts w:ascii="Arial" w:hAnsi="Arial" w:cs="Arial"/>
          <w:sz w:val="22"/>
          <w:szCs w:val="22"/>
          <w:lang w:val="de-AT"/>
        </w:rPr>
        <w:t>sind aus der mo</w:t>
      </w:r>
      <w:r w:rsidR="75471A11" w:rsidRPr="009D0E64">
        <w:rPr>
          <w:rFonts w:ascii="Arial" w:hAnsi="Arial" w:cs="Arial"/>
          <w:sz w:val="22"/>
          <w:szCs w:val="22"/>
          <w:lang w:val="de-AT"/>
        </w:rPr>
        <w:t xml:space="preserve">dernen Medienlandschaft </w:t>
      </w:r>
      <w:r w:rsidR="0C071D41" w:rsidRPr="009D0E64">
        <w:rPr>
          <w:rFonts w:ascii="Arial" w:hAnsi="Arial" w:cs="Arial"/>
          <w:sz w:val="22"/>
          <w:szCs w:val="22"/>
          <w:lang w:val="de-AT"/>
        </w:rPr>
        <w:t>kaum</w:t>
      </w:r>
      <w:r w:rsidR="75471A11" w:rsidRPr="009D0E64">
        <w:rPr>
          <w:rFonts w:ascii="Arial" w:hAnsi="Arial" w:cs="Arial"/>
          <w:sz w:val="22"/>
          <w:szCs w:val="22"/>
          <w:lang w:val="de-AT"/>
        </w:rPr>
        <w:t xml:space="preserve"> mehr wegzudenken</w:t>
      </w:r>
      <w:r w:rsidR="60A67D14" w:rsidRPr="009D0E64">
        <w:rPr>
          <w:rFonts w:ascii="Arial" w:hAnsi="Arial" w:cs="Arial"/>
          <w:sz w:val="22"/>
          <w:szCs w:val="22"/>
          <w:lang w:val="de-AT"/>
        </w:rPr>
        <w:t xml:space="preserve"> und haben schon oft gemeinsam</w:t>
      </w:r>
      <w:r w:rsidR="2D412B89" w:rsidRPr="009D0E64">
        <w:rPr>
          <w:rFonts w:ascii="Arial" w:hAnsi="Arial" w:cs="Arial"/>
          <w:sz w:val="22"/>
          <w:szCs w:val="22"/>
          <w:lang w:val="de-AT"/>
        </w:rPr>
        <w:t xml:space="preserve"> brilliert</w:t>
      </w:r>
      <w:r w:rsidR="720D9399" w:rsidRPr="009D0E64">
        <w:rPr>
          <w:rFonts w:ascii="Arial" w:hAnsi="Arial" w:cs="Arial"/>
          <w:sz w:val="22"/>
          <w:szCs w:val="22"/>
          <w:lang w:val="de-AT"/>
        </w:rPr>
        <w:t>,</w:t>
      </w:r>
      <w:r w:rsidR="00774DEC">
        <w:rPr>
          <w:rFonts w:ascii="Arial" w:hAnsi="Arial" w:cs="Arial"/>
          <w:sz w:val="22"/>
          <w:szCs w:val="22"/>
          <w:lang w:val="de-AT"/>
        </w:rPr>
        <w:t xml:space="preserve"> so auch zuletzt bei den großen Spielen in Paris,</w:t>
      </w:r>
      <w:r w:rsidR="720D9399" w:rsidRPr="009D0E64">
        <w:rPr>
          <w:rFonts w:ascii="Arial" w:hAnsi="Arial" w:cs="Arial"/>
          <w:sz w:val="22"/>
          <w:szCs w:val="22"/>
          <w:lang w:val="de-AT"/>
        </w:rPr>
        <w:t xml:space="preserve">” so </w:t>
      </w:r>
      <w:r w:rsidR="4091907F" w:rsidRPr="009D0E64">
        <w:rPr>
          <w:rFonts w:ascii="Arial" w:hAnsi="Arial" w:cs="Arial"/>
          <w:sz w:val="22"/>
          <w:szCs w:val="22"/>
          <w:lang w:val="de-AT"/>
        </w:rPr>
        <w:t>Thomas Schindler</w:t>
      </w:r>
      <w:r w:rsidR="720D9399" w:rsidRPr="009D0E64">
        <w:rPr>
          <w:rFonts w:ascii="Arial" w:hAnsi="Arial" w:cs="Arial"/>
          <w:sz w:val="22"/>
          <w:szCs w:val="22"/>
          <w:lang w:val="de-AT"/>
        </w:rPr>
        <w:t xml:space="preserve">, </w:t>
      </w:r>
      <w:r w:rsidR="18E7699C" w:rsidRPr="009D0E64">
        <w:rPr>
          <w:rFonts w:ascii="Arial" w:hAnsi="Arial" w:cs="Arial"/>
          <w:sz w:val="22"/>
          <w:szCs w:val="22"/>
          <w:lang w:val="de-AT"/>
        </w:rPr>
        <w:t>Managin</w:t>
      </w:r>
      <w:r w:rsidR="18E7699C" w:rsidRPr="65E157D4">
        <w:rPr>
          <w:rFonts w:ascii="Arial" w:hAnsi="Arial" w:cs="Arial"/>
          <w:sz w:val="22"/>
          <w:szCs w:val="22"/>
          <w:lang w:val="de-AT"/>
        </w:rPr>
        <w:t xml:space="preserve">g </w:t>
      </w:r>
      <w:proofErr w:type="spellStart"/>
      <w:r w:rsidR="18E7699C" w:rsidRPr="65E157D4">
        <w:rPr>
          <w:rFonts w:ascii="Arial" w:hAnsi="Arial" w:cs="Arial"/>
          <w:sz w:val="22"/>
          <w:szCs w:val="22"/>
          <w:lang w:val="de-AT"/>
        </w:rPr>
        <w:t>Director</w:t>
      </w:r>
      <w:proofErr w:type="spellEnd"/>
      <w:r w:rsidR="18E7699C" w:rsidRPr="65E157D4">
        <w:rPr>
          <w:rFonts w:ascii="Arial" w:hAnsi="Arial" w:cs="Arial"/>
          <w:sz w:val="22"/>
          <w:szCs w:val="22"/>
          <w:lang w:val="de-AT"/>
        </w:rPr>
        <w:t>,</w:t>
      </w:r>
      <w:r w:rsidR="720D9399" w:rsidRPr="65E157D4">
        <w:rPr>
          <w:rFonts w:ascii="Arial" w:hAnsi="Arial" w:cs="Arial"/>
          <w:sz w:val="22"/>
          <w:szCs w:val="22"/>
          <w:lang w:val="de-AT"/>
        </w:rPr>
        <w:t xml:space="preserve"> APEX </w:t>
      </w:r>
      <w:proofErr w:type="spellStart"/>
      <w:r w:rsidR="720D9399" w:rsidRPr="65E157D4">
        <w:rPr>
          <w:rFonts w:ascii="Arial" w:hAnsi="Arial" w:cs="Arial"/>
          <w:sz w:val="22"/>
          <w:szCs w:val="22"/>
          <w:lang w:val="de-AT"/>
        </w:rPr>
        <w:t>Stabilizations</w:t>
      </w:r>
      <w:proofErr w:type="spellEnd"/>
      <w:r w:rsidR="720D9399" w:rsidRPr="65E157D4">
        <w:rPr>
          <w:rFonts w:ascii="Arial" w:hAnsi="Arial" w:cs="Arial"/>
          <w:sz w:val="22"/>
          <w:szCs w:val="22"/>
          <w:lang w:val="de-AT"/>
        </w:rPr>
        <w:t xml:space="preserve">. “Mit vereinten Kräften werden wir </w:t>
      </w:r>
      <w:r w:rsidR="029D53A9" w:rsidRPr="65E157D4">
        <w:rPr>
          <w:rFonts w:ascii="Arial" w:hAnsi="Arial" w:cs="Arial"/>
          <w:sz w:val="22"/>
          <w:szCs w:val="22"/>
          <w:lang w:val="de-AT"/>
        </w:rPr>
        <w:t>innovative Produkte entwickeln, die sowohl in puncto Bildqualität als auch reibungsloser Kommunikation neue Maßstäbe setzen.</w:t>
      </w:r>
      <w:r w:rsidR="720D9399" w:rsidRPr="009D0E64">
        <w:rPr>
          <w:rFonts w:ascii="Arial" w:hAnsi="Arial" w:cs="Arial"/>
          <w:sz w:val="22"/>
          <w:szCs w:val="22"/>
          <w:lang w:val="de-AT"/>
        </w:rPr>
        <w:t>”</w:t>
      </w:r>
    </w:p>
    <w:p w14:paraId="55DCB865" w14:textId="3E19F898" w:rsidR="005B20B4" w:rsidRPr="0057043B" w:rsidRDefault="005B20B4" w:rsidP="000F1DDD">
      <w:pPr>
        <w:spacing w:line="360" w:lineRule="auto"/>
        <w:rPr>
          <w:rFonts w:ascii="Segoe UI" w:hAnsi="Segoe UI" w:cs="Segoe UI"/>
          <w:sz w:val="18"/>
          <w:szCs w:val="18"/>
          <w:lang w:val="de-DE"/>
        </w:rPr>
      </w:pPr>
      <w:r w:rsidRPr="0057043B">
        <w:rPr>
          <w:rStyle w:val="eop"/>
          <w:rFonts w:ascii="Arial" w:hAnsi="Arial" w:cs="Arial"/>
          <w:sz w:val="22"/>
          <w:szCs w:val="22"/>
          <w:lang w:val="de-DE"/>
        </w:rPr>
        <w:t> </w:t>
      </w:r>
    </w:p>
    <w:p w14:paraId="0F9AEEFC" w14:textId="77777777" w:rsidR="005B20B4" w:rsidRPr="005B20B4" w:rsidRDefault="005B20B4" w:rsidP="005B20B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5B20B4">
        <w:rPr>
          <w:rStyle w:val="normaltextrun"/>
          <w:rFonts w:ascii="Arial" w:hAnsi="Arial" w:cs="Arial"/>
          <w:sz w:val="22"/>
          <w:szCs w:val="22"/>
          <w:lang w:val="en-US"/>
        </w:rPr>
        <w:t># # #</w:t>
      </w:r>
      <w:r w:rsidRPr="005B20B4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45CEE96D" w14:textId="77777777" w:rsidR="005B20B4" w:rsidRP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5B20B4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14:paraId="2DDDD710" w14:textId="77777777" w:rsidR="005B20B4" w:rsidRP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b/>
          <w:bCs/>
          <w:sz w:val="20"/>
          <w:szCs w:val="20"/>
          <w:lang w:val="en-US"/>
        </w:rPr>
        <w:t>Über</w:t>
      </w:r>
      <w:proofErr w:type="spellEnd"/>
      <w:r>
        <w:rPr>
          <w:rStyle w:val="normaltextrun"/>
          <w:rFonts w:ascii="Arial" w:hAnsi="Arial" w:cs="Arial"/>
          <w:b/>
          <w:bCs/>
          <w:sz w:val="20"/>
          <w:szCs w:val="20"/>
          <w:lang w:val="en-US"/>
        </w:rPr>
        <w:t xml:space="preserve"> Riedel Communications</w:t>
      </w:r>
      <w:r w:rsidRPr="005B20B4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14:paraId="329039D6" w14:textId="77777777" w:rsid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  <w:lang w:val="en-US"/>
        </w:rPr>
        <w:t xml:space="preserve">Riedel Communications GmbH &amp; Co. </w:t>
      </w:r>
      <w:r>
        <w:rPr>
          <w:rStyle w:val="normaltextrun"/>
          <w:rFonts w:ascii="Arial" w:hAnsi="Arial" w:cs="Arial"/>
          <w:sz w:val="20"/>
          <w:szCs w:val="20"/>
        </w:rPr>
        <w:t xml:space="preserve">KG ist führender Anbieter von Lösungen für Live-Produktion in den Bereichen Medien, Sport und Unterhaltung. Die Hard- und Softwareprodukte des Unternehmens reichen von distribuierten Video- und Audionetzwerken über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Intercom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- und Replay-Lösungen bis hin zu WAN- und MPLS-Anwendungen. Dank des ganzheitlichen Ansatzes von Riedel können die drei Geschäftsbereiche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Product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Division,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Managed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Technology Division und Networks Division starke Synergien heben, um flexible Infrastrukturen, Tools und Services für feste und temporäre Installationen rund um den Globus bereitzustellen. So können Riedel-Kunden selbst die komplexesten Projekte durchführen - vor Ort, remote oder in der Cloud. 1987 gegründet, beschäftigt die Riedel-Gruppe mit Hauptsitz in Wuppertal heute an 30 Standorten in Europa, Australien, Asien und den USA über 1000 Mitarbeiter.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620782FC" w14:textId="77777777" w:rsid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564F1B1E" w14:textId="2303EEB7" w:rsidR="00AB0E3B" w:rsidRP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cxw54580859"/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Style w:val="normaltextrun"/>
          <w:rFonts w:ascii="Arial" w:hAnsi="Arial" w:cs="Arial"/>
          <w:sz w:val="20"/>
          <w:szCs w:val="20"/>
        </w:rPr>
        <w:t xml:space="preserve">Weitere Informationen über Riedel und seine Produkte finden Sie auf </w:t>
      </w:r>
      <w:hyperlink r:id="rId20" w:tgtFrame="_blank" w:history="1">
        <w:r>
          <w:rPr>
            <w:rStyle w:val="normaltextrun"/>
            <w:rFonts w:ascii="Arial" w:hAnsi="Arial" w:cs="Arial"/>
            <w:color w:val="0000FF"/>
            <w:sz w:val="20"/>
            <w:szCs w:val="20"/>
            <w:u w:val="single"/>
          </w:rPr>
          <w:t>www.riedel.net</w:t>
        </w:r>
      </w:hyperlink>
      <w:r>
        <w:rPr>
          <w:rStyle w:val="normaltextrun"/>
          <w:rFonts w:ascii="Arial" w:hAnsi="Arial" w:cs="Arial"/>
          <w:sz w:val="20"/>
          <w:szCs w:val="20"/>
        </w:rPr>
        <w:t>.</w:t>
      </w:r>
    </w:p>
    <w:sectPr w:rsidR="00AB0E3B" w:rsidRPr="005B20B4" w:rsidSect="003A1D9D">
      <w:headerReference w:type="first" r:id="rId21"/>
      <w:pgSz w:w="11900" w:h="16840" w:code="9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C4579" w14:textId="77777777" w:rsidR="00C8220A" w:rsidRDefault="00C8220A">
      <w:r>
        <w:separator/>
      </w:r>
    </w:p>
  </w:endnote>
  <w:endnote w:type="continuationSeparator" w:id="0">
    <w:p w14:paraId="75FD64B2" w14:textId="77777777" w:rsidR="00C8220A" w:rsidRDefault="00C82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4F10A" w14:textId="77777777" w:rsidR="00C8220A" w:rsidRDefault="00C8220A">
      <w:r>
        <w:separator/>
      </w:r>
    </w:p>
  </w:footnote>
  <w:footnote w:type="continuationSeparator" w:id="0">
    <w:p w14:paraId="3A5DFDE5" w14:textId="77777777" w:rsidR="00C8220A" w:rsidRDefault="00C82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7D2FA" w14:textId="77777777" w:rsidR="00B75422" w:rsidRDefault="00B75422" w:rsidP="00746EC0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9E9F" wp14:editId="0F933639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22F159" w14:textId="77777777" w:rsidR="00B75422" w:rsidRPr="00832CBA" w:rsidRDefault="00B75422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 w14:anchorId="0DDACA82">
            <v:shapetype id="_x0000_t202" coordsize="21600,21600" o:spt="202" path="m,l,21600r21600,l21600,xe" w14:anchorId="61B59E9F">
              <v:stroke joinstyle="miter"/>
              <v:path gradientshapeok="t" o:connecttype="rect"/>
            </v:shapetype>
            <v:shape id="Textfeld 5" style="position:absolute;left:0;text-align:left;margin-left:-18pt;margin-top:12pt;width:165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">
              <v:textbox inset=",7.2pt,,7.2pt">
                <w:txbxContent>
                  <w:p w:rsidRPr="00832CBA" w:rsidR="00B75422" w:rsidRDefault="00B75422" w14:paraId="65CFC5E8" w14:textId="77777777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1D93D0DF" wp14:editId="4AC0BC46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F03AB49" wp14:editId="2ACEF1E7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 w14:anchorId="5F8C9ED6">
            <v:rect id="Rechteck 3" style="position:absolute;margin-left:-71.85pt;margin-top:-36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w14:anchorId="526CF93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F0F82"/>
    <w:multiLevelType w:val="multilevel"/>
    <w:tmpl w:val="4704F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A66C8"/>
    <w:multiLevelType w:val="hybridMultilevel"/>
    <w:tmpl w:val="5364A6CA"/>
    <w:lvl w:ilvl="0" w:tplc="0ED2CBD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194799">
    <w:abstractNumId w:val="1"/>
  </w:num>
  <w:num w:numId="2" w16cid:durableId="558708067">
    <w:abstractNumId w:val="0"/>
  </w:num>
  <w:num w:numId="3" w16cid:durableId="167545160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ulian Bülhoff (Riedel)">
    <w15:presenceInfo w15:providerId="AD" w15:userId="S::Julian.Buelhoff@riedel.net::9a7de8bc-2519-4663-9215-11ef632f11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hideSpellingErrors/>
  <w:hideGrammaticalErrors/>
  <w:activeWritingStyle w:appName="MSWord" w:lang="de-A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attachedTemplate r:id="rId1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93A"/>
    <w:rsid w:val="000005E2"/>
    <w:rsid w:val="00000B42"/>
    <w:rsid w:val="00000D9E"/>
    <w:rsid w:val="000022B4"/>
    <w:rsid w:val="00002869"/>
    <w:rsid w:val="00003A71"/>
    <w:rsid w:val="0000577E"/>
    <w:rsid w:val="000071C1"/>
    <w:rsid w:val="000108B9"/>
    <w:rsid w:val="000134E2"/>
    <w:rsid w:val="00014BC4"/>
    <w:rsid w:val="00017515"/>
    <w:rsid w:val="00020F9C"/>
    <w:rsid w:val="000256C0"/>
    <w:rsid w:val="00032D98"/>
    <w:rsid w:val="00033B5B"/>
    <w:rsid w:val="00035675"/>
    <w:rsid w:val="00035FEA"/>
    <w:rsid w:val="000434F3"/>
    <w:rsid w:val="000458B3"/>
    <w:rsid w:val="00047394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1F64"/>
    <w:rsid w:val="0006212A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23CD"/>
    <w:rsid w:val="00082EA9"/>
    <w:rsid w:val="00091C67"/>
    <w:rsid w:val="0009205E"/>
    <w:rsid w:val="0009296D"/>
    <w:rsid w:val="00093265"/>
    <w:rsid w:val="00093939"/>
    <w:rsid w:val="0009493A"/>
    <w:rsid w:val="0009519B"/>
    <w:rsid w:val="000963E1"/>
    <w:rsid w:val="00096F74"/>
    <w:rsid w:val="0009724A"/>
    <w:rsid w:val="000A0C34"/>
    <w:rsid w:val="000A1BD4"/>
    <w:rsid w:val="000A249E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1DDD"/>
    <w:rsid w:val="000F2250"/>
    <w:rsid w:val="000F31D0"/>
    <w:rsid w:val="000F50B8"/>
    <w:rsid w:val="000F746F"/>
    <w:rsid w:val="000F7EB4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617"/>
    <w:rsid w:val="00121BDF"/>
    <w:rsid w:val="0013051C"/>
    <w:rsid w:val="00131B09"/>
    <w:rsid w:val="00132059"/>
    <w:rsid w:val="00132E1F"/>
    <w:rsid w:val="00132E6F"/>
    <w:rsid w:val="00134791"/>
    <w:rsid w:val="00134C11"/>
    <w:rsid w:val="001357D0"/>
    <w:rsid w:val="00136582"/>
    <w:rsid w:val="00136BB9"/>
    <w:rsid w:val="00136FE3"/>
    <w:rsid w:val="001374AC"/>
    <w:rsid w:val="00137C40"/>
    <w:rsid w:val="00144932"/>
    <w:rsid w:val="00144AE4"/>
    <w:rsid w:val="00147024"/>
    <w:rsid w:val="00150A93"/>
    <w:rsid w:val="001528CA"/>
    <w:rsid w:val="001538DF"/>
    <w:rsid w:val="00153913"/>
    <w:rsid w:val="00153BFF"/>
    <w:rsid w:val="00154039"/>
    <w:rsid w:val="00156D88"/>
    <w:rsid w:val="00156DE6"/>
    <w:rsid w:val="0015743C"/>
    <w:rsid w:val="00157981"/>
    <w:rsid w:val="00163270"/>
    <w:rsid w:val="00163C02"/>
    <w:rsid w:val="00167E79"/>
    <w:rsid w:val="0017091C"/>
    <w:rsid w:val="00171F13"/>
    <w:rsid w:val="001726FB"/>
    <w:rsid w:val="00172C4F"/>
    <w:rsid w:val="001737EE"/>
    <w:rsid w:val="001738EC"/>
    <w:rsid w:val="001748B1"/>
    <w:rsid w:val="00175927"/>
    <w:rsid w:val="00175AA3"/>
    <w:rsid w:val="00175B81"/>
    <w:rsid w:val="00175CCB"/>
    <w:rsid w:val="001768BC"/>
    <w:rsid w:val="0018038F"/>
    <w:rsid w:val="001807D4"/>
    <w:rsid w:val="0018143B"/>
    <w:rsid w:val="00181548"/>
    <w:rsid w:val="00181DAE"/>
    <w:rsid w:val="001842A0"/>
    <w:rsid w:val="00185A84"/>
    <w:rsid w:val="00187D02"/>
    <w:rsid w:val="001916D3"/>
    <w:rsid w:val="0019258B"/>
    <w:rsid w:val="00194BEA"/>
    <w:rsid w:val="001954B1"/>
    <w:rsid w:val="00196369"/>
    <w:rsid w:val="00197CBD"/>
    <w:rsid w:val="001A39C6"/>
    <w:rsid w:val="001A4F86"/>
    <w:rsid w:val="001B1255"/>
    <w:rsid w:val="001B19D1"/>
    <w:rsid w:val="001B1A09"/>
    <w:rsid w:val="001B329F"/>
    <w:rsid w:val="001B67FA"/>
    <w:rsid w:val="001B6A45"/>
    <w:rsid w:val="001B79A4"/>
    <w:rsid w:val="001C071A"/>
    <w:rsid w:val="001C17D2"/>
    <w:rsid w:val="001C24BF"/>
    <w:rsid w:val="001C2BE9"/>
    <w:rsid w:val="001C361A"/>
    <w:rsid w:val="001C4BE6"/>
    <w:rsid w:val="001C7C09"/>
    <w:rsid w:val="001D20BB"/>
    <w:rsid w:val="001D22AE"/>
    <w:rsid w:val="001D322E"/>
    <w:rsid w:val="001D48F0"/>
    <w:rsid w:val="001D68F8"/>
    <w:rsid w:val="001D7553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B4"/>
    <w:rsid w:val="00201798"/>
    <w:rsid w:val="00203DE8"/>
    <w:rsid w:val="00212551"/>
    <w:rsid w:val="00212CC7"/>
    <w:rsid w:val="00214126"/>
    <w:rsid w:val="002146B2"/>
    <w:rsid w:val="00215129"/>
    <w:rsid w:val="0021592A"/>
    <w:rsid w:val="00215D7E"/>
    <w:rsid w:val="002163E3"/>
    <w:rsid w:val="00216D58"/>
    <w:rsid w:val="0021753F"/>
    <w:rsid w:val="00222123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6492"/>
    <w:rsid w:val="0023699E"/>
    <w:rsid w:val="00236D4E"/>
    <w:rsid w:val="00241381"/>
    <w:rsid w:val="00242417"/>
    <w:rsid w:val="00242501"/>
    <w:rsid w:val="0024250C"/>
    <w:rsid w:val="00247A3F"/>
    <w:rsid w:val="002513B0"/>
    <w:rsid w:val="002546AC"/>
    <w:rsid w:val="00255094"/>
    <w:rsid w:val="0025540B"/>
    <w:rsid w:val="00256D9E"/>
    <w:rsid w:val="0025704F"/>
    <w:rsid w:val="00257A39"/>
    <w:rsid w:val="00260FEA"/>
    <w:rsid w:val="0026199F"/>
    <w:rsid w:val="00262514"/>
    <w:rsid w:val="002628B7"/>
    <w:rsid w:val="002674C2"/>
    <w:rsid w:val="002674E8"/>
    <w:rsid w:val="00267EFC"/>
    <w:rsid w:val="0027109B"/>
    <w:rsid w:val="00271345"/>
    <w:rsid w:val="0027243E"/>
    <w:rsid w:val="00276589"/>
    <w:rsid w:val="00277A12"/>
    <w:rsid w:val="00280AE0"/>
    <w:rsid w:val="002816F0"/>
    <w:rsid w:val="00284000"/>
    <w:rsid w:val="002843A3"/>
    <w:rsid w:val="0028470E"/>
    <w:rsid w:val="00285AA0"/>
    <w:rsid w:val="00285BA7"/>
    <w:rsid w:val="00287320"/>
    <w:rsid w:val="00287C8F"/>
    <w:rsid w:val="002907AE"/>
    <w:rsid w:val="00292834"/>
    <w:rsid w:val="002937DF"/>
    <w:rsid w:val="002941C0"/>
    <w:rsid w:val="002A0A87"/>
    <w:rsid w:val="002A1CB2"/>
    <w:rsid w:val="002A479B"/>
    <w:rsid w:val="002A5E49"/>
    <w:rsid w:val="002A66CC"/>
    <w:rsid w:val="002A7682"/>
    <w:rsid w:val="002A7BD0"/>
    <w:rsid w:val="002A7C20"/>
    <w:rsid w:val="002B09BD"/>
    <w:rsid w:val="002B2873"/>
    <w:rsid w:val="002B2A2F"/>
    <w:rsid w:val="002B5295"/>
    <w:rsid w:val="002B5C39"/>
    <w:rsid w:val="002C02DB"/>
    <w:rsid w:val="002C0377"/>
    <w:rsid w:val="002C0B9C"/>
    <w:rsid w:val="002C0F89"/>
    <w:rsid w:val="002C1D92"/>
    <w:rsid w:val="002C2905"/>
    <w:rsid w:val="002C3CBA"/>
    <w:rsid w:val="002C40C7"/>
    <w:rsid w:val="002C7807"/>
    <w:rsid w:val="002D1086"/>
    <w:rsid w:val="002D27DC"/>
    <w:rsid w:val="002D29BB"/>
    <w:rsid w:val="002D29CD"/>
    <w:rsid w:val="002D45A8"/>
    <w:rsid w:val="002D72C5"/>
    <w:rsid w:val="002E0274"/>
    <w:rsid w:val="002E0E7D"/>
    <w:rsid w:val="002E238E"/>
    <w:rsid w:val="002E2E59"/>
    <w:rsid w:val="002E410F"/>
    <w:rsid w:val="002E4129"/>
    <w:rsid w:val="002E5452"/>
    <w:rsid w:val="002E7727"/>
    <w:rsid w:val="002F2306"/>
    <w:rsid w:val="002F304D"/>
    <w:rsid w:val="002F3CF1"/>
    <w:rsid w:val="002F3FA7"/>
    <w:rsid w:val="002F45C8"/>
    <w:rsid w:val="00300D6F"/>
    <w:rsid w:val="00301DA5"/>
    <w:rsid w:val="003026DB"/>
    <w:rsid w:val="003034C7"/>
    <w:rsid w:val="003036BB"/>
    <w:rsid w:val="0030457F"/>
    <w:rsid w:val="0030500A"/>
    <w:rsid w:val="003066E8"/>
    <w:rsid w:val="00307BDA"/>
    <w:rsid w:val="0031451E"/>
    <w:rsid w:val="00321397"/>
    <w:rsid w:val="00322FF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20AA"/>
    <w:rsid w:val="00342312"/>
    <w:rsid w:val="003423B4"/>
    <w:rsid w:val="00342E49"/>
    <w:rsid w:val="003445EF"/>
    <w:rsid w:val="003448C2"/>
    <w:rsid w:val="00344EA5"/>
    <w:rsid w:val="00347F8D"/>
    <w:rsid w:val="00351004"/>
    <w:rsid w:val="00352581"/>
    <w:rsid w:val="00353F52"/>
    <w:rsid w:val="00357871"/>
    <w:rsid w:val="00357A5E"/>
    <w:rsid w:val="00357C0D"/>
    <w:rsid w:val="00360454"/>
    <w:rsid w:val="003655DA"/>
    <w:rsid w:val="00366A18"/>
    <w:rsid w:val="00366CD3"/>
    <w:rsid w:val="003713FE"/>
    <w:rsid w:val="00371673"/>
    <w:rsid w:val="003735EA"/>
    <w:rsid w:val="00373808"/>
    <w:rsid w:val="0037402B"/>
    <w:rsid w:val="00376775"/>
    <w:rsid w:val="003773E0"/>
    <w:rsid w:val="0037766E"/>
    <w:rsid w:val="00380245"/>
    <w:rsid w:val="00383415"/>
    <w:rsid w:val="0038622E"/>
    <w:rsid w:val="00386569"/>
    <w:rsid w:val="00387435"/>
    <w:rsid w:val="0039051B"/>
    <w:rsid w:val="00390BFC"/>
    <w:rsid w:val="0039163E"/>
    <w:rsid w:val="00391E3E"/>
    <w:rsid w:val="0039284A"/>
    <w:rsid w:val="003928F0"/>
    <w:rsid w:val="00394E4A"/>
    <w:rsid w:val="00395021"/>
    <w:rsid w:val="003A08B0"/>
    <w:rsid w:val="003A1498"/>
    <w:rsid w:val="003A1D9D"/>
    <w:rsid w:val="003A694C"/>
    <w:rsid w:val="003A69CF"/>
    <w:rsid w:val="003A6D9B"/>
    <w:rsid w:val="003A706F"/>
    <w:rsid w:val="003B16CE"/>
    <w:rsid w:val="003B1B59"/>
    <w:rsid w:val="003B1C03"/>
    <w:rsid w:val="003B1F52"/>
    <w:rsid w:val="003B428E"/>
    <w:rsid w:val="003B4C51"/>
    <w:rsid w:val="003B5BC9"/>
    <w:rsid w:val="003B67C1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7CF5"/>
    <w:rsid w:val="003E021F"/>
    <w:rsid w:val="003E1342"/>
    <w:rsid w:val="003E3C1A"/>
    <w:rsid w:val="003E537F"/>
    <w:rsid w:val="003E5E2A"/>
    <w:rsid w:val="003E725D"/>
    <w:rsid w:val="003F35FC"/>
    <w:rsid w:val="003F41DF"/>
    <w:rsid w:val="003F54F4"/>
    <w:rsid w:val="003F6A89"/>
    <w:rsid w:val="004002FA"/>
    <w:rsid w:val="004011D8"/>
    <w:rsid w:val="00401883"/>
    <w:rsid w:val="00401969"/>
    <w:rsid w:val="00402668"/>
    <w:rsid w:val="00406E08"/>
    <w:rsid w:val="004075BA"/>
    <w:rsid w:val="00411C92"/>
    <w:rsid w:val="004123F0"/>
    <w:rsid w:val="0041320E"/>
    <w:rsid w:val="00420A94"/>
    <w:rsid w:val="00420AF9"/>
    <w:rsid w:val="00422F0D"/>
    <w:rsid w:val="00423191"/>
    <w:rsid w:val="0042393C"/>
    <w:rsid w:val="00424442"/>
    <w:rsid w:val="004323E7"/>
    <w:rsid w:val="00433214"/>
    <w:rsid w:val="004370EB"/>
    <w:rsid w:val="00443CC3"/>
    <w:rsid w:val="0044524B"/>
    <w:rsid w:val="004452D5"/>
    <w:rsid w:val="00445A5C"/>
    <w:rsid w:val="00452D12"/>
    <w:rsid w:val="0045392E"/>
    <w:rsid w:val="00454DE4"/>
    <w:rsid w:val="00455112"/>
    <w:rsid w:val="0045559E"/>
    <w:rsid w:val="0046691A"/>
    <w:rsid w:val="00471C91"/>
    <w:rsid w:val="00472974"/>
    <w:rsid w:val="00472E3F"/>
    <w:rsid w:val="004732D0"/>
    <w:rsid w:val="0047349F"/>
    <w:rsid w:val="00475B76"/>
    <w:rsid w:val="00477749"/>
    <w:rsid w:val="00477E32"/>
    <w:rsid w:val="004816C7"/>
    <w:rsid w:val="00484D50"/>
    <w:rsid w:val="00490F1E"/>
    <w:rsid w:val="00491B42"/>
    <w:rsid w:val="00492DBF"/>
    <w:rsid w:val="00493D72"/>
    <w:rsid w:val="0049495E"/>
    <w:rsid w:val="004970AD"/>
    <w:rsid w:val="00497B6C"/>
    <w:rsid w:val="004A0EC9"/>
    <w:rsid w:val="004A25A3"/>
    <w:rsid w:val="004A2BED"/>
    <w:rsid w:val="004A41D1"/>
    <w:rsid w:val="004A54DE"/>
    <w:rsid w:val="004A5922"/>
    <w:rsid w:val="004B0A4E"/>
    <w:rsid w:val="004B0DD1"/>
    <w:rsid w:val="004B1B70"/>
    <w:rsid w:val="004B1BB4"/>
    <w:rsid w:val="004B2AB2"/>
    <w:rsid w:val="004B3F56"/>
    <w:rsid w:val="004B4D9C"/>
    <w:rsid w:val="004C0B4E"/>
    <w:rsid w:val="004C1154"/>
    <w:rsid w:val="004C1787"/>
    <w:rsid w:val="004C2A87"/>
    <w:rsid w:val="004C2E32"/>
    <w:rsid w:val="004C7122"/>
    <w:rsid w:val="004D153E"/>
    <w:rsid w:val="004D2A6C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4FB0"/>
    <w:rsid w:val="004F5D80"/>
    <w:rsid w:val="004F6BA7"/>
    <w:rsid w:val="004F75BF"/>
    <w:rsid w:val="004F7795"/>
    <w:rsid w:val="004F77B7"/>
    <w:rsid w:val="00500BCD"/>
    <w:rsid w:val="00503A4B"/>
    <w:rsid w:val="00503C1A"/>
    <w:rsid w:val="00507188"/>
    <w:rsid w:val="00510A32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30F63"/>
    <w:rsid w:val="00531288"/>
    <w:rsid w:val="005325A6"/>
    <w:rsid w:val="00532993"/>
    <w:rsid w:val="0053438F"/>
    <w:rsid w:val="00537AEF"/>
    <w:rsid w:val="00547A2A"/>
    <w:rsid w:val="00551A06"/>
    <w:rsid w:val="0055294A"/>
    <w:rsid w:val="00553896"/>
    <w:rsid w:val="0056244C"/>
    <w:rsid w:val="00563759"/>
    <w:rsid w:val="00563CC5"/>
    <w:rsid w:val="00563DFD"/>
    <w:rsid w:val="00564B60"/>
    <w:rsid w:val="0057043B"/>
    <w:rsid w:val="005707F5"/>
    <w:rsid w:val="005708E0"/>
    <w:rsid w:val="00571B16"/>
    <w:rsid w:val="00571CAA"/>
    <w:rsid w:val="00572F09"/>
    <w:rsid w:val="00574C1F"/>
    <w:rsid w:val="00577B8E"/>
    <w:rsid w:val="00584CC9"/>
    <w:rsid w:val="00585A84"/>
    <w:rsid w:val="00585FBC"/>
    <w:rsid w:val="005860DA"/>
    <w:rsid w:val="00587DD4"/>
    <w:rsid w:val="00591987"/>
    <w:rsid w:val="005933E9"/>
    <w:rsid w:val="005937CB"/>
    <w:rsid w:val="0059695D"/>
    <w:rsid w:val="00596AFF"/>
    <w:rsid w:val="00596B6E"/>
    <w:rsid w:val="00597B75"/>
    <w:rsid w:val="005A369C"/>
    <w:rsid w:val="005B0CF5"/>
    <w:rsid w:val="005B1C18"/>
    <w:rsid w:val="005B20B4"/>
    <w:rsid w:val="005B2ABD"/>
    <w:rsid w:val="005B3F4E"/>
    <w:rsid w:val="005B60C2"/>
    <w:rsid w:val="005C4B95"/>
    <w:rsid w:val="005C4F34"/>
    <w:rsid w:val="005C5CE6"/>
    <w:rsid w:val="005C5E25"/>
    <w:rsid w:val="005C5F5B"/>
    <w:rsid w:val="005C6704"/>
    <w:rsid w:val="005D1FFC"/>
    <w:rsid w:val="005D36C1"/>
    <w:rsid w:val="005D770E"/>
    <w:rsid w:val="005D7FBB"/>
    <w:rsid w:val="005E0B94"/>
    <w:rsid w:val="005E178B"/>
    <w:rsid w:val="005E1FE0"/>
    <w:rsid w:val="005E4184"/>
    <w:rsid w:val="005E4ADE"/>
    <w:rsid w:val="005E738F"/>
    <w:rsid w:val="005E7900"/>
    <w:rsid w:val="005F1C32"/>
    <w:rsid w:val="005F262E"/>
    <w:rsid w:val="005F4164"/>
    <w:rsid w:val="005F51CB"/>
    <w:rsid w:val="005F6859"/>
    <w:rsid w:val="006020CC"/>
    <w:rsid w:val="0060279C"/>
    <w:rsid w:val="00603094"/>
    <w:rsid w:val="0060379E"/>
    <w:rsid w:val="00604D2B"/>
    <w:rsid w:val="00605A5F"/>
    <w:rsid w:val="00606A80"/>
    <w:rsid w:val="006070D7"/>
    <w:rsid w:val="00610938"/>
    <w:rsid w:val="006126DF"/>
    <w:rsid w:val="00613816"/>
    <w:rsid w:val="006154C7"/>
    <w:rsid w:val="00615BB3"/>
    <w:rsid w:val="00620671"/>
    <w:rsid w:val="006207AA"/>
    <w:rsid w:val="0062246C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B63"/>
    <w:rsid w:val="0063338F"/>
    <w:rsid w:val="006415E8"/>
    <w:rsid w:val="006418B9"/>
    <w:rsid w:val="0064401B"/>
    <w:rsid w:val="00644784"/>
    <w:rsid w:val="00644C34"/>
    <w:rsid w:val="00650228"/>
    <w:rsid w:val="006521B8"/>
    <w:rsid w:val="00656E58"/>
    <w:rsid w:val="00662CB8"/>
    <w:rsid w:val="006634F6"/>
    <w:rsid w:val="0066408F"/>
    <w:rsid w:val="0066461F"/>
    <w:rsid w:val="006654C1"/>
    <w:rsid w:val="006658C1"/>
    <w:rsid w:val="00666242"/>
    <w:rsid w:val="0066716D"/>
    <w:rsid w:val="00667281"/>
    <w:rsid w:val="0067061D"/>
    <w:rsid w:val="00670653"/>
    <w:rsid w:val="00671501"/>
    <w:rsid w:val="00671862"/>
    <w:rsid w:val="006718EC"/>
    <w:rsid w:val="006803EA"/>
    <w:rsid w:val="00681B61"/>
    <w:rsid w:val="006837F4"/>
    <w:rsid w:val="006848F1"/>
    <w:rsid w:val="00686917"/>
    <w:rsid w:val="00686B62"/>
    <w:rsid w:val="0069055D"/>
    <w:rsid w:val="00690FEE"/>
    <w:rsid w:val="00693BF7"/>
    <w:rsid w:val="0069649A"/>
    <w:rsid w:val="00696EB0"/>
    <w:rsid w:val="0069717F"/>
    <w:rsid w:val="006A042E"/>
    <w:rsid w:val="006A222D"/>
    <w:rsid w:val="006A2394"/>
    <w:rsid w:val="006A2729"/>
    <w:rsid w:val="006A386B"/>
    <w:rsid w:val="006A4DD1"/>
    <w:rsid w:val="006A4E57"/>
    <w:rsid w:val="006A6E30"/>
    <w:rsid w:val="006A7D67"/>
    <w:rsid w:val="006A7E69"/>
    <w:rsid w:val="006B257A"/>
    <w:rsid w:val="006B7DEC"/>
    <w:rsid w:val="006B7E25"/>
    <w:rsid w:val="006B7EBE"/>
    <w:rsid w:val="006C0905"/>
    <w:rsid w:val="006C2522"/>
    <w:rsid w:val="006C2EC4"/>
    <w:rsid w:val="006C5582"/>
    <w:rsid w:val="006C5B81"/>
    <w:rsid w:val="006C6684"/>
    <w:rsid w:val="006D0150"/>
    <w:rsid w:val="006D07DB"/>
    <w:rsid w:val="006D1727"/>
    <w:rsid w:val="006D6B3E"/>
    <w:rsid w:val="006D769F"/>
    <w:rsid w:val="006E35ED"/>
    <w:rsid w:val="006E4EB6"/>
    <w:rsid w:val="006E532B"/>
    <w:rsid w:val="006E55BD"/>
    <w:rsid w:val="006E5912"/>
    <w:rsid w:val="006F3752"/>
    <w:rsid w:val="006F55DE"/>
    <w:rsid w:val="00702B5D"/>
    <w:rsid w:val="00702C89"/>
    <w:rsid w:val="00703451"/>
    <w:rsid w:val="007041F2"/>
    <w:rsid w:val="00707BD4"/>
    <w:rsid w:val="007115EA"/>
    <w:rsid w:val="00714C5E"/>
    <w:rsid w:val="007162C9"/>
    <w:rsid w:val="0071798F"/>
    <w:rsid w:val="007179BD"/>
    <w:rsid w:val="0072428C"/>
    <w:rsid w:val="00725D18"/>
    <w:rsid w:val="00725E76"/>
    <w:rsid w:val="00732676"/>
    <w:rsid w:val="007343B2"/>
    <w:rsid w:val="00735448"/>
    <w:rsid w:val="007355B0"/>
    <w:rsid w:val="00737AB3"/>
    <w:rsid w:val="00737C4E"/>
    <w:rsid w:val="00740952"/>
    <w:rsid w:val="00740CE8"/>
    <w:rsid w:val="007439B9"/>
    <w:rsid w:val="00744BFA"/>
    <w:rsid w:val="00746EC0"/>
    <w:rsid w:val="00747736"/>
    <w:rsid w:val="00747B8E"/>
    <w:rsid w:val="00747C8D"/>
    <w:rsid w:val="0075204A"/>
    <w:rsid w:val="00752BBA"/>
    <w:rsid w:val="007549C0"/>
    <w:rsid w:val="0075594F"/>
    <w:rsid w:val="0075718F"/>
    <w:rsid w:val="00767226"/>
    <w:rsid w:val="007727E5"/>
    <w:rsid w:val="00774DCC"/>
    <w:rsid w:val="00774DEC"/>
    <w:rsid w:val="00775FE5"/>
    <w:rsid w:val="007768C0"/>
    <w:rsid w:val="007769A5"/>
    <w:rsid w:val="00783BCB"/>
    <w:rsid w:val="00783C71"/>
    <w:rsid w:val="00785026"/>
    <w:rsid w:val="007852E9"/>
    <w:rsid w:val="00785588"/>
    <w:rsid w:val="00785B09"/>
    <w:rsid w:val="00787714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5061"/>
    <w:rsid w:val="007A5843"/>
    <w:rsid w:val="007A5DFD"/>
    <w:rsid w:val="007A6C09"/>
    <w:rsid w:val="007B1D13"/>
    <w:rsid w:val="007B33ED"/>
    <w:rsid w:val="007B3EB9"/>
    <w:rsid w:val="007B4CE3"/>
    <w:rsid w:val="007B7101"/>
    <w:rsid w:val="007B7F50"/>
    <w:rsid w:val="007C1998"/>
    <w:rsid w:val="007C2BDA"/>
    <w:rsid w:val="007D0E16"/>
    <w:rsid w:val="007D1BB3"/>
    <w:rsid w:val="007D3402"/>
    <w:rsid w:val="007D49FA"/>
    <w:rsid w:val="007D6409"/>
    <w:rsid w:val="007E2B12"/>
    <w:rsid w:val="007E338B"/>
    <w:rsid w:val="007E3BB4"/>
    <w:rsid w:val="007E44E4"/>
    <w:rsid w:val="007E4878"/>
    <w:rsid w:val="007E5261"/>
    <w:rsid w:val="007E5DE1"/>
    <w:rsid w:val="007E611A"/>
    <w:rsid w:val="007E6182"/>
    <w:rsid w:val="007E682A"/>
    <w:rsid w:val="007E7827"/>
    <w:rsid w:val="007F0C12"/>
    <w:rsid w:val="007F2591"/>
    <w:rsid w:val="007F384E"/>
    <w:rsid w:val="007F3C3D"/>
    <w:rsid w:val="007F479D"/>
    <w:rsid w:val="007F513B"/>
    <w:rsid w:val="007F6E69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3DCF"/>
    <w:rsid w:val="00825A81"/>
    <w:rsid w:val="00831B5D"/>
    <w:rsid w:val="0083202B"/>
    <w:rsid w:val="00832F52"/>
    <w:rsid w:val="008367E0"/>
    <w:rsid w:val="00836856"/>
    <w:rsid w:val="00841D25"/>
    <w:rsid w:val="00842F31"/>
    <w:rsid w:val="008472C8"/>
    <w:rsid w:val="00847BF7"/>
    <w:rsid w:val="00851635"/>
    <w:rsid w:val="0085210C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7522A"/>
    <w:rsid w:val="00881286"/>
    <w:rsid w:val="008822F0"/>
    <w:rsid w:val="008837F0"/>
    <w:rsid w:val="00884DEA"/>
    <w:rsid w:val="00894C86"/>
    <w:rsid w:val="00895664"/>
    <w:rsid w:val="00895E18"/>
    <w:rsid w:val="008968C3"/>
    <w:rsid w:val="00897A90"/>
    <w:rsid w:val="008A202E"/>
    <w:rsid w:val="008A2AC6"/>
    <w:rsid w:val="008A39BA"/>
    <w:rsid w:val="008A65AF"/>
    <w:rsid w:val="008B09E9"/>
    <w:rsid w:val="008B2D91"/>
    <w:rsid w:val="008B3BA8"/>
    <w:rsid w:val="008B7A83"/>
    <w:rsid w:val="008C02DD"/>
    <w:rsid w:val="008C4927"/>
    <w:rsid w:val="008C54DE"/>
    <w:rsid w:val="008C5DC6"/>
    <w:rsid w:val="008C6E1D"/>
    <w:rsid w:val="008D2577"/>
    <w:rsid w:val="008D4F58"/>
    <w:rsid w:val="008D51EB"/>
    <w:rsid w:val="008D5D0B"/>
    <w:rsid w:val="008D7FA8"/>
    <w:rsid w:val="008E0684"/>
    <w:rsid w:val="008F1C97"/>
    <w:rsid w:val="008F654B"/>
    <w:rsid w:val="008F69EE"/>
    <w:rsid w:val="00902E52"/>
    <w:rsid w:val="00903870"/>
    <w:rsid w:val="009058CF"/>
    <w:rsid w:val="00911529"/>
    <w:rsid w:val="00911BFE"/>
    <w:rsid w:val="0091273F"/>
    <w:rsid w:val="00915A76"/>
    <w:rsid w:val="00916453"/>
    <w:rsid w:val="00921171"/>
    <w:rsid w:val="009211F1"/>
    <w:rsid w:val="00921CFC"/>
    <w:rsid w:val="009232F2"/>
    <w:rsid w:val="00924B89"/>
    <w:rsid w:val="0092667F"/>
    <w:rsid w:val="0092668F"/>
    <w:rsid w:val="0092777A"/>
    <w:rsid w:val="009341E6"/>
    <w:rsid w:val="00936A2F"/>
    <w:rsid w:val="00937CD3"/>
    <w:rsid w:val="00937F39"/>
    <w:rsid w:val="00942CB1"/>
    <w:rsid w:val="00942D2E"/>
    <w:rsid w:val="00943503"/>
    <w:rsid w:val="009463E2"/>
    <w:rsid w:val="00950F33"/>
    <w:rsid w:val="00951BA3"/>
    <w:rsid w:val="009563DB"/>
    <w:rsid w:val="009572DA"/>
    <w:rsid w:val="00957FAA"/>
    <w:rsid w:val="00960547"/>
    <w:rsid w:val="009608F6"/>
    <w:rsid w:val="009658CB"/>
    <w:rsid w:val="00966061"/>
    <w:rsid w:val="009731BF"/>
    <w:rsid w:val="009738B4"/>
    <w:rsid w:val="0097549F"/>
    <w:rsid w:val="00980F93"/>
    <w:rsid w:val="009906F0"/>
    <w:rsid w:val="0099231C"/>
    <w:rsid w:val="009930FA"/>
    <w:rsid w:val="00993D2A"/>
    <w:rsid w:val="00997626"/>
    <w:rsid w:val="009A1349"/>
    <w:rsid w:val="009A2FF0"/>
    <w:rsid w:val="009A5F54"/>
    <w:rsid w:val="009A755D"/>
    <w:rsid w:val="009B2165"/>
    <w:rsid w:val="009B5F6D"/>
    <w:rsid w:val="009B6D9C"/>
    <w:rsid w:val="009B7F9D"/>
    <w:rsid w:val="009C04CC"/>
    <w:rsid w:val="009C1769"/>
    <w:rsid w:val="009C2651"/>
    <w:rsid w:val="009C45E9"/>
    <w:rsid w:val="009C6694"/>
    <w:rsid w:val="009D042C"/>
    <w:rsid w:val="009D0E64"/>
    <w:rsid w:val="009D1FFE"/>
    <w:rsid w:val="009D2534"/>
    <w:rsid w:val="009D306C"/>
    <w:rsid w:val="009D333B"/>
    <w:rsid w:val="009D432F"/>
    <w:rsid w:val="009D4FA5"/>
    <w:rsid w:val="009D5AF6"/>
    <w:rsid w:val="009D5CFA"/>
    <w:rsid w:val="009D610B"/>
    <w:rsid w:val="009D7F4D"/>
    <w:rsid w:val="009E0C77"/>
    <w:rsid w:val="009E1D09"/>
    <w:rsid w:val="009E2912"/>
    <w:rsid w:val="009E3067"/>
    <w:rsid w:val="009E3884"/>
    <w:rsid w:val="009E450F"/>
    <w:rsid w:val="009E4560"/>
    <w:rsid w:val="009E5D41"/>
    <w:rsid w:val="009E62FF"/>
    <w:rsid w:val="009F0DBA"/>
    <w:rsid w:val="009F11BF"/>
    <w:rsid w:val="009F20AB"/>
    <w:rsid w:val="009F4D18"/>
    <w:rsid w:val="009F5984"/>
    <w:rsid w:val="009F635F"/>
    <w:rsid w:val="009F6834"/>
    <w:rsid w:val="009F7D99"/>
    <w:rsid w:val="00A0000C"/>
    <w:rsid w:val="00A01FF2"/>
    <w:rsid w:val="00A02769"/>
    <w:rsid w:val="00A0313B"/>
    <w:rsid w:val="00A04664"/>
    <w:rsid w:val="00A053A5"/>
    <w:rsid w:val="00A14E63"/>
    <w:rsid w:val="00A15379"/>
    <w:rsid w:val="00A154C4"/>
    <w:rsid w:val="00A22867"/>
    <w:rsid w:val="00A22B90"/>
    <w:rsid w:val="00A22FE0"/>
    <w:rsid w:val="00A2528C"/>
    <w:rsid w:val="00A25641"/>
    <w:rsid w:val="00A25658"/>
    <w:rsid w:val="00A2694E"/>
    <w:rsid w:val="00A3117F"/>
    <w:rsid w:val="00A3194D"/>
    <w:rsid w:val="00A35778"/>
    <w:rsid w:val="00A36A3F"/>
    <w:rsid w:val="00A408A3"/>
    <w:rsid w:val="00A40C14"/>
    <w:rsid w:val="00A42B87"/>
    <w:rsid w:val="00A437AF"/>
    <w:rsid w:val="00A446AD"/>
    <w:rsid w:val="00A46A0A"/>
    <w:rsid w:val="00A47B6E"/>
    <w:rsid w:val="00A505FA"/>
    <w:rsid w:val="00A51195"/>
    <w:rsid w:val="00A51BA3"/>
    <w:rsid w:val="00A52A9B"/>
    <w:rsid w:val="00A53900"/>
    <w:rsid w:val="00A63763"/>
    <w:rsid w:val="00A63AEB"/>
    <w:rsid w:val="00A6432B"/>
    <w:rsid w:val="00A64EC8"/>
    <w:rsid w:val="00A676B0"/>
    <w:rsid w:val="00A676E3"/>
    <w:rsid w:val="00A706DD"/>
    <w:rsid w:val="00A70E47"/>
    <w:rsid w:val="00A72BAA"/>
    <w:rsid w:val="00A73689"/>
    <w:rsid w:val="00A73D4C"/>
    <w:rsid w:val="00A749DA"/>
    <w:rsid w:val="00A74C55"/>
    <w:rsid w:val="00A81401"/>
    <w:rsid w:val="00A83C4E"/>
    <w:rsid w:val="00A8574A"/>
    <w:rsid w:val="00A86C6E"/>
    <w:rsid w:val="00A90A5F"/>
    <w:rsid w:val="00A90C19"/>
    <w:rsid w:val="00A91BEA"/>
    <w:rsid w:val="00A921ED"/>
    <w:rsid w:val="00A936E2"/>
    <w:rsid w:val="00A945E1"/>
    <w:rsid w:val="00A96BB2"/>
    <w:rsid w:val="00AA08FE"/>
    <w:rsid w:val="00AA57F6"/>
    <w:rsid w:val="00AA5F36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D95"/>
    <w:rsid w:val="00AC434D"/>
    <w:rsid w:val="00AC7E93"/>
    <w:rsid w:val="00AC7F74"/>
    <w:rsid w:val="00AD2717"/>
    <w:rsid w:val="00AD38E2"/>
    <w:rsid w:val="00AD4625"/>
    <w:rsid w:val="00AE05F2"/>
    <w:rsid w:val="00AE2259"/>
    <w:rsid w:val="00AE6047"/>
    <w:rsid w:val="00AF391D"/>
    <w:rsid w:val="00AF62C6"/>
    <w:rsid w:val="00AF6729"/>
    <w:rsid w:val="00B008FF"/>
    <w:rsid w:val="00B01F31"/>
    <w:rsid w:val="00B02D6B"/>
    <w:rsid w:val="00B03514"/>
    <w:rsid w:val="00B04A84"/>
    <w:rsid w:val="00B12714"/>
    <w:rsid w:val="00B127ED"/>
    <w:rsid w:val="00B1389E"/>
    <w:rsid w:val="00B143AE"/>
    <w:rsid w:val="00B14479"/>
    <w:rsid w:val="00B14F08"/>
    <w:rsid w:val="00B17CFA"/>
    <w:rsid w:val="00B202E6"/>
    <w:rsid w:val="00B20C4A"/>
    <w:rsid w:val="00B22F7F"/>
    <w:rsid w:val="00B23240"/>
    <w:rsid w:val="00B23490"/>
    <w:rsid w:val="00B255CC"/>
    <w:rsid w:val="00B27BE8"/>
    <w:rsid w:val="00B336FD"/>
    <w:rsid w:val="00B40B6D"/>
    <w:rsid w:val="00B42213"/>
    <w:rsid w:val="00B42FD3"/>
    <w:rsid w:val="00B43ABE"/>
    <w:rsid w:val="00B45A15"/>
    <w:rsid w:val="00B4621C"/>
    <w:rsid w:val="00B5182D"/>
    <w:rsid w:val="00B521E6"/>
    <w:rsid w:val="00B53D99"/>
    <w:rsid w:val="00B63D0B"/>
    <w:rsid w:val="00B657AB"/>
    <w:rsid w:val="00B65F97"/>
    <w:rsid w:val="00B70905"/>
    <w:rsid w:val="00B72019"/>
    <w:rsid w:val="00B72888"/>
    <w:rsid w:val="00B75422"/>
    <w:rsid w:val="00B7595E"/>
    <w:rsid w:val="00B77744"/>
    <w:rsid w:val="00B7799F"/>
    <w:rsid w:val="00B81343"/>
    <w:rsid w:val="00B8295E"/>
    <w:rsid w:val="00B82D80"/>
    <w:rsid w:val="00B85A9A"/>
    <w:rsid w:val="00B85CA1"/>
    <w:rsid w:val="00B86C79"/>
    <w:rsid w:val="00B878DE"/>
    <w:rsid w:val="00B9007B"/>
    <w:rsid w:val="00B91880"/>
    <w:rsid w:val="00B92FEA"/>
    <w:rsid w:val="00B96CAF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D08D7"/>
    <w:rsid w:val="00BD58C2"/>
    <w:rsid w:val="00BD61C8"/>
    <w:rsid w:val="00BD73F0"/>
    <w:rsid w:val="00BD7C48"/>
    <w:rsid w:val="00BD7D2C"/>
    <w:rsid w:val="00BE0715"/>
    <w:rsid w:val="00BE0865"/>
    <w:rsid w:val="00BE21B9"/>
    <w:rsid w:val="00BE748D"/>
    <w:rsid w:val="00BE7938"/>
    <w:rsid w:val="00BE7BA6"/>
    <w:rsid w:val="00BF05FD"/>
    <w:rsid w:val="00BF1109"/>
    <w:rsid w:val="00BF132C"/>
    <w:rsid w:val="00BF1918"/>
    <w:rsid w:val="00BF4A47"/>
    <w:rsid w:val="00BF5F2A"/>
    <w:rsid w:val="00BF7BF5"/>
    <w:rsid w:val="00C005A0"/>
    <w:rsid w:val="00C011BA"/>
    <w:rsid w:val="00C034FF"/>
    <w:rsid w:val="00C04CA1"/>
    <w:rsid w:val="00C05788"/>
    <w:rsid w:val="00C05C0E"/>
    <w:rsid w:val="00C11D3B"/>
    <w:rsid w:val="00C129B3"/>
    <w:rsid w:val="00C1399F"/>
    <w:rsid w:val="00C15800"/>
    <w:rsid w:val="00C20188"/>
    <w:rsid w:val="00C21ED4"/>
    <w:rsid w:val="00C249AB"/>
    <w:rsid w:val="00C25771"/>
    <w:rsid w:val="00C305C1"/>
    <w:rsid w:val="00C307BB"/>
    <w:rsid w:val="00C3469C"/>
    <w:rsid w:val="00C353B6"/>
    <w:rsid w:val="00C35D49"/>
    <w:rsid w:val="00C373A2"/>
    <w:rsid w:val="00C40CCA"/>
    <w:rsid w:val="00C41DDF"/>
    <w:rsid w:val="00C45C1E"/>
    <w:rsid w:val="00C46526"/>
    <w:rsid w:val="00C53017"/>
    <w:rsid w:val="00C5426E"/>
    <w:rsid w:val="00C55276"/>
    <w:rsid w:val="00C557AC"/>
    <w:rsid w:val="00C574CE"/>
    <w:rsid w:val="00C57D42"/>
    <w:rsid w:val="00C57F3C"/>
    <w:rsid w:val="00C62879"/>
    <w:rsid w:val="00C63494"/>
    <w:rsid w:val="00C63834"/>
    <w:rsid w:val="00C65106"/>
    <w:rsid w:val="00C672C6"/>
    <w:rsid w:val="00C71115"/>
    <w:rsid w:val="00C742C2"/>
    <w:rsid w:val="00C7440D"/>
    <w:rsid w:val="00C747EE"/>
    <w:rsid w:val="00C74A5A"/>
    <w:rsid w:val="00C75611"/>
    <w:rsid w:val="00C773E9"/>
    <w:rsid w:val="00C77B5F"/>
    <w:rsid w:val="00C812A8"/>
    <w:rsid w:val="00C8130D"/>
    <w:rsid w:val="00C8220A"/>
    <w:rsid w:val="00C8264C"/>
    <w:rsid w:val="00C82BAA"/>
    <w:rsid w:val="00C83A37"/>
    <w:rsid w:val="00C8546E"/>
    <w:rsid w:val="00C8555C"/>
    <w:rsid w:val="00C86201"/>
    <w:rsid w:val="00C87F57"/>
    <w:rsid w:val="00C906A8"/>
    <w:rsid w:val="00C914CA"/>
    <w:rsid w:val="00C9421E"/>
    <w:rsid w:val="00C969CE"/>
    <w:rsid w:val="00C96DEA"/>
    <w:rsid w:val="00CA2857"/>
    <w:rsid w:val="00CA4951"/>
    <w:rsid w:val="00CA4BBE"/>
    <w:rsid w:val="00CA70FB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78AF"/>
    <w:rsid w:val="00CD20C1"/>
    <w:rsid w:val="00CD2A7B"/>
    <w:rsid w:val="00CD3F31"/>
    <w:rsid w:val="00CD3F3A"/>
    <w:rsid w:val="00CD5471"/>
    <w:rsid w:val="00CD570E"/>
    <w:rsid w:val="00CD5D87"/>
    <w:rsid w:val="00CE0A93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D004C1"/>
    <w:rsid w:val="00D01C60"/>
    <w:rsid w:val="00D01CB1"/>
    <w:rsid w:val="00D0203D"/>
    <w:rsid w:val="00D03953"/>
    <w:rsid w:val="00D03A95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665F"/>
    <w:rsid w:val="00D17548"/>
    <w:rsid w:val="00D20595"/>
    <w:rsid w:val="00D214FD"/>
    <w:rsid w:val="00D22CAD"/>
    <w:rsid w:val="00D22CF7"/>
    <w:rsid w:val="00D238F2"/>
    <w:rsid w:val="00D3126C"/>
    <w:rsid w:val="00D31D18"/>
    <w:rsid w:val="00D32060"/>
    <w:rsid w:val="00D325CB"/>
    <w:rsid w:val="00D32713"/>
    <w:rsid w:val="00D360D5"/>
    <w:rsid w:val="00D42EC8"/>
    <w:rsid w:val="00D4382E"/>
    <w:rsid w:val="00D45776"/>
    <w:rsid w:val="00D45D94"/>
    <w:rsid w:val="00D45E32"/>
    <w:rsid w:val="00D47D3E"/>
    <w:rsid w:val="00D52375"/>
    <w:rsid w:val="00D53BBD"/>
    <w:rsid w:val="00D57A94"/>
    <w:rsid w:val="00D62C6C"/>
    <w:rsid w:val="00D633A7"/>
    <w:rsid w:val="00D64ADB"/>
    <w:rsid w:val="00D65330"/>
    <w:rsid w:val="00D67503"/>
    <w:rsid w:val="00D67E70"/>
    <w:rsid w:val="00D67FCB"/>
    <w:rsid w:val="00D700F0"/>
    <w:rsid w:val="00D70380"/>
    <w:rsid w:val="00D70E20"/>
    <w:rsid w:val="00D7368F"/>
    <w:rsid w:val="00D73E3E"/>
    <w:rsid w:val="00D740AF"/>
    <w:rsid w:val="00D74B09"/>
    <w:rsid w:val="00D774C4"/>
    <w:rsid w:val="00D823DE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30DD"/>
    <w:rsid w:val="00D94519"/>
    <w:rsid w:val="00D94537"/>
    <w:rsid w:val="00D946EA"/>
    <w:rsid w:val="00D94938"/>
    <w:rsid w:val="00D94BE3"/>
    <w:rsid w:val="00D95119"/>
    <w:rsid w:val="00D961D0"/>
    <w:rsid w:val="00DA384C"/>
    <w:rsid w:val="00DA3ACB"/>
    <w:rsid w:val="00DA4C20"/>
    <w:rsid w:val="00DA4E15"/>
    <w:rsid w:val="00DA6800"/>
    <w:rsid w:val="00DA696F"/>
    <w:rsid w:val="00DA756F"/>
    <w:rsid w:val="00DB04F2"/>
    <w:rsid w:val="00DB20EA"/>
    <w:rsid w:val="00DB2816"/>
    <w:rsid w:val="00DB47F1"/>
    <w:rsid w:val="00DB49A6"/>
    <w:rsid w:val="00DB7391"/>
    <w:rsid w:val="00DC1C5C"/>
    <w:rsid w:val="00DC1ECC"/>
    <w:rsid w:val="00DC2BC4"/>
    <w:rsid w:val="00DC3D0F"/>
    <w:rsid w:val="00DC4F3E"/>
    <w:rsid w:val="00DC7439"/>
    <w:rsid w:val="00DC7F12"/>
    <w:rsid w:val="00DD11A2"/>
    <w:rsid w:val="00DD39F5"/>
    <w:rsid w:val="00DD45B6"/>
    <w:rsid w:val="00DD49F0"/>
    <w:rsid w:val="00DD5FFD"/>
    <w:rsid w:val="00DD64DE"/>
    <w:rsid w:val="00DD7B39"/>
    <w:rsid w:val="00DE339C"/>
    <w:rsid w:val="00DE35DD"/>
    <w:rsid w:val="00DE3675"/>
    <w:rsid w:val="00DE5119"/>
    <w:rsid w:val="00DE6A1C"/>
    <w:rsid w:val="00DE76C8"/>
    <w:rsid w:val="00DF083D"/>
    <w:rsid w:val="00DF1B67"/>
    <w:rsid w:val="00DF344F"/>
    <w:rsid w:val="00DF49DB"/>
    <w:rsid w:val="00DF717A"/>
    <w:rsid w:val="00E006AA"/>
    <w:rsid w:val="00E0307D"/>
    <w:rsid w:val="00E03E56"/>
    <w:rsid w:val="00E11326"/>
    <w:rsid w:val="00E11F97"/>
    <w:rsid w:val="00E120BC"/>
    <w:rsid w:val="00E13F91"/>
    <w:rsid w:val="00E14233"/>
    <w:rsid w:val="00E16DE3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30393"/>
    <w:rsid w:val="00E3121E"/>
    <w:rsid w:val="00E31375"/>
    <w:rsid w:val="00E31836"/>
    <w:rsid w:val="00E32EA9"/>
    <w:rsid w:val="00E331B9"/>
    <w:rsid w:val="00E34F12"/>
    <w:rsid w:val="00E37875"/>
    <w:rsid w:val="00E408EA"/>
    <w:rsid w:val="00E40BC0"/>
    <w:rsid w:val="00E41FF6"/>
    <w:rsid w:val="00E43682"/>
    <w:rsid w:val="00E45881"/>
    <w:rsid w:val="00E4654C"/>
    <w:rsid w:val="00E47D2B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673A4"/>
    <w:rsid w:val="00E723F5"/>
    <w:rsid w:val="00E742E0"/>
    <w:rsid w:val="00E75A6B"/>
    <w:rsid w:val="00E76265"/>
    <w:rsid w:val="00E77A1A"/>
    <w:rsid w:val="00E80D39"/>
    <w:rsid w:val="00E829AB"/>
    <w:rsid w:val="00E82EFD"/>
    <w:rsid w:val="00E871F1"/>
    <w:rsid w:val="00E872A8"/>
    <w:rsid w:val="00E925AF"/>
    <w:rsid w:val="00E92B63"/>
    <w:rsid w:val="00E93512"/>
    <w:rsid w:val="00E94445"/>
    <w:rsid w:val="00E94F11"/>
    <w:rsid w:val="00E951C6"/>
    <w:rsid w:val="00E97432"/>
    <w:rsid w:val="00EA0F89"/>
    <w:rsid w:val="00EA2FD9"/>
    <w:rsid w:val="00EA34FC"/>
    <w:rsid w:val="00EA6E66"/>
    <w:rsid w:val="00EB2A17"/>
    <w:rsid w:val="00EB337B"/>
    <w:rsid w:val="00EB716A"/>
    <w:rsid w:val="00EC1B37"/>
    <w:rsid w:val="00EC2A01"/>
    <w:rsid w:val="00EC3342"/>
    <w:rsid w:val="00EC3BDF"/>
    <w:rsid w:val="00EC4EBA"/>
    <w:rsid w:val="00EC62BD"/>
    <w:rsid w:val="00ED189A"/>
    <w:rsid w:val="00ED2068"/>
    <w:rsid w:val="00ED2AC1"/>
    <w:rsid w:val="00ED363F"/>
    <w:rsid w:val="00ED38E5"/>
    <w:rsid w:val="00ED64CB"/>
    <w:rsid w:val="00EE0004"/>
    <w:rsid w:val="00EE0B2B"/>
    <w:rsid w:val="00EE1D54"/>
    <w:rsid w:val="00EE25CC"/>
    <w:rsid w:val="00EE3706"/>
    <w:rsid w:val="00EE3D70"/>
    <w:rsid w:val="00EE4805"/>
    <w:rsid w:val="00EE55E9"/>
    <w:rsid w:val="00EF11F5"/>
    <w:rsid w:val="00EF2F77"/>
    <w:rsid w:val="00EF3428"/>
    <w:rsid w:val="00EF3A5E"/>
    <w:rsid w:val="00EF712C"/>
    <w:rsid w:val="00EF76F4"/>
    <w:rsid w:val="00F000F2"/>
    <w:rsid w:val="00F01F10"/>
    <w:rsid w:val="00F104FB"/>
    <w:rsid w:val="00F11CE6"/>
    <w:rsid w:val="00F122D6"/>
    <w:rsid w:val="00F125B9"/>
    <w:rsid w:val="00F12AA9"/>
    <w:rsid w:val="00F13FC6"/>
    <w:rsid w:val="00F14F17"/>
    <w:rsid w:val="00F158EC"/>
    <w:rsid w:val="00F20E88"/>
    <w:rsid w:val="00F22C1E"/>
    <w:rsid w:val="00F23E72"/>
    <w:rsid w:val="00F24D69"/>
    <w:rsid w:val="00F257AE"/>
    <w:rsid w:val="00F2673A"/>
    <w:rsid w:val="00F358C1"/>
    <w:rsid w:val="00F365AE"/>
    <w:rsid w:val="00F37253"/>
    <w:rsid w:val="00F37553"/>
    <w:rsid w:val="00F4204C"/>
    <w:rsid w:val="00F44393"/>
    <w:rsid w:val="00F472E8"/>
    <w:rsid w:val="00F47CD4"/>
    <w:rsid w:val="00F47E62"/>
    <w:rsid w:val="00F518ED"/>
    <w:rsid w:val="00F53EE8"/>
    <w:rsid w:val="00F540A6"/>
    <w:rsid w:val="00F54556"/>
    <w:rsid w:val="00F54F18"/>
    <w:rsid w:val="00F55413"/>
    <w:rsid w:val="00F55A77"/>
    <w:rsid w:val="00F635AD"/>
    <w:rsid w:val="00F64366"/>
    <w:rsid w:val="00F647FC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5D31"/>
    <w:rsid w:val="00F80A2C"/>
    <w:rsid w:val="00F84AC8"/>
    <w:rsid w:val="00F857B4"/>
    <w:rsid w:val="00F87839"/>
    <w:rsid w:val="00F9308F"/>
    <w:rsid w:val="00F940B6"/>
    <w:rsid w:val="00F94EF2"/>
    <w:rsid w:val="00F94FE9"/>
    <w:rsid w:val="00F95E30"/>
    <w:rsid w:val="00F9620B"/>
    <w:rsid w:val="00FA1A2D"/>
    <w:rsid w:val="00FA3756"/>
    <w:rsid w:val="00FA514F"/>
    <w:rsid w:val="00FA6AC8"/>
    <w:rsid w:val="00FA7C50"/>
    <w:rsid w:val="00FB0A2F"/>
    <w:rsid w:val="00FB164C"/>
    <w:rsid w:val="00FB5145"/>
    <w:rsid w:val="00FB6831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2073"/>
    <w:rsid w:val="00FD20CD"/>
    <w:rsid w:val="00FD2F13"/>
    <w:rsid w:val="00FD49A4"/>
    <w:rsid w:val="00FD708C"/>
    <w:rsid w:val="00FE0766"/>
    <w:rsid w:val="00FE21A9"/>
    <w:rsid w:val="00FE56EC"/>
    <w:rsid w:val="00FF1358"/>
    <w:rsid w:val="00FF4656"/>
    <w:rsid w:val="00FF6073"/>
    <w:rsid w:val="00FF60E3"/>
    <w:rsid w:val="00FF7ADB"/>
    <w:rsid w:val="011675E3"/>
    <w:rsid w:val="01234960"/>
    <w:rsid w:val="017CA482"/>
    <w:rsid w:val="01D346CE"/>
    <w:rsid w:val="01FB8C5F"/>
    <w:rsid w:val="028491FD"/>
    <w:rsid w:val="029D53A9"/>
    <w:rsid w:val="02A4F16A"/>
    <w:rsid w:val="02D72E28"/>
    <w:rsid w:val="0355A5D0"/>
    <w:rsid w:val="03618B3D"/>
    <w:rsid w:val="036C6981"/>
    <w:rsid w:val="03FE66DB"/>
    <w:rsid w:val="040F1725"/>
    <w:rsid w:val="04104503"/>
    <w:rsid w:val="042EEB7D"/>
    <w:rsid w:val="04BC3D3A"/>
    <w:rsid w:val="055DCDE7"/>
    <w:rsid w:val="067F0BB3"/>
    <w:rsid w:val="07EC4F61"/>
    <w:rsid w:val="083748D7"/>
    <w:rsid w:val="086333D5"/>
    <w:rsid w:val="089D6CA8"/>
    <w:rsid w:val="08D7DB8A"/>
    <w:rsid w:val="09654CAE"/>
    <w:rsid w:val="0AEC3160"/>
    <w:rsid w:val="0B29314E"/>
    <w:rsid w:val="0C071D41"/>
    <w:rsid w:val="0C4601AB"/>
    <w:rsid w:val="0CB2C35D"/>
    <w:rsid w:val="0CCF2B95"/>
    <w:rsid w:val="0D42BA40"/>
    <w:rsid w:val="0D9AB0E9"/>
    <w:rsid w:val="0E03F1ED"/>
    <w:rsid w:val="0E3AF1ED"/>
    <w:rsid w:val="0E494FDC"/>
    <w:rsid w:val="0E85EF18"/>
    <w:rsid w:val="0EABF178"/>
    <w:rsid w:val="0F45EEBF"/>
    <w:rsid w:val="0FAF9929"/>
    <w:rsid w:val="0FC22823"/>
    <w:rsid w:val="0FF04E2C"/>
    <w:rsid w:val="1012269D"/>
    <w:rsid w:val="102B9FE3"/>
    <w:rsid w:val="11415D2A"/>
    <w:rsid w:val="11938AC1"/>
    <w:rsid w:val="11E89588"/>
    <w:rsid w:val="129AD481"/>
    <w:rsid w:val="12FE2381"/>
    <w:rsid w:val="134C5B3A"/>
    <w:rsid w:val="13829E48"/>
    <w:rsid w:val="13A65A5D"/>
    <w:rsid w:val="13AEC294"/>
    <w:rsid w:val="1444F266"/>
    <w:rsid w:val="1476503E"/>
    <w:rsid w:val="147E2237"/>
    <w:rsid w:val="14D7A1BC"/>
    <w:rsid w:val="14F4A550"/>
    <w:rsid w:val="1567C574"/>
    <w:rsid w:val="156BFE52"/>
    <w:rsid w:val="1579E7B5"/>
    <w:rsid w:val="15A0B041"/>
    <w:rsid w:val="15DDBE7C"/>
    <w:rsid w:val="15E1964D"/>
    <w:rsid w:val="15FCF853"/>
    <w:rsid w:val="1694D58D"/>
    <w:rsid w:val="16BD5777"/>
    <w:rsid w:val="16EB9757"/>
    <w:rsid w:val="16ED574D"/>
    <w:rsid w:val="177C0516"/>
    <w:rsid w:val="179F67F0"/>
    <w:rsid w:val="17A8EE3E"/>
    <w:rsid w:val="185AABA3"/>
    <w:rsid w:val="18C0D691"/>
    <w:rsid w:val="18E7699C"/>
    <w:rsid w:val="1952A53C"/>
    <w:rsid w:val="1A4BE101"/>
    <w:rsid w:val="1AAE0846"/>
    <w:rsid w:val="1ACC6965"/>
    <w:rsid w:val="1BF82EB8"/>
    <w:rsid w:val="1CB868D5"/>
    <w:rsid w:val="1CBEE869"/>
    <w:rsid w:val="1DCC0B51"/>
    <w:rsid w:val="1DD03AA1"/>
    <w:rsid w:val="1E040A27"/>
    <w:rsid w:val="1E0D695F"/>
    <w:rsid w:val="1E8F6B93"/>
    <w:rsid w:val="1F6440C7"/>
    <w:rsid w:val="2031595D"/>
    <w:rsid w:val="205B2A2F"/>
    <w:rsid w:val="2075F6EB"/>
    <w:rsid w:val="20A99E90"/>
    <w:rsid w:val="20DA37C1"/>
    <w:rsid w:val="21FDEAA4"/>
    <w:rsid w:val="22B04B3A"/>
    <w:rsid w:val="22DD7D50"/>
    <w:rsid w:val="230831E5"/>
    <w:rsid w:val="244EF95F"/>
    <w:rsid w:val="2490B53B"/>
    <w:rsid w:val="24D000F4"/>
    <w:rsid w:val="24E8D3CC"/>
    <w:rsid w:val="252B032A"/>
    <w:rsid w:val="2591C7B6"/>
    <w:rsid w:val="25D89D85"/>
    <w:rsid w:val="26264D36"/>
    <w:rsid w:val="2692F0B2"/>
    <w:rsid w:val="269AD8CD"/>
    <w:rsid w:val="26BDEF41"/>
    <w:rsid w:val="26E46DEB"/>
    <w:rsid w:val="27196654"/>
    <w:rsid w:val="27C85A98"/>
    <w:rsid w:val="27F449F9"/>
    <w:rsid w:val="280D7D4F"/>
    <w:rsid w:val="286683DF"/>
    <w:rsid w:val="28CE3FCB"/>
    <w:rsid w:val="2904CB86"/>
    <w:rsid w:val="2A5D5472"/>
    <w:rsid w:val="2AB52191"/>
    <w:rsid w:val="2AC0DAAF"/>
    <w:rsid w:val="2B774928"/>
    <w:rsid w:val="2B85B7DA"/>
    <w:rsid w:val="2BFEDC72"/>
    <w:rsid w:val="2C37B92A"/>
    <w:rsid w:val="2C596244"/>
    <w:rsid w:val="2C696165"/>
    <w:rsid w:val="2C82B5EC"/>
    <w:rsid w:val="2D28988C"/>
    <w:rsid w:val="2D412B89"/>
    <w:rsid w:val="2D8218E8"/>
    <w:rsid w:val="2D93268F"/>
    <w:rsid w:val="2DE288C9"/>
    <w:rsid w:val="2FEAC73B"/>
    <w:rsid w:val="304D621F"/>
    <w:rsid w:val="30AE8842"/>
    <w:rsid w:val="317688C2"/>
    <w:rsid w:val="31A448B4"/>
    <w:rsid w:val="31BCDBC1"/>
    <w:rsid w:val="3223B8F4"/>
    <w:rsid w:val="32F7DB6A"/>
    <w:rsid w:val="335F1D3E"/>
    <w:rsid w:val="33A681BC"/>
    <w:rsid w:val="33A96E39"/>
    <w:rsid w:val="341936FE"/>
    <w:rsid w:val="341F70DD"/>
    <w:rsid w:val="35146A49"/>
    <w:rsid w:val="352FECAC"/>
    <w:rsid w:val="35AE9B7D"/>
    <w:rsid w:val="362E652E"/>
    <w:rsid w:val="363F8229"/>
    <w:rsid w:val="382F41C7"/>
    <w:rsid w:val="38F71DB0"/>
    <w:rsid w:val="394043BE"/>
    <w:rsid w:val="39C5B3A2"/>
    <w:rsid w:val="3A0BEAA7"/>
    <w:rsid w:val="3A98C60B"/>
    <w:rsid w:val="3AB5D040"/>
    <w:rsid w:val="3ADC8DB7"/>
    <w:rsid w:val="3B59B35A"/>
    <w:rsid w:val="3DAFFA91"/>
    <w:rsid w:val="3E0AD71C"/>
    <w:rsid w:val="3E2DF8F7"/>
    <w:rsid w:val="3E3A7E34"/>
    <w:rsid w:val="3E9C88BB"/>
    <w:rsid w:val="3EBAF5B8"/>
    <w:rsid w:val="3F0B659A"/>
    <w:rsid w:val="3F1BA741"/>
    <w:rsid w:val="3F25936C"/>
    <w:rsid w:val="3FB41938"/>
    <w:rsid w:val="407E8280"/>
    <w:rsid w:val="4091907F"/>
    <w:rsid w:val="409948DF"/>
    <w:rsid w:val="40B198DC"/>
    <w:rsid w:val="40ED5B39"/>
    <w:rsid w:val="40F87B56"/>
    <w:rsid w:val="410E741F"/>
    <w:rsid w:val="4127A350"/>
    <w:rsid w:val="412DA1F9"/>
    <w:rsid w:val="416D753D"/>
    <w:rsid w:val="41B693B0"/>
    <w:rsid w:val="424A7A99"/>
    <w:rsid w:val="42A83458"/>
    <w:rsid w:val="42C95FC4"/>
    <w:rsid w:val="43094C88"/>
    <w:rsid w:val="43602FE8"/>
    <w:rsid w:val="43D45E33"/>
    <w:rsid w:val="43FD4A1C"/>
    <w:rsid w:val="4441F7F4"/>
    <w:rsid w:val="4466E836"/>
    <w:rsid w:val="467DD902"/>
    <w:rsid w:val="46918930"/>
    <w:rsid w:val="471DEBBC"/>
    <w:rsid w:val="4753868D"/>
    <w:rsid w:val="4795BB5D"/>
    <w:rsid w:val="47B91419"/>
    <w:rsid w:val="480CADE2"/>
    <w:rsid w:val="48582F58"/>
    <w:rsid w:val="48FB9BF1"/>
    <w:rsid w:val="49125DD8"/>
    <w:rsid w:val="49739A40"/>
    <w:rsid w:val="49A8E008"/>
    <w:rsid w:val="49AC5DB2"/>
    <w:rsid w:val="4A77BD71"/>
    <w:rsid w:val="4B0D72A3"/>
    <w:rsid w:val="4BEDECFC"/>
    <w:rsid w:val="4C0F51F2"/>
    <w:rsid w:val="4CB18675"/>
    <w:rsid w:val="4D2EACEB"/>
    <w:rsid w:val="4E07CE00"/>
    <w:rsid w:val="4E2AD140"/>
    <w:rsid w:val="4E7418AE"/>
    <w:rsid w:val="4EB54D1B"/>
    <w:rsid w:val="4F5B7270"/>
    <w:rsid w:val="4F6A3138"/>
    <w:rsid w:val="4F73CF06"/>
    <w:rsid w:val="4FB7946D"/>
    <w:rsid w:val="4FE85B70"/>
    <w:rsid w:val="4FF00E60"/>
    <w:rsid w:val="5040DFDC"/>
    <w:rsid w:val="50851BF8"/>
    <w:rsid w:val="50C471E6"/>
    <w:rsid w:val="51352D51"/>
    <w:rsid w:val="51594348"/>
    <w:rsid w:val="51C58CB1"/>
    <w:rsid w:val="527B457E"/>
    <w:rsid w:val="52AEFD48"/>
    <w:rsid w:val="531285F7"/>
    <w:rsid w:val="539DE1FB"/>
    <w:rsid w:val="53C5CAE9"/>
    <w:rsid w:val="54737616"/>
    <w:rsid w:val="549A5E30"/>
    <w:rsid w:val="54D38AB3"/>
    <w:rsid w:val="5526144D"/>
    <w:rsid w:val="55569469"/>
    <w:rsid w:val="556E3D6D"/>
    <w:rsid w:val="5595BE33"/>
    <w:rsid w:val="55AB1981"/>
    <w:rsid w:val="55B92036"/>
    <w:rsid w:val="568D8C90"/>
    <w:rsid w:val="56F39AB3"/>
    <w:rsid w:val="57284A22"/>
    <w:rsid w:val="5749A9DC"/>
    <w:rsid w:val="577B6679"/>
    <w:rsid w:val="581D5AFD"/>
    <w:rsid w:val="58E2BF08"/>
    <w:rsid w:val="5906FF34"/>
    <w:rsid w:val="59431397"/>
    <w:rsid w:val="5969B148"/>
    <w:rsid w:val="5987930E"/>
    <w:rsid w:val="598CEA18"/>
    <w:rsid w:val="5997911C"/>
    <w:rsid w:val="59DE9409"/>
    <w:rsid w:val="59EC6E17"/>
    <w:rsid w:val="5A7C719F"/>
    <w:rsid w:val="5AA4A2E8"/>
    <w:rsid w:val="5B91708D"/>
    <w:rsid w:val="5B989D8D"/>
    <w:rsid w:val="5CE0059E"/>
    <w:rsid w:val="5D74104E"/>
    <w:rsid w:val="5DDE93F6"/>
    <w:rsid w:val="5F7D9293"/>
    <w:rsid w:val="600D00FC"/>
    <w:rsid w:val="60A67D14"/>
    <w:rsid w:val="615B9974"/>
    <w:rsid w:val="617A23FF"/>
    <w:rsid w:val="617C15B7"/>
    <w:rsid w:val="621EBDC2"/>
    <w:rsid w:val="625DAC10"/>
    <w:rsid w:val="627B97D9"/>
    <w:rsid w:val="62BBF329"/>
    <w:rsid w:val="631B2022"/>
    <w:rsid w:val="645EF9D3"/>
    <w:rsid w:val="65748DCD"/>
    <w:rsid w:val="65788551"/>
    <w:rsid w:val="65E157D4"/>
    <w:rsid w:val="6603BDBE"/>
    <w:rsid w:val="66540116"/>
    <w:rsid w:val="66EA2906"/>
    <w:rsid w:val="673803A7"/>
    <w:rsid w:val="67A235BA"/>
    <w:rsid w:val="67AF85F0"/>
    <w:rsid w:val="67D871E9"/>
    <w:rsid w:val="68326B78"/>
    <w:rsid w:val="6835D09D"/>
    <w:rsid w:val="683F7501"/>
    <w:rsid w:val="698833A1"/>
    <w:rsid w:val="69C3509F"/>
    <w:rsid w:val="69D32ACD"/>
    <w:rsid w:val="6A5A6DCF"/>
    <w:rsid w:val="6AD007A3"/>
    <w:rsid w:val="6B939684"/>
    <w:rsid w:val="6BB4886E"/>
    <w:rsid w:val="6BC4EF43"/>
    <w:rsid w:val="6BD9F690"/>
    <w:rsid w:val="6C1C2C6D"/>
    <w:rsid w:val="6C6454A6"/>
    <w:rsid w:val="6C7CEB77"/>
    <w:rsid w:val="6D0AF24F"/>
    <w:rsid w:val="6D1FBC5C"/>
    <w:rsid w:val="6ED3A3B6"/>
    <w:rsid w:val="6ED7D3CA"/>
    <w:rsid w:val="6EF977D6"/>
    <w:rsid w:val="6F8F2988"/>
    <w:rsid w:val="7024DF70"/>
    <w:rsid w:val="70D66B70"/>
    <w:rsid w:val="70FA99FB"/>
    <w:rsid w:val="7145922A"/>
    <w:rsid w:val="7157CE4A"/>
    <w:rsid w:val="71DE2BFB"/>
    <w:rsid w:val="720D9399"/>
    <w:rsid w:val="72C09BC4"/>
    <w:rsid w:val="7335D7BF"/>
    <w:rsid w:val="74CF32C4"/>
    <w:rsid w:val="74F1FDD3"/>
    <w:rsid w:val="75471A11"/>
    <w:rsid w:val="7557152C"/>
    <w:rsid w:val="75D94AEE"/>
    <w:rsid w:val="7609F3B7"/>
    <w:rsid w:val="76134466"/>
    <w:rsid w:val="7669C78B"/>
    <w:rsid w:val="76AD931D"/>
    <w:rsid w:val="76B4F87E"/>
    <w:rsid w:val="76DC75A4"/>
    <w:rsid w:val="76E15D62"/>
    <w:rsid w:val="77AD8B5D"/>
    <w:rsid w:val="7802C958"/>
    <w:rsid w:val="7803B006"/>
    <w:rsid w:val="7829FEB7"/>
    <w:rsid w:val="7857DC74"/>
    <w:rsid w:val="78A35215"/>
    <w:rsid w:val="78EC0021"/>
    <w:rsid w:val="79270791"/>
    <w:rsid w:val="7955AD45"/>
    <w:rsid w:val="79D72342"/>
    <w:rsid w:val="7A84FEB2"/>
    <w:rsid w:val="7ABC473D"/>
    <w:rsid w:val="7B89E1C4"/>
    <w:rsid w:val="7BDEAB8D"/>
    <w:rsid w:val="7C16E653"/>
    <w:rsid w:val="7C1C63D5"/>
    <w:rsid w:val="7C46B020"/>
    <w:rsid w:val="7C7F3CE5"/>
    <w:rsid w:val="7CB6DA43"/>
    <w:rsid w:val="7D5996D8"/>
    <w:rsid w:val="7D843140"/>
    <w:rsid w:val="7DCB87EB"/>
    <w:rsid w:val="7E98F85D"/>
    <w:rsid w:val="7ECF97D1"/>
    <w:rsid w:val="7F5C9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2E2113"/>
  <w15:docId w15:val="{A9879A37-7361-B64A-922C-979784B9F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A73D4C"/>
    <w:rPr>
      <w:rFonts w:ascii="Times New Roman" w:eastAsia="Times New Roman" w:hAnsi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73D4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KopfzeileZchn">
    <w:name w:val="Kopf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uzeileZchn">
    <w:name w:val="Fuß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customStyle="1" w:styleId="HTMLBody">
    <w:name w:val="HTML Body"/>
    <w:rsid w:val="00A73D4C"/>
    <w:pPr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KopfzeileZchn1">
    <w:name w:val="Kopfzeile Zchn1"/>
    <w:link w:val="Kopfzeile"/>
    <w:uiPriority w:val="99"/>
    <w:rsid w:val="00A73D4C"/>
    <w:rPr>
      <w:rFonts w:ascii="Times New Roman" w:eastAsia="Times New Roman" w:hAnsi="Times New Roman" w:cs="Times New Roman"/>
      <w:lang w:val="x-none" w:eastAsia="x-none"/>
    </w:rPr>
  </w:style>
  <w:style w:type="character" w:customStyle="1" w:styleId="FuzeileZchn1">
    <w:name w:val="Fußzeile Zchn1"/>
    <w:link w:val="Fuzeile"/>
    <w:rsid w:val="00A73D4C"/>
    <w:rPr>
      <w:rFonts w:ascii="Times New Roman" w:eastAsia="Times New Roman" w:hAnsi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basedOn w:val="Absatz-Standardschriftart"/>
    <w:uiPriority w:val="99"/>
    <w:semiHidden/>
    <w:rsid w:val="00A73D4C"/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HTMLVorformatiertZchn1">
    <w:name w:val="HTML Vorformatiert Zchn1"/>
    <w:link w:val="HTMLVorformatiert"/>
    <w:uiPriority w:val="99"/>
    <w:rsid w:val="00A73D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7CB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eastAsia="Times New Roman" w:hAnsi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74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5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NichtaufgelsteErwhnung">
    <w:name w:val="Unresolved Mention"/>
    <w:basedOn w:val="Absatz-Standardschriftart"/>
    <w:uiPriority w:val="99"/>
    <w:rsid w:val="00C011BA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5B20B4"/>
    <w:pPr>
      <w:spacing w:before="100" w:beforeAutospacing="1" w:after="100" w:afterAutospacing="1"/>
    </w:pPr>
    <w:rPr>
      <w:lang w:val="de-DE" w:eastAsia="de-DE"/>
    </w:rPr>
  </w:style>
  <w:style w:type="character" w:customStyle="1" w:styleId="normaltextrun">
    <w:name w:val="normaltextrun"/>
    <w:basedOn w:val="Absatz-Standardschriftart"/>
    <w:rsid w:val="005B20B4"/>
  </w:style>
  <w:style w:type="character" w:customStyle="1" w:styleId="eop">
    <w:name w:val="eop"/>
    <w:basedOn w:val="Absatz-Standardschriftart"/>
    <w:rsid w:val="005B20B4"/>
  </w:style>
  <w:style w:type="character" w:customStyle="1" w:styleId="scxw54580859">
    <w:name w:val="scxw54580859"/>
    <w:basedOn w:val="Absatz-Standardschriftart"/>
    <w:rsid w:val="005B20B4"/>
  </w:style>
  <w:style w:type="character" w:customStyle="1" w:styleId="ui-provider">
    <w:name w:val="ui-provider"/>
    <w:basedOn w:val="Absatz-Standardschriftart"/>
    <w:rsid w:val="006A2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7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3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yperlink" Target="http://instagram.com/riedelcommunications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www.linkedin.com/company/549773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hyperlink" Target="http://de.pinterest.com/RIEDELnet/" TargetMode="External"/><Relationship Id="rId20" Type="http://schemas.openxmlformats.org/officeDocument/2006/relationships/hyperlink" Target="http://www.riedel.net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microsoft.com/office/2011/relationships/people" Target="people.xml"/><Relationship Id="rId10" Type="http://schemas.openxmlformats.org/officeDocument/2006/relationships/hyperlink" Target="https://www.facebook.com/RiedelCommunicationsInternational" TargetMode="External"/><Relationship Id="rId19" Type="http://schemas.openxmlformats.org/officeDocument/2006/relationships/image" Target="media/image5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c/RiedelNet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uelhoff/Library/Group%20Containers/UBF8T346G9.Office/User%20Content.localized/Templates.localized/Template%20PR%20DE%202019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f61358-374f-4c00-a747-1e432415ae23">
      <Terms xmlns="http://schemas.microsoft.com/office/infopath/2007/PartnerControls"/>
    </lcf76f155ced4ddcb4097134ff3c332f>
    <TaxCatchAll xmlns="ad7ef771-537d-4414-bc35-0554172ffc6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C9A1D1AB739944AC25CEAD4DFAFE49" ma:contentTypeVersion="17" ma:contentTypeDescription="Ein neues Dokument erstellen." ma:contentTypeScope="" ma:versionID="24bfb5135238898f92fad489bf48ffe3">
  <xsd:schema xmlns:xsd="http://www.w3.org/2001/XMLSchema" xmlns:xs="http://www.w3.org/2001/XMLSchema" xmlns:p="http://schemas.microsoft.com/office/2006/metadata/properties" xmlns:ns2="c0f61358-374f-4c00-a747-1e432415ae23" xmlns:ns3="ad7ef771-537d-4414-bc35-0554172ffc6c" targetNamespace="http://schemas.microsoft.com/office/2006/metadata/properties" ma:root="true" ma:fieldsID="a53bc8fe176a1604e89f1cdc23b9a640" ns2:_="" ns3:_="">
    <xsd:import namespace="c0f61358-374f-4c00-a747-1e432415ae23"/>
    <xsd:import namespace="ad7ef771-537d-4414-bc35-0554172ffc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61358-374f-4c00-a747-1e432415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48422e87-cc5e-459f-a86c-4abb1dbf1f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7ef771-537d-4414-bc35-0554172ffc6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c15d32b-b5d7-4016-bb11-506307931013}" ma:internalName="TaxCatchAll" ma:showField="CatchAllData" ma:web="ad7ef771-537d-4414-bc35-0554172ffc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1632D-B8D5-4996-A75B-218A7699A2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431F82-C6D9-4432-A1FD-2A7298025C3A}">
  <ds:schemaRefs>
    <ds:schemaRef ds:uri="http://schemas.microsoft.com/office/2006/metadata/properties"/>
    <ds:schemaRef ds:uri="http://schemas.microsoft.com/office/infopath/2007/PartnerControls"/>
    <ds:schemaRef ds:uri="c0f61358-374f-4c00-a747-1e432415ae23"/>
    <ds:schemaRef ds:uri="ad7ef771-537d-4414-bc35-0554172ffc6c"/>
  </ds:schemaRefs>
</ds:datastoreItem>
</file>

<file path=customXml/itemProps3.xml><?xml version="1.0" encoding="utf-8"?>
<ds:datastoreItem xmlns:ds="http://schemas.openxmlformats.org/officeDocument/2006/customXml" ds:itemID="{BC1598E2-F131-4599-9B69-876CAB087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61358-374f-4c00-a747-1e432415ae23"/>
    <ds:schemaRef ds:uri="ad7ef771-537d-4414-bc35-0554172ffc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PR DE 2019.dotx</Template>
  <TotalTime>0</TotalTime>
  <Pages>2</Pages>
  <Words>514</Words>
  <Characters>3241</Characters>
  <Application>Microsoft Office Word</Application>
  <DocSecurity>0</DocSecurity>
  <Lines>27</Lines>
  <Paragraphs>7</Paragraphs>
  <ScaleCrop>false</ScaleCrop>
  <Company>Riedel Communications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Bülhoff (Riedel)</dc:creator>
  <cp:lastModifiedBy>Julian Bülhoff (Riedel)</cp:lastModifiedBy>
  <cp:revision>4</cp:revision>
  <cp:lastPrinted>2018-03-13T07:49:00Z</cp:lastPrinted>
  <dcterms:created xsi:type="dcterms:W3CDTF">2024-08-27T09:40:00Z</dcterms:created>
  <dcterms:modified xsi:type="dcterms:W3CDTF">2024-08-29T07:49:00Z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0x010100E6C9A1D1AB739944AC25CEAD4DFAFE49</vt:lpwstr>
  </property>
</Properties>
</file>