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9B3B9A" w:rsidR="00000B42" w:rsidP="00000B42" w:rsidRDefault="00000B42" w14:paraId="0DFAE634" w14:textId="77777777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20CBEE56" wp14:editId="4A832418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240C982B" wp14:editId="12366F3C">
            <wp:extent cx="245745" cy="194945"/>
            <wp:effectExtent l="0" t="0" r="8255" b="8255"/>
            <wp:docPr id="9" name="Picture 3" descr="cid:21400107-5198-44A4-8380-39CFBA03629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21400107-5198-44A4-8380-39CFBA03629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4D55FA75" wp14:editId="7676340A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2FB76629" wp14:editId="29D6F68E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 w:rsidR="00000B42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6BD8040" wp14:editId="1EEDE8D9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 w:rsidR="00000B42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280A9F41" wp14:editId="3A8C52F6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45772BF" wp14:editId="19D9D8E3">
            <wp:extent cx="194945" cy="194945"/>
            <wp:effectExtent l="0" t="0" r="8255" b="8255"/>
            <wp:docPr id="8" name="Grafik 18" descr="Icons web 25px9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45559E" w:rsidR="00A73D4C" w:rsidP="00A73D4C" w:rsidRDefault="00A73D4C" w14:paraId="672A6659" w14:textId="77777777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:rsidRPr="004F3475" w:rsidR="00A73D4C" w:rsidP="00A73D4C" w:rsidRDefault="00A73D4C" w14:paraId="3A01C72A" w14:textId="77777777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:rsidRPr="004F3475" w:rsidR="00A73D4C" w:rsidP="00A73D4C" w:rsidRDefault="002A1CB2" w14:paraId="3007A9DF" w14:textId="77777777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:rsidRPr="004F3475" w:rsidR="00A73D4C" w:rsidP="00A73D4C" w:rsidRDefault="00A73D4C" w14:paraId="4867623B" w14:textId="77777777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:rsidRPr="00E57DF5" w:rsidR="00A73D4C" w:rsidP="00A73D4C" w:rsidRDefault="00A73D4C" w14:paraId="01695192" w14:textId="77777777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Pr="00E57DF5" w:rsidR="002A1CB2">
        <w:rPr>
          <w:rFonts w:ascii="Arial" w:hAnsi="Arial" w:cs="Arial"/>
          <w:sz w:val="20"/>
          <w:szCs w:val="20"/>
          <w:lang w:val="de-DE"/>
        </w:rPr>
        <w:t>+</w:t>
      </w:r>
      <w:r w:rsidRPr="00E57DF5" w:rsidR="002A1CB2">
        <w:rPr>
          <w:sz w:val="20"/>
          <w:szCs w:val="20"/>
          <w:lang w:val="de-DE"/>
        </w:rPr>
        <w:t xml:space="preserve"> </w:t>
      </w:r>
      <w:r w:rsidRPr="00E57DF5" w:rsidR="002A1CB2">
        <w:rPr>
          <w:rFonts w:ascii="Arial" w:hAnsi="Arial"/>
          <w:sz w:val="20"/>
          <w:szCs w:val="20"/>
          <w:lang w:val="de-DE"/>
        </w:rPr>
        <w:t>49 (0) 174 339 24 48</w:t>
      </w:r>
    </w:p>
    <w:p w:rsidR="00A73D4C" w:rsidP="00AB0E3B" w:rsidRDefault="00A73D4C" w14:paraId="343B0EA0" w14:textId="77777777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Pr="00E57DF5" w:rsidR="00284000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hyperlink w:history="1" r:id="rId21">
        <w:r w:rsidRPr="002E2294" w:rsidR="00C011BA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:rsidRPr="00E57DF5" w:rsidR="00C011BA" w:rsidP="00C011BA" w:rsidRDefault="00C011BA" w14:paraId="5DAB6C7B" w14:textId="77777777">
      <w:pPr>
        <w:rPr>
          <w:rFonts w:ascii="Arial" w:hAnsi="Arial" w:cs="Arial" w:eastAsiaTheme="minorHAnsi"/>
          <w:b/>
          <w:bCs/>
          <w:sz w:val="32"/>
          <w:szCs w:val="32"/>
          <w:lang w:val="de-DE"/>
        </w:rPr>
      </w:pPr>
      <w:bookmarkStart w:name="_GoBack" w:id="0"/>
      <w:bookmarkEnd w:id="0"/>
    </w:p>
    <w:p w:rsidRPr="0085210C" w:rsidR="00C129B3" w:rsidP="1B8A9C2F" w:rsidRDefault="00930895" w14:paraId="1D6084ED" w14:textId="52DB9964">
      <w:pPr>
        <w:jc w:val="center"/>
        <w:rPr>
          <w:rFonts w:ascii="Arial" w:hAnsi="Arial" w:eastAsia="Arial" w:cs="Arial"/>
          <w:b/>
          <w:bCs/>
          <w:sz w:val="32"/>
          <w:szCs w:val="32"/>
          <w:lang w:val="de-DE"/>
        </w:rPr>
      </w:pPr>
      <w:r w:rsidRPr="29463453">
        <w:rPr>
          <w:rFonts w:ascii="Arial" w:hAnsi="Arial" w:eastAsia="Arial" w:cs="Arial"/>
          <w:b/>
          <w:bCs/>
          <w:sz w:val="32"/>
          <w:szCs w:val="32"/>
          <w:lang w:val="de-DE"/>
        </w:rPr>
        <w:t>Riedel sorg</w:t>
      </w:r>
      <w:r w:rsidRPr="29463453" w:rsidR="7CFF527E">
        <w:rPr>
          <w:rFonts w:ascii="Arial" w:hAnsi="Arial" w:eastAsia="Arial" w:cs="Arial"/>
          <w:b/>
          <w:bCs/>
          <w:sz w:val="32"/>
          <w:szCs w:val="32"/>
          <w:lang w:val="de-DE"/>
        </w:rPr>
        <w:t>t</w:t>
      </w:r>
      <w:r w:rsidRPr="29463453">
        <w:rPr>
          <w:rFonts w:ascii="Arial" w:hAnsi="Arial" w:eastAsia="Arial" w:cs="Arial"/>
          <w:b/>
          <w:bCs/>
          <w:sz w:val="32"/>
          <w:szCs w:val="32"/>
          <w:lang w:val="de-DE"/>
        </w:rPr>
        <w:t xml:space="preserve"> für sichere </w:t>
      </w:r>
      <w:r w:rsidRPr="29463453" w:rsidR="7D04CBAD">
        <w:rPr>
          <w:rFonts w:ascii="Arial" w:hAnsi="Arial" w:eastAsia="Arial" w:cs="Arial"/>
          <w:b/>
          <w:bCs/>
          <w:sz w:val="32"/>
          <w:szCs w:val="32"/>
          <w:lang w:val="de-DE"/>
        </w:rPr>
        <w:t>T</w:t>
      </w:r>
      <w:r w:rsidRPr="29463453">
        <w:rPr>
          <w:rFonts w:ascii="Arial" w:hAnsi="Arial" w:eastAsia="Arial" w:cs="Arial"/>
          <w:b/>
          <w:bCs/>
          <w:sz w:val="32"/>
          <w:szCs w:val="32"/>
          <w:lang w:val="de-DE"/>
        </w:rPr>
        <w:t>eamkommunikation in der</w:t>
      </w:r>
      <w:r w:rsidRPr="29463453" w:rsidR="6F64DEB0">
        <w:rPr>
          <w:rFonts w:ascii="Arial" w:hAnsi="Arial" w:eastAsia="Arial" w:cs="Arial"/>
          <w:b/>
          <w:bCs/>
          <w:sz w:val="32"/>
          <w:szCs w:val="32"/>
          <w:lang w:val="de-DE"/>
        </w:rPr>
        <w:t xml:space="preserve"> </w:t>
      </w:r>
      <w:r w:rsidRPr="29463453" w:rsidR="6CE87F52">
        <w:rPr>
          <w:rFonts w:ascii="Arial" w:hAnsi="Arial" w:eastAsia="Arial" w:cs="Arial"/>
          <w:b/>
          <w:bCs/>
          <w:sz w:val="32"/>
          <w:szCs w:val="32"/>
          <w:lang w:val="de-DE"/>
        </w:rPr>
        <w:t xml:space="preserve">2020 </w:t>
      </w:r>
      <w:r w:rsidRPr="29463453">
        <w:rPr>
          <w:rFonts w:ascii="Arial" w:hAnsi="Arial" w:eastAsia="Arial" w:cs="Arial"/>
          <w:b/>
          <w:bCs/>
          <w:sz w:val="32"/>
          <w:szCs w:val="32"/>
          <w:lang w:val="de-DE"/>
        </w:rPr>
        <w:t>NBA Bubble</w:t>
      </w:r>
      <w:r w:rsidRPr="00EB0198">
        <w:rPr>
          <w:lang w:val="de-DE"/>
        </w:rPr>
        <w:br/>
      </w:r>
    </w:p>
    <w:p w:rsidR="00930895" w:rsidP="29463453" w:rsidRDefault="00A154C4" w14:paraId="04E5D55F" w14:textId="7E697F82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 w:eastAsia="de-DE"/>
        </w:rPr>
      </w:pPr>
      <w:r w:rsidRPr="29463453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WUPPERTAL, </w:t>
      </w:r>
      <w:r w:rsidRPr="29463453" w:rsidR="00163A3D">
        <w:rPr>
          <w:rFonts w:ascii="Arial" w:hAnsi="Arial" w:cs="Arial"/>
          <w:b/>
          <w:bCs/>
          <w:sz w:val="22"/>
          <w:szCs w:val="22"/>
          <w:lang w:val="de-DE" w:eastAsia="de-DE"/>
        </w:rPr>
        <w:t>17</w:t>
      </w:r>
      <w:r w:rsidRPr="29463453" w:rsidR="00D52375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. </w:t>
      </w:r>
      <w:r w:rsidRPr="29463453" w:rsidR="00163A3D">
        <w:rPr>
          <w:rFonts w:ascii="Arial" w:hAnsi="Arial" w:cs="Arial"/>
          <w:b/>
          <w:bCs/>
          <w:sz w:val="22"/>
          <w:szCs w:val="22"/>
          <w:lang w:val="de-DE" w:eastAsia="de-DE"/>
        </w:rPr>
        <w:t>Sept</w:t>
      </w:r>
      <w:r w:rsidRPr="29463453" w:rsidR="00D52375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 20</w:t>
      </w:r>
      <w:r w:rsidRPr="29463453" w:rsidR="00163A3D">
        <w:rPr>
          <w:rFonts w:ascii="Arial" w:hAnsi="Arial" w:cs="Arial"/>
          <w:b/>
          <w:bCs/>
          <w:sz w:val="22"/>
          <w:szCs w:val="22"/>
          <w:lang w:val="de-DE" w:eastAsia="de-DE"/>
        </w:rPr>
        <w:t>20</w:t>
      </w:r>
      <w:r w:rsidRPr="29463453" w:rsidR="00D52375">
        <w:rPr>
          <w:rFonts w:ascii="Arial" w:hAnsi="Arial" w:cs="Arial"/>
          <w:sz w:val="22"/>
          <w:szCs w:val="22"/>
          <w:lang w:val="de-DE" w:eastAsia="de-DE"/>
        </w:rPr>
        <w:t xml:space="preserve"> —</w:t>
      </w:r>
      <w:r w:rsidRPr="29463453" w:rsidR="00937F39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Pr="29463453" w:rsidR="00930895">
        <w:rPr>
          <w:rFonts w:ascii="Arial" w:hAnsi="Arial" w:eastAsia="Arial" w:cs="Arial"/>
          <w:sz w:val="22"/>
          <w:szCs w:val="22"/>
          <w:lang w:val="de-DE"/>
        </w:rPr>
        <w:t>Riedels Bolero und Artist Intercom b</w:t>
      </w:r>
      <w:r w:rsidRPr="29463453" w:rsidR="27A12741">
        <w:rPr>
          <w:rFonts w:ascii="Arial" w:hAnsi="Arial" w:eastAsia="Arial" w:cs="Arial"/>
          <w:sz w:val="22"/>
          <w:szCs w:val="22"/>
          <w:lang w:val="de-DE"/>
        </w:rPr>
        <w:t xml:space="preserve">ilden </w:t>
      </w:r>
      <w:r w:rsidRPr="29463453" w:rsidR="0BC07171">
        <w:rPr>
          <w:rFonts w:ascii="Arial" w:hAnsi="Arial" w:eastAsia="Arial" w:cs="Arial"/>
          <w:sz w:val="22"/>
          <w:szCs w:val="22"/>
          <w:lang w:val="de-DE"/>
        </w:rPr>
        <w:t>ein umfangreiches Kommunikations-Backbone</w:t>
      </w:r>
      <w:r w:rsidRPr="29463453" w:rsidR="00930895">
        <w:rPr>
          <w:rFonts w:ascii="Arial" w:hAnsi="Arial" w:eastAsia="Arial" w:cs="Arial"/>
          <w:sz w:val="22"/>
          <w:szCs w:val="22"/>
          <w:lang w:val="de-DE"/>
        </w:rPr>
        <w:t xml:space="preserve"> für die 2020 NBA Bubble in Orlando, Florida. Die in der Walt Disney World errichtete NBA Bubble ist eine strikte Isolationszone, die Spieler und </w:t>
      </w:r>
      <w:r w:rsidRPr="29463453" w:rsidR="00163A3D">
        <w:rPr>
          <w:rFonts w:ascii="Arial" w:hAnsi="Arial" w:eastAsia="Arial" w:cs="Arial"/>
          <w:sz w:val="22"/>
          <w:szCs w:val="22"/>
          <w:lang w:val="de-DE"/>
        </w:rPr>
        <w:t>Produktionsteams</w:t>
      </w:r>
      <w:r w:rsidRPr="29463453" w:rsidR="00930895">
        <w:rPr>
          <w:rFonts w:ascii="Arial" w:hAnsi="Arial" w:eastAsia="Arial" w:cs="Arial"/>
          <w:sz w:val="22"/>
          <w:szCs w:val="22"/>
          <w:lang w:val="de-DE"/>
        </w:rPr>
        <w:t xml:space="preserve"> vor COVID-19 schützt und so die Fortsetzung der Basketball-Saison 2019-2020 ermöglicht.</w:t>
      </w:r>
      <w:r w:rsidRPr="29463453" w:rsidR="5CC0E809">
        <w:rPr>
          <w:rFonts w:ascii="Arial" w:hAnsi="Arial" w:eastAsia="Arial" w:cs="Arial"/>
          <w:sz w:val="22"/>
          <w:szCs w:val="22"/>
          <w:lang w:val="de-DE"/>
        </w:rPr>
        <w:t xml:space="preserve"> </w:t>
      </w:r>
    </w:p>
    <w:p w:rsidR="00930895" w:rsidP="29463453" w:rsidRDefault="00930895" w14:paraId="5315CA49" w14:textId="27366A6A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 w:eastAsia="de-DE"/>
        </w:rPr>
      </w:pPr>
    </w:p>
    <w:p w:rsidR="00930895" w:rsidP="00930895" w:rsidRDefault="00930895" w14:paraId="58DF770C" w14:textId="62AE35EC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  <w:proofErr w:type="spellStart"/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Firehouse</w:t>
      </w:r>
      <w:proofErr w:type="spellEnd"/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</w:t>
      </w:r>
      <w:proofErr w:type="spellStart"/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Productions</w:t>
      </w:r>
      <w:proofErr w:type="spellEnd"/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realisierte die</w:t>
      </w:r>
      <w:r w:rsidRPr="51581C75" w:rsidR="4DC417B4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</w:t>
      </w:r>
      <w:r w:rsidRPr="51581C75" w:rsidR="38650509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a</w:t>
      </w:r>
      <w:r w:rsidRPr="51581C75" w:rsidR="154F6AC8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uf</w:t>
      </w:r>
      <w:r w:rsidRPr="51581C75" w:rsidR="38650509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ein </w:t>
      </w:r>
      <w:r w:rsidRPr="51581C75" w:rsidR="503772F2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umfassendes </w:t>
      </w:r>
      <w:r w:rsidRPr="51581C75" w:rsidR="38650509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Hygienekonzept </w:t>
      </w:r>
      <w:r w:rsidRPr="51581C75" w:rsidR="3D6E1C5D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zugeschnittene </w:t>
      </w:r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Riedel-Lösung, mit der Offizielle, Trainer und Produktionsteams während der NBA-Spiele im ESPN Wide World </w:t>
      </w:r>
      <w:proofErr w:type="spellStart"/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of</w:t>
      </w:r>
      <w:proofErr w:type="spellEnd"/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Sports </w:t>
      </w:r>
      <w:proofErr w:type="spellStart"/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Complex</w:t>
      </w:r>
      <w:proofErr w:type="spellEnd"/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sicher kommunizieren können.</w:t>
      </w:r>
    </w:p>
    <w:p w:rsidR="00930895" w:rsidP="00930895" w:rsidRDefault="00930895" w14:paraId="6A05A809" w14:textId="77777777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w:rsidR="00930895" w:rsidP="1B8A9C2F" w:rsidRDefault="00E421CA" w14:paraId="44E0956E" w14:textId="6A083D32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 w:eastAsia="de-DE"/>
        </w:rPr>
      </w:pPr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„</w:t>
      </w:r>
      <w:r w:rsidRPr="51581C75" w:rsidR="3A98EF68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Bei diesem äußerst komplexen </w:t>
      </w:r>
      <w:r w:rsidRPr="51581C75" w:rsidR="70DB2190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und anspruchsvollen </w:t>
      </w:r>
      <w:r w:rsidRPr="51581C75" w:rsidR="3A98EF68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Setup</w:t>
      </w:r>
      <w:r w:rsidRPr="51581C75" w:rsidR="1AB8D5C9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für die NAB</w:t>
      </w:r>
      <w:r w:rsidRPr="51581C75" w:rsidR="3A98EF68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gab es für uns</w:t>
      </w:r>
      <w:r w:rsidRPr="51581C75" w:rsidR="6DB35BF9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keine andere Option</w:t>
      </w:r>
      <w:r w:rsidRPr="51581C75" w:rsidR="4A008178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als ein Riedel-Backbone.</w:t>
      </w:r>
      <w:r w:rsidRPr="51581C75" w:rsidR="4DB4C78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I</w:t>
      </w:r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n Zusammenarbeit mit dem Riedel-Team </w:t>
      </w:r>
      <w:r w:rsidRPr="51581C75" w:rsidR="700FA1B0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ist es uns gelungen, </w:t>
      </w:r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eine wirklich elegante und integrierte Lösung zu entwickeln, die </w:t>
      </w:r>
      <w:r w:rsidRPr="51581C75" w:rsidR="45E94FB9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glas</w:t>
      </w:r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klare Kommunikation ermöglicht und gleichzeitig sicherstellt, dass </w:t>
      </w:r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alle Beteiligten</w:t>
      </w:r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einen sicheren Abstand voneinander halten</w:t>
      </w:r>
      <w:r w:rsidRPr="51581C75" w:rsidR="00163A3D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“</w:t>
      </w:r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, </w:t>
      </w:r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so</w:t>
      </w:r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Vinny </w:t>
      </w:r>
      <w:proofErr w:type="spellStart"/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Siniscal</w:t>
      </w:r>
      <w:proofErr w:type="spellEnd"/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von </w:t>
      </w:r>
      <w:proofErr w:type="spellStart"/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Firehouse</w:t>
      </w:r>
      <w:proofErr w:type="spellEnd"/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</w:t>
      </w:r>
      <w:proofErr w:type="spellStart"/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Productions</w:t>
      </w:r>
      <w:proofErr w:type="spellEnd"/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. </w:t>
      </w:r>
      <w:r w:rsidRPr="51581C75" w:rsidR="00163A3D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„</w:t>
      </w:r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Dank der </w:t>
      </w:r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Möglichkeit, </w:t>
      </w:r>
      <w:r w:rsidRPr="51581C75" w:rsidR="00163A3D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kundenspezifische</w:t>
      </w:r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</w:t>
      </w:r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Logik</w:t>
      </w:r>
      <w:r w:rsidRPr="51581C75" w:rsidR="00163A3D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funktionen</w:t>
      </w:r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</w:t>
      </w:r>
      <w:r w:rsidRPr="51581C75" w:rsidR="69D6343C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ins Artist-Netzwerk zu programmieren</w:t>
      </w:r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, </w:t>
      </w:r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konnten wir zusätzliche</w:t>
      </w:r>
      <w:r w:rsidRPr="51581C75" w:rsidR="0093089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Redundanz einbauen und eine effektive Überwachung des gesamten Intercom-Ökosystems gewährleisten.</w:t>
      </w:r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Genau solche Features machen </w:t>
      </w:r>
      <w:r w:rsidRPr="51581C75" w:rsidR="0DB7A83A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oft </w:t>
      </w:r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bei Großveranstaltungen den Unterschied.</w:t>
      </w:r>
      <w:r w:rsidRPr="51581C75" w:rsidR="00163A3D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“</w:t>
      </w:r>
    </w:p>
    <w:p w:rsidR="00E421CA" w:rsidP="1B8A9C2F" w:rsidRDefault="00E421CA" w14:paraId="5A39BBE3" w14:textId="77777777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 w:eastAsia="de-DE"/>
        </w:rPr>
      </w:pPr>
    </w:p>
    <w:p w:rsidR="00163A3D" w:rsidP="29463453" w:rsidRDefault="072A4921" w14:paraId="2B5E79B4" w14:textId="169EEA50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 w:eastAsia="de-DE"/>
        </w:rPr>
      </w:pPr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Das Setup von </w:t>
      </w:r>
      <w:proofErr w:type="spellStart"/>
      <w:r w:rsidRPr="51581C75" w:rsidR="00E421CA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Firehouse</w:t>
      </w:r>
      <w:proofErr w:type="spellEnd"/>
      <w:r w:rsidRPr="51581C75" w:rsidR="00E421CA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</w:t>
      </w:r>
      <w:proofErr w:type="spellStart"/>
      <w:r w:rsidRPr="51581C75" w:rsidR="00E421CA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Productions</w:t>
      </w:r>
      <w:proofErr w:type="spellEnd"/>
      <w:r w:rsidRPr="51581C75" w:rsidR="00E421CA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besteht aus 12 Riedel Artist Intercom Nodes, die fast 500 aktive Ports für 113 Master Panels, 57 Performer Beltpacks, 116 Bolero Beltpacks und 186 analoge 4-Draht-Verbindungen zu sechs Ü-Wagen vor Ort b</w:t>
      </w:r>
      <w:r w:rsidRPr="51581C75" w:rsidR="4222F8BC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ereitstellen</w:t>
      </w:r>
      <w:r w:rsidRPr="51581C75" w:rsidR="00E421CA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.</w:t>
      </w:r>
      <w:r w:rsidRPr="51581C75" w:rsidR="3AA660D1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</w:t>
      </w:r>
    </w:p>
    <w:p w:rsidR="00163A3D" w:rsidP="29463453" w:rsidRDefault="00163A3D" w14:paraId="1DFE287C" w14:textId="36CCF8AD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 w:eastAsia="de-DE"/>
        </w:rPr>
      </w:pPr>
    </w:p>
    <w:p w:rsidR="00163A3D" w:rsidP="29463453" w:rsidRDefault="00163A3D" w14:paraId="692A0973" w14:textId="59076C6B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 w:eastAsia="de-DE"/>
        </w:rPr>
      </w:pPr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Das Bolero-</w:t>
      </w:r>
      <w:r w:rsidRPr="51581C75" w:rsidR="6875069C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Netzwerk</w:t>
      </w:r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, das auf zwei redundanten Hub-</w:t>
      </w:r>
      <w:proofErr w:type="spellStart"/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and</w:t>
      </w:r>
      <w:proofErr w:type="spellEnd"/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-</w:t>
      </w:r>
      <w:proofErr w:type="spellStart"/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Spoke</w:t>
      </w:r>
      <w:proofErr w:type="spellEnd"/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-Netzwerken mit </w:t>
      </w:r>
      <w:proofErr w:type="spellStart"/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Luminex</w:t>
      </w:r>
      <w:proofErr w:type="spellEnd"/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-Switches basiert, bietet bis zu 128 Multicast-</w:t>
      </w:r>
      <w:proofErr w:type="spellStart"/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Flows</w:t>
      </w:r>
      <w:proofErr w:type="spellEnd"/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</w:t>
      </w:r>
      <w:r w:rsidRPr="51581C75" w:rsidR="7F6FAB91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sowie</w:t>
      </w:r>
      <w:r w:rsidRPr="51581C75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Raum für Erweiterungen, wenn mehr Beltpacks benötigt werden. </w:t>
      </w:r>
      <w:r w:rsidRPr="51581C75" w:rsidR="764B8A6B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Denn m</w:t>
      </w:r>
      <w:r w:rsidRPr="51581C75" w:rsidR="0077607F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it Bolero kommunizieren nicht nur </w:t>
      </w:r>
      <w:r w:rsidRPr="51581C75" w:rsidR="0077607F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lastRenderedPageBreak/>
        <w:t xml:space="preserve">Produktionsteams – auch Trainer und Funktionäre können sich mit </w:t>
      </w:r>
      <w:proofErr w:type="spellStart"/>
      <w:r w:rsidRPr="51581C75" w:rsidR="2629295A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Scorern</w:t>
      </w:r>
      <w:proofErr w:type="spellEnd"/>
      <w:r w:rsidRPr="51581C75" w:rsidR="2629295A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</w:t>
      </w:r>
      <w:r w:rsidRPr="51581C75" w:rsidR="0077607F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und anderem Spielpersonal unterhalten, d</w:t>
      </w:r>
      <w:r w:rsidRPr="51581C75" w:rsidR="05BAAAF2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as </w:t>
      </w:r>
      <w:r w:rsidRPr="51581C75" w:rsidR="0077607F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nun hinter Plexiglasschirmen am Spielfeldrand abg</w:t>
      </w:r>
      <w:r w:rsidRPr="51581C75" w:rsidR="2C5CDCD2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eschirmt</w:t>
      </w:r>
      <w:r w:rsidRPr="51581C75" w:rsidR="0077607F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</w:t>
      </w:r>
      <w:r w:rsidRPr="51581C75" w:rsidR="443AA8C6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ist</w:t>
      </w:r>
      <w:r w:rsidRPr="51581C75" w:rsidR="0077607F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. </w:t>
      </w:r>
    </w:p>
    <w:p w:rsidR="00163A3D" w:rsidP="00CA7E22" w:rsidRDefault="00163A3D" w14:paraId="72A3D3EC" w14:textId="77777777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w:rsidRPr="0077607F" w:rsidR="00163A3D" w:rsidP="241C7FE2" w:rsidRDefault="00163A3D" w14:paraId="0E27B00A" w14:textId="08CDA846">
      <w:pPr>
        <w:pStyle w:val="Standard"/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 w:eastAsia="de-DE"/>
        </w:rPr>
      </w:pPr>
      <w:r w:rsidRPr="241C7FE2" w:rsidR="00163A3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„</w:t>
      </w:r>
      <w:r w:rsidRPr="241C7FE2" w:rsidR="5D9DD39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D</w:t>
      </w:r>
      <w:r w:rsidRPr="241C7FE2" w:rsidR="4142388C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ie Installation </w:t>
      </w:r>
      <w:r w:rsidRPr="241C7FE2" w:rsidR="5D9DD39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in der</w:t>
      </w:r>
      <w:r w:rsidRPr="241C7FE2" w:rsidR="0077607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NBA Bubble verdeutlicht, dass es sich immer lohnt, </w:t>
      </w:r>
      <w:r w:rsidRPr="241C7FE2" w:rsidR="2492C0D2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tradierte Denkmuster aufzubrechen</w:t>
      </w:r>
      <w:r w:rsidRPr="241C7FE2" w:rsidR="0077607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. W</w:t>
      </w:r>
      <w:r w:rsidRPr="241C7FE2" w:rsidR="46A53AFE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ir freuen uns sehr</w:t>
      </w:r>
      <w:r w:rsidRPr="241C7FE2" w:rsidR="0077607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, dass Riedel eine so wichtige Rolle bei der Wiederaufnahme einer der beliebtesten Sportarten der Welt spielen konnte", s</w:t>
      </w:r>
      <w:r w:rsidRPr="241C7FE2" w:rsidR="53EB001C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o </w:t>
      </w:r>
      <w:r w:rsidRPr="241C7FE2" w:rsidR="0077607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Joyce Bente, </w:t>
      </w:r>
      <w:proofErr w:type="spellStart"/>
      <w:r w:rsidRPr="241C7FE2" w:rsidR="0077607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President</w:t>
      </w:r>
      <w:proofErr w:type="spellEnd"/>
      <w:r w:rsidRPr="241C7FE2" w:rsidR="0077607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und CEO von Riedel North </w:t>
      </w:r>
      <w:proofErr w:type="spellStart"/>
      <w:r w:rsidRPr="241C7FE2" w:rsidR="0077607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America</w:t>
      </w:r>
      <w:proofErr w:type="spellEnd"/>
      <w:r w:rsidRPr="241C7FE2" w:rsidR="0077607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. </w:t>
      </w:r>
      <w:r w:rsidRPr="241C7FE2" w:rsidR="72ED914E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„</w:t>
      </w:r>
      <w:r w:rsidRPr="241C7FE2" w:rsidR="0077607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Einmal mehr hat unsere Partnerschaft mit </w:t>
      </w:r>
      <w:proofErr w:type="spellStart"/>
      <w:r w:rsidRPr="241C7FE2" w:rsidR="0077607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Firehouse</w:t>
      </w:r>
      <w:proofErr w:type="spellEnd"/>
      <w:r w:rsidRPr="241C7FE2" w:rsidR="0077607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</w:t>
      </w:r>
      <w:proofErr w:type="spellStart"/>
      <w:r w:rsidRPr="241C7FE2" w:rsidR="0077607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Productions</w:t>
      </w:r>
      <w:proofErr w:type="spellEnd"/>
      <w:r w:rsidRPr="241C7FE2" w:rsidR="0077607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für einen reibungslosen und höchst </w:t>
      </w:r>
      <w:r w:rsidRPr="241C7FE2" w:rsidR="716404BC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raffinierten </w:t>
      </w:r>
      <w:r w:rsidRPr="241C7FE2" w:rsidR="0077607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Einsatz</w:t>
      </w:r>
      <w:r w:rsidRPr="241C7FE2" w:rsidR="31905B4B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 xml:space="preserve"> </w:t>
      </w:r>
      <w:r w:rsidRPr="241C7FE2" w:rsidR="0077607F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gesorgt</w:t>
      </w:r>
      <w:r w:rsidRPr="241C7FE2" w:rsidR="00163A3D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.</w:t>
      </w:r>
      <w:r w:rsidRPr="241C7FE2" w:rsidR="62E2C11E">
        <w:rPr>
          <w:rFonts w:ascii="Arial" w:hAnsi="Arial" w:cs="Arial"/>
          <w:color w:val="000000" w:themeColor="text1" w:themeTint="FF" w:themeShade="FF"/>
          <w:sz w:val="22"/>
          <w:szCs w:val="22"/>
          <w:lang w:val="de-DE" w:eastAsia="de-DE"/>
        </w:rPr>
        <w:t>”</w:t>
      </w:r>
    </w:p>
    <w:p w:rsidR="29463453" w:rsidP="29463453" w:rsidRDefault="29463453" w14:paraId="0108C2E9" w14:textId="7BD91E5C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 w:eastAsia="de-DE"/>
        </w:rPr>
      </w:pPr>
    </w:p>
    <w:p w:rsidRPr="00EB0198" w:rsidR="003302A6" w:rsidP="003302A6" w:rsidRDefault="003302A6" w14:paraId="122161D6" w14:textId="77777777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EB0198">
        <w:rPr>
          <w:rFonts w:cs="Arial"/>
          <w:sz w:val="22"/>
          <w:szCs w:val="22"/>
        </w:rPr>
        <w:t># # #</w:t>
      </w:r>
    </w:p>
    <w:p w:rsidRPr="00EB0198" w:rsidR="00A81401" w:rsidP="00D52375" w:rsidRDefault="00A81401" w14:paraId="60061E4C" w14:textId="77777777">
      <w:pPr>
        <w:rPr>
          <w:rFonts w:ascii="Arial" w:hAnsi="Arial" w:cs="Arial"/>
          <w:b/>
          <w:bCs/>
          <w:sz w:val="20"/>
          <w:szCs w:val="22"/>
        </w:rPr>
      </w:pPr>
    </w:p>
    <w:p w:rsidRPr="00000B42" w:rsidR="00D52375" w:rsidP="00D52375" w:rsidRDefault="00D52375" w14:paraId="3256D6DB" w14:textId="77777777">
      <w:pPr>
        <w:rPr>
          <w:rFonts w:ascii="Arial" w:hAnsi="Arial" w:cs="Arial"/>
          <w:sz w:val="20"/>
          <w:szCs w:val="22"/>
        </w:rPr>
      </w:pPr>
      <w:proofErr w:type="spellStart"/>
      <w:r w:rsidRPr="00000B42">
        <w:rPr>
          <w:rFonts w:ascii="Arial" w:hAnsi="Arial" w:cs="Arial"/>
          <w:b/>
          <w:bCs/>
          <w:sz w:val="20"/>
          <w:szCs w:val="22"/>
        </w:rPr>
        <w:t>Über</w:t>
      </w:r>
      <w:proofErr w:type="spellEnd"/>
      <w:r w:rsidRPr="00000B42">
        <w:rPr>
          <w:rFonts w:ascii="Arial" w:hAnsi="Arial" w:cs="Arial"/>
          <w:b/>
          <w:bCs/>
          <w:sz w:val="20"/>
          <w:szCs w:val="22"/>
        </w:rPr>
        <w:t xml:space="preserve"> Riedel Communications</w:t>
      </w:r>
    </w:p>
    <w:p w:rsidR="00D52375" w:rsidP="00D52375" w:rsidRDefault="00D52375" w14:paraId="22824F3A" w14:textId="77777777">
      <w:pPr>
        <w:rPr>
          <w:rFonts w:ascii="Arial" w:hAnsi="Arial" w:cs="Arial"/>
          <w:sz w:val="20"/>
          <w:szCs w:val="20"/>
          <w:lang w:val="de-DE"/>
        </w:rPr>
      </w:pPr>
      <w:r w:rsidRPr="00000B42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39163E">
        <w:rPr>
          <w:rFonts w:ascii="Arial" w:hAnsi="Arial" w:cs="Arial"/>
          <w:sz w:val="20"/>
          <w:szCs w:val="20"/>
          <w:lang w:val="de-DE"/>
        </w:rPr>
        <w:t xml:space="preserve">KG entwickelt, fertigt, und vertreibt innovative Echtzeit-Netzwerke für Video, Audio, Daten, und Kommunikation für zahlreiche Anwendungen in den Bereichen Rundfunk, Pro Audio, Event, Sport, Theater, Sicherheit und Industrie. </w:t>
      </w:r>
      <w:r w:rsidRPr="001F6419">
        <w:rPr>
          <w:rFonts w:ascii="Arial" w:hAnsi="Arial" w:cs="Arial"/>
          <w:sz w:val="20"/>
          <w:szCs w:val="20"/>
          <w:lang w:val="de-DE"/>
        </w:rPr>
        <w:t>1987 gegründet, beschäftigt die Riedel-Gruppe mit Ha</w:t>
      </w:r>
      <w:r>
        <w:rPr>
          <w:rFonts w:ascii="Arial" w:hAnsi="Arial" w:cs="Arial"/>
          <w:sz w:val="20"/>
          <w:szCs w:val="20"/>
          <w:lang w:val="de-DE"/>
        </w:rPr>
        <w:t xml:space="preserve">uptsitz in Wuppertal heute an </w:t>
      </w:r>
      <w:r w:rsidR="00C011BA">
        <w:rPr>
          <w:rFonts w:ascii="Arial" w:hAnsi="Arial" w:cs="Arial"/>
          <w:sz w:val="20"/>
          <w:szCs w:val="20"/>
          <w:lang w:val="de-DE"/>
        </w:rPr>
        <w:t>2</w:t>
      </w:r>
      <w:r w:rsidR="00FF6477">
        <w:rPr>
          <w:rFonts w:ascii="Arial" w:hAnsi="Arial" w:cs="Arial"/>
          <w:sz w:val="20"/>
          <w:szCs w:val="20"/>
          <w:lang w:val="de-DE"/>
        </w:rPr>
        <w:t>5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FF6477">
        <w:rPr>
          <w:rFonts w:ascii="Arial" w:hAnsi="Arial" w:cs="Arial"/>
          <w:sz w:val="20"/>
          <w:szCs w:val="20"/>
          <w:lang w:val="de-DE"/>
        </w:rPr>
        <w:t>7</w:t>
      </w:r>
      <w:r w:rsidR="00366A18">
        <w:rPr>
          <w:rFonts w:ascii="Arial" w:hAnsi="Arial" w:cs="Arial"/>
          <w:sz w:val="20"/>
          <w:szCs w:val="20"/>
          <w:lang w:val="de-DE"/>
        </w:rPr>
        <w:t>00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:rsidRPr="004B0A4E" w:rsidR="00AB0E3B" w:rsidP="000E6443" w:rsidRDefault="00D52375" w14:paraId="6A30C954" w14:textId="77777777">
      <w:pPr>
        <w:rPr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w:history="1" r:id="rId22">
        <w:r w:rsidRPr="00A40C14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sectPr w:rsidRPr="004B0A4E" w:rsidR="00AB0E3B" w:rsidSect="0045559E">
      <w:footerReference w:type="default" r:id="rId23"/>
      <w:headerReference w:type="first" r:id="rId24"/>
      <w:footerReference w:type="first" r:id="rId25"/>
      <w:pgSz w:w="11900" w:h="16840" w:orient="portrait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7BB" w:rsidRDefault="007767BB" w14:paraId="3365E4F8" w14:textId="77777777">
      <w:r>
        <w:separator/>
      </w:r>
    </w:p>
  </w:endnote>
  <w:endnote w:type="continuationSeparator" w:id="0">
    <w:p w:rsidR="007767BB" w:rsidRDefault="007767BB" w14:paraId="189AA39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832CBA" w:rsidR="00B75422" w:rsidP="00746EC0" w:rsidRDefault="00B75422" w14:paraId="380B7F4F" w14:textId="77777777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832CBA" w:rsidR="00B75422" w:rsidP="00746EC0" w:rsidRDefault="00B75422" w14:paraId="1B31647D" w14:textId="77777777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7BB" w:rsidRDefault="007767BB" w14:paraId="3BFE7D17" w14:textId="77777777">
      <w:r>
        <w:separator/>
      </w:r>
    </w:p>
  </w:footnote>
  <w:footnote w:type="continuationSeparator" w:id="0">
    <w:p w:rsidR="007767BB" w:rsidRDefault="007767BB" w14:paraId="1B58713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p14">
  <w:p w:rsidR="00B75422" w:rsidP="00746EC0" w:rsidRDefault="00B75422" w14:paraId="72BCAE68" w14:textId="77777777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4854F2" wp14:editId="220AC1BD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832CBA" w:rsidR="00B75422" w:rsidRDefault="00B75422" w14:paraId="65CFC5E8" w14:textId="77777777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pic="http://schemas.openxmlformats.org/drawingml/2006/picture" xmlns:a14="http://schemas.microsoft.com/office/drawing/2010/main" xmlns:a="http://schemas.openxmlformats.org/drawingml/2006/main">
          <w:pict w14:anchorId="29F7472D">
            <v:shapetype id="_x0000_t202" coordsize="21600,21600" o:spt="202" path="m,l,21600r21600,l21600,xe" w14:anchorId="054854F2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">
              <v:textbox inset=",7.2pt,,7.2pt">
                <w:txbxContent>
                  <w:p w:rsidRPr="00832CBA" w:rsidR="00B75422" w:rsidRDefault="00B75422" w14:paraId="3E81EC2D" wp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76AB7086" wp14:editId="5FECE721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EA97616" wp14:editId="42AC3670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pic="http://schemas.openxmlformats.org/drawingml/2006/picture" xmlns:a14="http://schemas.microsoft.com/office/drawing/2010/main" xmlns:a="http://schemas.openxmlformats.org/drawingml/2006/main">
          <w:pict w14:anchorId="54CAB0E5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1189B12D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>
              <o:lock v:ext="edit" aspectratio="t"/>
              <w10:wrap type="tight"/>
            </v:rect>
          </w:pict>
        </mc:Fallback>
      </mc:AlternateContent>
    </w:r>
    <w:r w:rsidR="241C7FE2">
      <w:rPr/>
      <w:t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hint="default" w:ascii="Helvetica" w:hAnsi="Helvetica" w:eastAsia="Times New Roman" w:cs="Helvetica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64"/>
  <w:hideSpellingErrors/>
  <w:hideGrammaticalErrors/>
  <w:activeWritingStyle w:lang="en-US" w:vendorID="64" w:dllVersion="6" w:nlCheck="1" w:checkStyle="1" w:appName="MSWord"/>
  <w:activeWritingStyle w:lang="de-DE" w:vendorID="64" w:dllVersion="6" w:nlCheck="1" w:checkStyle="0" w:appName="MSWord"/>
  <w:activeWritingStyle w:lang="de-CH" w:vendorID="64" w:dllVersion="6" w:nlCheck="1" w:checkStyle="0" w:appName="MSWord"/>
  <w:activeWritingStyle w:lang="de-DE" w:vendorID="64" w:dllVersion="0" w:nlCheck="1" w:checkStyle="0" w:appName="MSWord"/>
  <w:activeWritingStyle w:lang="en-US" w:vendorID="64" w:dllVersion="0" w:nlCheck="1" w:checkStyle="0" w:appName="MSWord"/>
  <w:activeWritingStyle w:lang="de-DE" w:vendorID="64" w:dllVersion="4096" w:nlCheck="1" w:checkStyle="0" w:appName="MSWord"/>
  <w:activeWritingStyle w:lang="en-US" w:vendorID="64" w:dllVersion="4096" w:nlCheck="1" w:checkStyle="0" w:appName="MSWord"/>
  <w:attachedTemplate r:id="rId1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895"/>
    <w:rsid w:val="000005E2"/>
    <w:rsid w:val="00000B42"/>
    <w:rsid w:val="00000D9E"/>
    <w:rsid w:val="000022B4"/>
    <w:rsid w:val="00003A71"/>
    <w:rsid w:val="0000577E"/>
    <w:rsid w:val="000071C1"/>
    <w:rsid w:val="000108B9"/>
    <w:rsid w:val="000134E2"/>
    <w:rsid w:val="00014BC4"/>
    <w:rsid w:val="00017515"/>
    <w:rsid w:val="00020F9C"/>
    <w:rsid w:val="000256C0"/>
    <w:rsid w:val="00032D98"/>
    <w:rsid w:val="00033B5B"/>
    <w:rsid w:val="00035675"/>
    <w:rsid w:val="00035FEA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519B"/>
    <w:rsid w:val="000963E1"/>
    <w:rsid w:val="00096F74"/>
    <w:rsid w:val="0009724A"/>
    <w:rsid w:val="000A1BD4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31D0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913"/>
    <w:rsid w:val="00153BFF"/>
    <w:rsid w:val="00154039"/>
    <w:rsid w:val="00156D88"/>
    <w:rsid w:val="00156DE6"/>
    <w:rsid w:val="0015743C"/>
    <w:rsid w:val="00157981"/>
    <w:rsid w:val="00163270"/>
    <w:rsid w:val="00163A3D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A3F"/>
    <w:rsid w:val="002513B0"/>
    <w:rsid w:val="002546AC"/>
    <w:rsid w:val="00255094"/>
    <w:rsid w:val="0025540B"/>
    <w:rsid w:val="00256D9E"/>
    <w:rsid w:val="0025704F"/>
    <w:rsid w:val="00257A39"/>
    <w:rsid w:val="00260FEA"/>
    <w:rsid w:val="0026199F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79B"/>
    <w:rsid w:val="002A5E49"/>
    <w:rsid w:val="002A66CC"/>
    <w:rsid w:val="002A7682"/>
    <w:rsid w:val="002A7BD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51004"/>
    <w:rsid w:val="00352581"/>
    <w:rsid w:val="00353F52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3415"/>
    <w:rsid w:val="0038622E"/>
    <w:rsid w:val="00386569"/>
    <w:rsid w:val="00387435"/>
    <w:rsid w:val="0039051B"/>
    <w:rsid w:val="00390BFC"/>
    <w:rsid w:val="0039163E"/>
    <w:rsid w:val="00391E3E"/>
    <w:rsid w:val="003928F0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C03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2F0D"/>
    <w:rsid w:val="00423191"/>
    <w:rsid w:val="0042393C"/>
    <w:rsid w:val="00424442"/>
    <w:rsid w:val="004323E7"/>
    <w:rsid w:val="00433214"/>
    <w:rsid w:val="004370EB"/>
    <w:rsid w:val="00443CC3"/>
    <w:rsid w:val="0044524B"/>
    <w:rsid w:val="00445A5C"/>
    <w:rsid w:val="00452D12"/>
    <w:rsid w:val="0045392E"/>
    <w:rsid w:val="00454DE4"/>
    <w:rsid w:val="00455112"/>
    <w:rsid w:val="0045559E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AEF"/>
    <w:rsid w:val="00547A2A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7DD4"/>
    <w:rsid w:val="00591987"/>
    <w:rsid w:val="005933E9"/>
    <w:rsid w:val="005937CB"/>
    <w:rsid w:val="0059695D"/>
    <w:rsid w:val="00596AFF"/>
    <w:rsid w:val="00596B6E"/>
    <w:rsid w:val="00597B75"/>
    <w:rsid w:val="005996DE"/>
    <w:rsid w:val="005A369C"/>
    <w:rsid w:val="005B0CF5"/>
    <w:rsid w:val="005B1C18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4184"/>
    <w:rsid w:val="005E4ADE"/>
    <w:rsid w:val="005E738F"/>
    <w:rsid w:val="005E7900"/>
    <w:rsid w:val="005F1C32"/>
    <w:rsid w:val="005F262E"/>
    <w:rsid w:val="005F4164"/>
    <w:rsid w:val="005F51CB"/>
    <w:rsid w:val="006020CC"/>
    <w:rsid w:val="0060279C"/>
    <w:rsid w:val="00603094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729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4DCC"/>
    <w:rsid w:val="00775FE5"/>
    <w:rsid w:val="0077607F"/>
    <w:rsid w:val="007767BB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82A"/>
    <w:rsid w:val="007E7827"/>
    <w:rsid w:val="007F2591"/>
    <w:rsid w:val="007F384E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1286"/>
    <w:rsid w:val="008822F0"/>
    <w:rsid w:val="00884DEA"/>
    <w:rsid w:val="00894C86"/>
    <w:rsid w:val="00895664"/>
    <w:rsid w:val="008968C3"/>
    <w:rsid w:val="00897A90"/>
    <w:rsid w:val="008A202E"/>
    <w:rsid w:val="008A2AC6"/>
    <w:rsid w:val="008A65AF"/>
    <w:rsid w:val="008B09E9"/>
    <w:rsid w:val="008B2D91"/>
    <w:rsid w:val="008B3BA8"/>
    <w:rsid w:val="008B7A83"/>
    <w:rsid w:val="008C02DD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0895"/>
    <w:rsid w:val="009341E6"/>
    <w:rsid w:val="00936A2F"/>
    <w:rsid w:val="00937CD3"/>
    <w:rsid w:val="00937F39"/>
    <w:rsid w:val="00942CB1"/>
    <w:rsid w:val="00942D2E"/>
    <w:rsid w:val="00943503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31BF"/>
    <w:rsid w:val="009738B4"/>
    <w:rsid w:val="0097549F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5F6D"/>
    <w:rsid w:val="009B7F9D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62FF"/>
    <w:rsid w:val="009F0DBA"/>
    <w:rsid w:val="009F11BF"/>
    <w:rsid w:val="009F20AB"/>
    <w:rsid w:val="009F4D18"/>
    <w:rsid w:val="009F5984"/>
    <w:rsid w:val="009F635F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641"/>
    <w:rsid w:val="00A25658"/>
    <w:rsid w:val="00A2694E"/>
    <w:rsid w:val="00A3117F"/>
    <w:rsid w:val="00A3194D"/>
    <w:rsid w:val="00A35778"/>
    <w:rsid w:val="00A36A3F"/>
    <w:rsid w:val="00A408A3"/>
    <w:rsid w:val="00A40C14"/>
    <w:rsid w:val="00A42B87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81401"/>
    <w:rsid w:val="00A86C6E"/>
    <w:rsid w:val="00A90A5F"/>
    <w:rsid w:val="00A90C19"/>
    <w:rsid w:val="00A91BEA"/>
    <w:rsid w:val="00A921ED"/>
    <w:rsid w:val="00A936E2"/>
    <w:rsid w:val="00A945E1"/>
    <w:rsid w:val="00A96706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4625"/>
    <w:rsid w:val="00AE05F2"/>
    <w:rsid w:val="00AE2259"/>
    <w:rsid w:val="00AE6047"/>
    <w:rsid w:val="00AF391D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61C8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20188"/>
    <w:rsid w:val="00C21ED4"/>
    <w:rsid w:val="00C249AB"/>
    <w:rsid w:val="00C25771"/>
    <w:rsid w:val="00C305C1"/>
    <w:rsid w:val="00C307BB"/>
    <w:rsid w:val="00C3469C"/>
    <w:rsid w:val="00C353B6"/>
    <w:rsid w:val="00C35D49"/>
    <w:rsid w:val="00C373A2"/>
    <w:rsid w:val="00C45C1E"/>
    <w:rsid w:val="00C46526"/>
    <w:rsid w:val="00C53017"/>
    <w:rsid w:val="00C55276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42EC8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E3E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7439"/>
    <w:rsid w:val="00DC7F12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1C90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21CA"/>
    <w:rsid w:val="00E43682"/>
    <w:rsid w:val="00E45881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723F5"/>
    <w:rsid w:val="00E742E0"/>
    <w:rsid w:val="00E75A6B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0198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6477"/>
    <w:rsid w:val="00FF7ADB"/>
    <w:rsid w:val="041ECE10"/>
    <w:rsid w:val="05BAAAF2"/>
    <w:rsid w:val="06B151E4"/>
    <w:rsid w:val="072A4921"/>
    <w:rsid w:val="085E0081"/>
    <w:rsid w:val="0BC07171"/>
    <w:rsid w:val="0C592019"/>
    <w:rsid w:val="0CB23011"/>
    <w:rsid w:val="0DB7A83A"/>
    <w:rsid w:val="154F6AC8"/>
    <w:rsid w:val="16E89CAB"/>
    <w:rsid w:val="1AB8D5C9"/>
    <w:rsid w:val="1B8A9C2F"/>
    <w:rsid w:val="1C72ADA0"/>
    <w:rsid w:val="1D43691F"/>
    <w:rsid w:val="1FBA0F3A"/>
    <w:rsid w:val="206BC153"/>
    <w:rsid w:val="21269830"/>
    <w:rsid w:val="241C7FE2"/>
    <w:rsid w:val="2492C0D2"/>
    <w:rsid w:val="24C08BD8"/>
    <w:rsid w:val="25FA551D"/>
    <w:rsid w:val="2629295A"/>
    <w:rsid w:val="27A12741"/>
    <w:rsid w:val="281DD509"/>
    <w:rsid w:val="293C6BA8"/>
    <w:rsid w:val="29463453"/>
    <w:rsid w:val="2ABCB508"/>
    <w:rsid w:val="2C3935D7"/>
    <w:rsid w:val="2C5CDCD2"/>
    <w:rsid w:val="2DA68A0F"/>
    <w:rsid w:val="30F114EC"/>
    <w:rsid w:val="31905B4B"/>
    <w:rsid w:val="348A53C0"/>
    <w:rsid w:val="34BC0D17"/>
    <w:rsid w:val="37F0D2CB"/>
    <w:rsid w:val="38650509"/>
    <w:rsid w:val="3897075B"/>
    <w:rsid w:val="38EAA22A"/>
    <w:rsid w:val="3A98EF68"/>
    <w:rsid w:val="3AA660D1"/>
    <w:rsid w:val="3B855C32"/>
    <w:rsid w:val="3D404CFE"/>
    <w:rsid w:val="3D6E1C5D"/>
    <w:rsid w:val="3E6F01D5"/>
    <w:rsid w:val="402700EB"/>
    <w:rsid w:val="4074D23C"/>
    <w:rsid w:val="4142388C"/>
    <w:rsid w:val="4222F8BC"/>
    <w:rsid w:val="4409C302"/>
    <w:rsid w:val="443AA8C6"/>
    <w:rsid w:val="45E94FB9"/>
    <w:rsid w:val="46A53AFE"/>
    <w:rsid w:val="47347148"/>
    <w:rsid w:val="4A008178"/>
    <w:rsid w:val="4A46031A"/>
    <w:rsid w:val="4B596894"/>
    <w:rsid w:val="4DB4C785"/>
    <w:rsid w:val="4DC417B4"/>
    <w:rsid w:val="4F20AD4C"/>
    <w:rsid w:val="503772F2"/>
    <w:rsid w:val="5126754B"/>
    <w:rsid w:val="51581C75"/>
    <w:rsid w:val="53A28490"/>
    <w:rsid w:val="53EB001C"/>
    <w:rsid w:val="53EF2952"/>
    <w:rsid w:val="54E2742D"/>
    <w:rsid w:val="5786AC88"/>
    <w:rsid w:val="5BD90063"/>
    <w:rsid w:val="5BDEB940"/>
    <w:rsid w:val="5CC0E809"/>
    <w:rsid w:val="5CDF1DC3"/>
    <w:rsid w:val="5D4BFF38"/>
    <w:rsid w:val="5D9DD39F"/>
    <w:rsid w:val="5FDFCC8A"/>
    <w:rsid w:val="62E2C11E"/>
    <w:rsid w:val="633BBD2C"/>
    <w:rsid w:val="6875069C"/>
    <w:rsid w:val="69D6343C"/>
    <w:rsid w:val="6B5E4A56"/>
    <w:rsid w:val="6CE87F52"/>
    <w:rsid w:val="6DB35BF9"/>
    <w:rsid w:val="6F64DEB0"/>
    <w:rsid w:val="6F87AA10"/>
    <w:rsid w:val="700FA1B0"/>
    <w:rsid w:val="705B39AF"/>
    <w:rsid w:val="70DB2190"/>
    <w:rsid w:val="716404BC"/>
    <w:rsid w:val="72ED914E"/>
    <w:rsid w:val="733782AB"/>
    <w:rsid w:val="74158003"/>
    <w:rsid w:val="764B8A6B"/>
    <w:rsid w:val="76CC080F"/>
    <w:rsid w:val="79175B5A"/>
    <w:rsid w:val="7AC5629E"/>
    <w:rsid w:val="7B955820"/>
    <w:rsid w:val="7CFF527E"/>
    <w:rsid w:val="7D04CBAD"/>
    <w:rsid w:val="7F6FA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0441B4"/>
  <w15:docId w15:val="{3214A259-80A1-634E-AABE-40BED2EF98B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Standard" w:default="1">
    <w:name w:val="Normal"/>
    <w:qFormat/>
    <w:rsid w:val="00A73D4C"/>
    <w:rPr>
      <w:rFonts w:ascii="Times New Roman" w:hAnsi="Times New Roman" w:eastAsia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rsid w:val="00A73D4C"/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KopfzeileZchn" w:customStyle="1">
    <w:name w:val="Kopfzeile Zchn"/>
    <w:basedOn w:val="Absatz-Standardschriftart"/>
    <w:uiPriority w:val="99"/>
    <w:semiHidden/>
    <w:rsid w:val="00A73D4C"/>
    <w:rPr>
      <w:rFonts w:ascii="Times New Roman" w:hAnsi="Times New Roman" w:eastAsia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FuzeileZchn" w:customStyle="1">
    <w:name w:val="Fußzeile Zchn"/>
    <w:basedOn w:val="Absatz-Standardschriftart"/>
    <w:uiPriority w:val="99"/>
    <w:semiHidden/>
    <w:rsid w:val="00A73D4C"/>
    <w:rPr>
      <w:rFonts w:ascii="Times New Roman" w:hAnsi="Times New Roman" w:eastAsia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styleId="HTMLBody" w:customStyle="1">
    <w:name w:val="HTML Body"/>
    <w:rsid w:val="00A73D4C"/>
    <w:pPr>
      <w:autoSpaceDE w:val="0"/>
      <w:autoSpaceDN w:val="0"/>
      <w:adjustRightInd w:val="0"/>
    </w:pPr>
    <w:rPr>
      <w:rFonts w:ascii="Arial" w:hAnsi="Arial" w:eastAsia="Times New Roman" w:cs="Times New Roman"/>
      <w:sz w:val="20"/>
      <w:szCs w:val="20"/>
      <w:lang w:val="en-US"/>
    </w:rPr>
  </w:style>
  <w:style w:type="character" w:styleId="KopfzeileZchn1" w:customStyle="1">
    <w:name w:val="Kopfzeile Zchn1"/>
    <w:link w:val="Kopfzeile"/>
    <w:uiPriority w:val="99"/>
    <w:rsid w:val="00A73D4C"/>
    <w:rPr>
      <w:rFonts w:ascii="Times New Roman" w:hAnsi="Times New Roman" w:eastAsia="Times New Roman" w:cs="Times New Roman"/>
      <w:lang w:val="x-none" w:eastAsia="x-none"/>
    </w:rPr>
  </w:style>
  <w:style w:type="character" w:styleId="FuzeileZchn1" w:customStyle="1">
    <w:name w:val="Fußzeile Zchn1"/>
    <w:link w:val="Fuzeile"/>
    <w:rsid w:val="00A73D4C"/>
    <w:rPr>
      <w:rFonts w:ascii="Times New Roman" w:hAnsi="Times New Roman" w:eastAsia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styleId="HTMLVorformatiertZchn" w:customStyle="1">
    <w:name w:val="HTML Vorformatiert Zchn"/>
    <w:basedOn w:val="Absatz-Standardschriftart"/>
    <w:uiPriority w:val="99"/>
    <w:semiHidden/>
    <w:rsid w:val="00A73D4C"/>
    <w:rPr>
      <w:rFonts w:ascii="Courier" w:hAnsi="Courier" w:eastAsia="Times New Roman" w:cs="Times New Roman"/>
      <w:sz w:val="20"/>
      <w:szCs w:val="20"/>
      <w:lang w:val="en-US"/>
    </w:rPr>
  </w:style>
  <w:style w:type="character" w:styleId="HTMLVorformatiertZchn1" w:customStyle="1">
    <w:name w:val="HTML Vorformatiert Zchn1"/>
    <w:link w:val="HTMLVorformatiert"/>
    <w:uiPriority w:val="99"/>
    <w:rsid w:val="00A73D4C"/>
    <w:rPr>
      <w:rFonts w:ascii="Courier New" w:hAnsi="Courier New" w:eastAsia="Times New Roman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5937CB"/>
    <w:rPr>
      <w:rFonts w:ascii="Lucida Grande" w:hAnsi="Lucida Grande" w:eastAsia="Times New Roman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hAnsi="Times New Roman" w:eastAsia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C574CE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C574CE"/>
    <w:rPr>
      <w:rFonts w:ascii="Times New Roman" w:hAnsi="Times New Roman" w:eastAsia="Times New Roman" w:cs="Times New Roman"/>
      <w:b/>
      <w:bCs/>
      <w:sz w:val="20"/>
      <w:szCs w:val="20"/>
      <w:lang w:val="en-US"/>
    </w:rPr>
  </w:style>
  <w:style w:type="paragraph" w:styleId="Body" w:customStyle="1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eastAsia="Arial Unicode MS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yperlink" Target="https://www.youtube.com/c/RiedelNet" TargetMode="External" Id="rId13" /><Relationship Type="http://schemas.openxmlformats.org/officeDocument/2006/relationships/image" Target="media/image6.png" Id="rId18" /><Relationship Type="http://schemas.openxmlformats.org/officeDocument/2006/relationships/fontTable" Target="fontTable.xml" Id="rId26" /><Relationship Type="http://schemas.openxmlformats.org/officeDocument/2006/relationships/settings" Target="settings.xml" Id="rId3" /><Relationship Type="http://schemas.openxmlformats.org/officeDocument/2006/relationships/hyperlink" Target="mailto:press@riedel.net" TargetMode="External" Id="rId21" /><Relationship Type="http://schemas.openxmlformats.org/officeDocument/2006/relationships/hyperlink" Target="https://www.facebook.com/RiedelCommunicationsInternational" TargetMode="External" Id="rId7" /><Relationship Type="http://schemas.openxmlformats.org/officeDocument/2006/relationships/image" Target="media/image3.png" Id="rId12" /><Relationship Type="http://schemas.openxmlformats.org/officeDocument/2006/relationships/hyperlink" Target="http://instagram.com/riedelcommunications" TargetMode="External" Id="rId17" /><Relationship Type="http://schemas.openxmlformats.org/officeDocument/2006/relationships/footer" Target="footer2.xml" Id="rId25" /><Relationship Type="http://schemas.openxmlformats.org/officeDocument/2006/relationships/styles" Target="styles.xml" Id="rId2" /><Relationship Type="http://schemas.openxmlformats.org/officeDocument/2006/relationships/image" Target="media/image5.png" Id="rId16" /><Relationship Type="http://schemas.openxmlformats.org/officeDocument/2006/relationships/image" Target="media/image7.jpeg" Id="rId20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s://www.linkedin.com/company/549773" TargetMode="External" Id="rId11" /><Relationship Type="http://schemas.openxmlformats.org/officeDocument/2006/relationships/header" Target="header1.xml" Id="rId24" /><Relationship Type="http://schemas.openxmlformats.org/officeDocument/2006/relationships/footnotes" Target="footnotes.xml" Id="rId5" /><Relationship Type="http://schemas.openxmlformats.org/officeDocument/2006/relationships/hyperlink" Target="http://de.pinterest.com/RIEDELnet/" TargetMode="External" Id="rId15" /><Relationship Type="http://schemas.openxmlformats.org/officeDocument/2006/relationships/footer" Target="footer1.xml" Id="rId23" /><Relationship Type="http://schemas.openxmlformats.org/officeDocument/2006/relationships/image" Target="media/image2.png" Id="rId10" /><Relationship Type="http://schemas.openxmlformats.org/officeDocument/2006/relationships/hyperlink" Target="http://de.slideshare.net/RIEDELCommunications" TargetMode="External" Id="rId19" /><Relationship Type="http://schemas.openxmlformats.org/officeDocument/2006/relationships/webSettings" Target="webSettings.xml" Id="rId4" /><Relationship Type="http://schemas.openxmlformats.org/officeDocument/2006/relationships/hyperlink" Target="https://twitter.com/RIEDELnet" TargetMode="External" Id="rId9" /><Relationship Type="http://schemas.openxmlformats.org/officeDocument/2006/relationships/image" Target="media/image4.png" Id="rId14" /><Relationship Type="http://schemas.openxmlformats.org/officeDocument/2006/relationships/hyperlink" Target="http://www.riedel.net" TargetMode="External" Id="rId22" /><Relationship Type="http://schemas.openxmlformats.org/officeDocument/2006/relationships/theme" Target="theme/theme1.xml" Id="rId27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DE%202020-1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 PR DE 2020-1.dotx</ap:Template>
  <ap:Application>Microsoft Office Word</ap:Application>
  <ap:DocSecurity>0</ap:DocSecurity>
  <ap:ScaleCrop>false</ap:ScaleCrop>
  <ap:Company>Riedel Communications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Julian Bülhoff (Riedel)</dc:creator>
  <lastModifiedBy>Julian Bülhoff (Riedel)</lastModifiedBy>
  <revision>8</revision>
  <lastPrinted>2018-03-13T07:49:00.0000000Z</lastPrinted>
  <dcterms:created xsi:type="dcterms:W3CDTF">2020-09-16T11:16:00.0000000Z</dcterms:created>
  <dcterms:modified xsi:type="dcterms:W3CDTF">2020-09-17T08:23:40.0237641Z</dcterms:modified>
</coreProperties>
</file>