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12779" w14:textId="77777777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EAA8B64" wp14:editId="4FB25B03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085A5A36" wp14:editId="0D436E1C">
            <wp:extent cx="245745" cy="194945"/>
            <wp:effectExtent l="0" t="0" r="8255" b="8255"/>
            <wp:docPr id="9" name="Picture 3" descr="cid:21400107-5198-44A4-8380-39CFBA03629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6EE3ED41" wp14:editId="3911C296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962C496" wp14:editId="5D1CB55D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6688D4" wp14:editId="459BF0E7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0A759720" wp14:editId="5C336BDB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BBDAA78" wp14:editId="7641855F">
            <wp:extent cx="194945" cy="194945"/>
            <wp:effectExtent l="0" t="0" r="8255" b="8255"/>
            <wp:docPr id="8" name="Grafik 18" descr="Icons web 25px9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401DC" w14:textId="77777777" w:rsidR="00A73D4C" w:rsidRPr="0045559E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6D88118A" w14:textId="77777777" w:rsidR="00A73D4C" w:rsidRPr="004F3475" w:rsidRDefault="00A73D4C" w:rsidP="00A73D4C">
      <w:pPr>
        <w:pStyle w:val="Fuzeile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1815C9F4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</w:t>
      </w:r>
      <w:proofErr w:type="spellStart"/>
      <w:r w:rsidRPr="004F3475">
        <w:rPr>
          <w:rFonts w:ascii="Arial" w:hAnsi="Arial"/>
          <w:sz w:val="20"/>
          <w:szCs w:val="20"/>
        </w:rPr>
        <w:t>Güner</w:t>
      </w:r>
      <w:proofErr w:type="spellEnd"/>
      <w:r w:rsidRPr="004F3475">
        <w:rPr>
          <w:rFonts w:ascii="Arial" w:hAnsi="Arial"/>
          <w:sz w:val="20"/>
          <w:szCs w:val="20"/>
        </w:rPr>
        <w:t xml:space="preserve"> </w:t>
      </w:r>
    </w:p>
    <w:p w14:paraId="16F161FF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5492AA2" w14:textId="77777777" w:rsidR="00A73D4C" w:rsidRPr="00E57DF5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E57DF5">
        <w:rPr>
          <w:rFonts w:ascii="Arial" w:hAnsi="Arial" w:cs="Arial"/>
          <w:sz w:val="20"/>
          <w:szCs w:val="20"/>
          <w:lang w:val="de-DE"/>
        </w:rPr>
        <w:t>+</w:t>
      </w:r>
      <w:r w:rsidR="002A1CB2" w:rsidRPr="00E57DF5">
        <w:rPr>
          <w:sz w:val="20"/>
          <w:szCs w:val="20"/>
          <w:lang w:val="de-DE"/>
        </w:rPr>
        <w:t xml:space="preserve"> </w:t>
      </w:r>
      <w:r w:rsidR="002A1CB2" w:rsidRPr="00E57DF5">
        <w:rPr>
          <w:rFonts w:ascii="Arial" w:hAnsi="Arial"/>
          <w:sz w:val="20"/>
          <w:szCs w:val="20"/>
          <w:lang w:val="de-DE"/>
        </w:rPr>
        <w:t>49 (0) 174 339 24 48</w:t>
      </w:r>
    </w:p>
    <w:p w14:paraId="22F56F21" w14:textId="77777777" w:rsidR="00A73D4C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E57DF5">
        <w:rPr>
          <w:rFonts w:ascii="Arial" w:hAnsi="Arial" w:cs="Arial"/>
          <w:sz w:val="20"/>
          <w:szCs w:val="20"/>
          <w:lang w:val="de-DE"/>
        </w:rPr>
        <w:t>E</w:t>
      </w:r>
      <w:r w:rsidR="00284000" w:rsidRPr="00E57DF5">
        <w:rPr>
          <w:rFonts w:ascii="Arial" w:hAnsi="Arial" w:cs="Arial"/>
          <w:sz w:val="20"/>
          <w:szCs w:val="20"/>
          <w:lang w:val="de-DE"/>
        </w:rPr>
        <w:t>-Mail</w:t>
      </w:r>
      <w:r w:rsidRPr="00E57DF5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1" w:history="1">
        <w:r w:rsidR="00C011BA" w:rsidRPr="002E2294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3CB51C81" w14:textId="77777777" w:rsidR="00C011BA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017172B8" w14:textId="14CB2739" w:rsidR="00916453" w:rsidRPr="003773E0" w:rsidRDefault="00C011BA" w:rsidP="00C011BA">
      <w:pPr>
        <w:rPr>
          <w:rFonts w:ascii="Arial" w:hAnsi="Arial" w:cs="Arial"/>
          <w:b/>
          <w:sz w:val="20"/>
          <w:szCs w:val="20"/>
          <w:lang w:val="de-DE"/>
        </w:rPr>
      </w:pPr>
      <w:r w:rsidRPr="003773E0">
        <w:rPr>
          <w:rFonts w:ascii="Arial" w:hAnsi="Arial" w:cs="Arial"/>
          <w:b/>
          <w:sz w:val="20"/>
          <w:szCs w:val="20"/>
          <w:lang w:val="de-DE"/>
        </w:rPr>
        <w:t>Bildunterschrift:</w:t>
      </w:r>
      <w:r w:rsidR="00781300" w:rsidRPr="00781300">
        <w:rPr>
          <w:rFonts w:ascii="Arial" w:hAnsi="Arial" w:cs="Arial"/>
          <w:sz w:val="20"/>
          <w:szCs w:val="20"/>
          <w:lang w:val="de-DE"/>
        </w:rPr>
        <w:t xml:space="preserve"> </w:t>
      </w:r>
      <w:r w:rsidR="00781300">
        <w:rPr>
          <w:rFonts w:ascii="Arial" w:hAnsi="Arial" w:cs="Arial"/>
          <w:sz w:val="20"/>
          <w:szCs w:val="20"/>
          <w:lang w:val="de-DE"/>
        </w:rPr>
        <w:t xml:space="preserve">Mit </w:t>
      </w:r>
      <w:r w:rsidR="00781300" w:rsidRPr="00D40B34">
        <w:rPr>
          <w:rFonts w:ascii="Arial" w:hAnsi="Arial" w:cs="Arial"/>
          <w:sz w:val="20"/>
          <w:szCs w:val="20"/>
          <w:lang w:val="de-DE"/>
        </w:rPr>
        <w:t xml:space="preserve">ESL </w:t>
      </w:r>
      <w:proofErr w:type="spellStart"/>
      <w:r w:rsidR="00781300" w:rsidRPr="00D40B34">
        <w:rPr>
          <w:rFonts w:ascii="Arial" w:hAnsi="Arial" w:cs="Arial"/>
          <w:sz w:val="20"/>
          <w:szCs w:val="20"/>
          <w:lang w:val="de-DE"/>
        </w:rPr>
        <w:t>One</w:t>
      </w:r>
      <w:proofErr w:type="spellEnd"/>
      <w:r w:rsidR="00781300" w:rsidRPr="00D40B34">
        <w:rPr>
          <w:rFonts w:ascii="Arial" w:hAnsi="Arial" w:cs="Arial"/>
          <w:sz w:val="20"/>
          <w:szCs w:val="20"/>
          <w:lang w:val="de-DE"/>
        </w:rPr>
        <w:t xml:space="preserve"> Cologne und PMCO</w:t>
      </w:r>
      <w:r w:rsidR="00781300">
        <w:rPr>
          <w:rFonts w:ascii="Arial" w:hAnsi="Arial" w:cs="Arial"/>
          <w:sz w:val="20"/>
          <w:szCs w:val="20"/>
          <w:lang w:val="de-DE"/>
        </w:rPr>
        <w:t xml:space="preserve"> setzen zwei internationale E-Sports-Turniere auf Riedels MediorNet, Artist und Bolero</w:t>
      </w:r>
    </w:p>
    <w:p w14:paraId="784ABF74" w14:textId="77777777" w:rsidR="00C011BA" w:rsidRPr="00E57DF5" w:rsidRDefault="00C011BA" w:rsidP="00C011BA">
      <w:pPr>
        <w:rPr>
          <w:rFonts w:ascii="Arial" w:eastAsiaTheme="minorHAnsi" w:hAnsi="Arial" w:cs="Arial"/>
          <w:b/>
          <w:bCs/>
          <w:sz w:val="32"/>
          <w:szCs w:val="32"/>
          <w:lang w:val="de-DE"/>
        </w:rPr>
      </w:pPr>
    </w:p>
    <w:p w14:paraId="176320B6" w14:textId="69703DEC" w:rsidR="00C129B3" w:rsidRPr="002F3E58" w:rsidRDefault="00AC21EB" w:rsidP="0085210C">
      <w:pPr>
        <w:jc w:val="center"/>
        <w:rPr>
          <w:rFonts w:ascii="Arial" w:eastAsia="Arial" w:hAnsi="Arial" w:cs="Arial"/>
          <w:b/>
          <w:sz w:val="32"/>
          <w:szCs w:val="32"/>
          <w:lang w:val="de-DE"/>
        </w:rPr>
      </w:pPr>
      <w:r>
        <w:rPr>
          <w:rFonts w:ascii="Arial" w:eastAsia="Arial" w:hAnsi="Arial" w:cs="Arial"/>
          <w:b/>
          <w:sz w:val="32"/>
          <w:szCs w:val="32"/>
          <w:lang w:val="de-DE"/>
        </w:rPr>
        <w:t>Riedel</w:t>
      </w:r>
      <w:r w:rsidR="0019374B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proofErr w:type="spellStart"/>
      <w:r w:rsidR="009C3FEC">
        <w:rPr>
          <w:rFonts w:ascii="Arial" w:eastAsia="Arial" w:hAnsi="Arial" w:cs="Arial"/>
          <w:b/>
          <w:sz w:val="32"/>
          <w:szCs w:val="32"/>
          <w:lang w:val="de-DE"/>
        </w:rPr>
        <w:t>rules</w:t>
      </w:r>
      <w:proofErr w:type="spellEnd"/>
      <w:r w:rsidR="009C3FEC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r w:rsidR="0019374B" w:rsidRPr="00525A3B">
        <w:rPr>
          <w:rFonts w:ascii="Arial" w:eastAsia="Arial" w:hAnsi="Arial" w:cs="Arial"/>
          <w:b/>
          <w:sz w:val="32"/>
          <w:szCs w:val="32"/>
          <w:lang w:val="de-DE"/>
        </w:rPr>
        <w:t>E</w:t>
      </w:r>
      <w:r w:rsidR="004F54BE">
        <w:rPr>
          <w:rFonts w:ascii="Arial" w:eastAsia="Arial" w:hAnsi="Arial" w:cs="Arial"/>
          <w:b/>
          <w:sz w:val="32"/>
          <w:szCs w:val="32"/>
          <w:lang w:val="de-DE"/>
        </w:rPr>
        <w:t>-S</w:t>
      </w:r>
      <w:r w:rsidR="0019374B" w:rsidRPr="00525A3B">
        <w:rPr>
          <w:rFonts w:ascii="Arial" w:eastAsia="Arial" w:hAnsi="Arial" w:cs="Arial"/>
          <w:b/>
          <w:sz w:val="32"/>
          <w:szCs w:val="32"/>
          <w:lang w:val="de-DE"/>
        </w:rPr>
        <w:t>ports</w:t>
      </w:r>
      <w:r w:rsidR="002F3E58">
        <w:rPr>
          <w:rFonts w:ascii="Arial" w:eastAsia="Arial" w:hAnsi="Arial" w:cs="Arial"/>
          <w:b/>
          <w:sz w:val="32"/>
          <w:szCs w:val="32"/>
          <w:lang w:val="de-DE"/>
        </w:rPr>
        <w:t xml:space="preserve">: </w:t>
      </w:r>
      <w:r w:rsidR="00167B46" w:rsidRPr="002F3E58">
        <w:rPr>
          <w:rFonts w:ascii="Arial" w:eastAsia="Arial" w:hAnsi="Arial" w:cs="Arial"/>
          <w:b/>
          <w:sz w:val="32"/>
          <w:szCs w:val="32"/>
          <w:lang w:val="de-DE"/>
        </w:rPr>
        <w:t xml:space="preserve">ESL </w:t>
      </w:r>
      <w:proofErr w:type="spellStart"/>
      <w:r w:rsidR="00167B46" w:rsidRPr="002F3E58">
        <w:rPr>
          <w:rFonts w:ascii="Arial" w:eastAsia="Arial" w:hAnsi="Arial" w:cs="Arial"/>
          <w:b/>
          <w:sz w:val="32"/>
          <w:szCs w:val="32"/>
          <w:lang w:val="de-DE"/>
        </w:rPr>
        <w:t>One</w:t>
      </w:r>
      <w:proofErr w:type="spellEnd"/>
      <w:r w:rsidR="00167B46" w:rsidRPr="002F3E58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r w:rsidR="00822D3A">
        <w:rPr>
          <w:rFonts w:ascii="Arial" w:eastAsia="Arial" w:hAnsi="Arial" w:cs="Arial"/>
          <w:b/>
          <w:sz w:val="32"/>
          <w:szCs w:val="32"/>
          <w:lang w:val="de-DE"/>
        </w:rPr>
        <w:t>Cologne</w:t>
      </w:r>
      <w:r w:rsidR="00167B46" w:rsidRPr="002F3E58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r w:rsidR="005F348B" w:rsidRPr="002F3E58">
        <w:rPr>
          <w:rFonts w:ascii="Arial" w:eastAsia="Arial" w:hAnsi="Arial" w:cs="Arial"/>
          <w:b/>
          <w:sz w:val="32"/>
          <w:szCs w:val="32"/>
          <w:lang w:val="de-DE"/>
        </w:rPr>
        <w:t>und</w:t>
      </w:r>
      <w:r w:rsidR="00167B46" w:rsidRPr="002F3E58">
        <w:rPr>
          <w:rFonts w:ascii="Arial" w:eastAsia="Arial" w:hAnsi="Arial" w:cs="Arial"/>
          <w:b/>
          <w:sz w:val="32"/>
          <w:szCs w:val="32"/>
          <w:lang w:val="de-DE"/>
        </w:rPr>
        <w:t xml:space="preserve"> </w:t>
      </w:r>
      <w:r>
        <w:rPr>
          <w:rFonts w:ascii="Arial" w:eastAsia="Arial" w:hAnsi="Arial" w:cs="Arial"/>
          <w:b/>
          <w:sz w:val="32"/>
          <w:szCs w:val="32"/>
          <w:lang w:val="de-DE"/>
        </w:rPr>
        <w:t>PMCO</w:t>
      </w:r>
      <w:r w:rsidR="005F348B" w:rsidRPr="002F3E58">
        <w:rPr>
          <w:rFonts w:ascii="Arial" w:eastAsia="Arial" w:hAnsi="Arial" w:cs="Arial"/>
          <w:b/>
          <w:sz w:val="32"/>
          <w:szCs w:val="32"/>
          <w:lang w:val="de-DE"/>
        </w:rPr>
        <w:t xml:space="preserve"> spielen mit MediorNet, Artist und Bolero</w:t>
      </w:r>
      <w:r w:rsidR="007E611A" w:rsidRPr="002F3E58">
        <w:rPr>
          <w:rFonts w:ascii="Arial" w:hAnsi="Arial" w:cs="Arial"/>
          <w:noProof/>
          <w:sz w:val="32"/>
          <w:szCs w:val="32"/>
          <w:lang w:val="de-DE"/>
        </w:rPr>
        <w:br/>
      </w:r>
    </w:p>
    <w:p w14:paraId="56C4E357" w14:textId="49280842" w:rsidR="003F15E4" w:rsidRDefault="00A154C4" w:rsidP="0085210C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WUPPERTAL, </w:t>
      </w:r>
      <w:r w:rsidR="002F3E58">
        <w:rPr>
          <w:rFonts w:ascii="Arial" w:hAnsi="Arial" w:cs="Arial"/>
          <w:b/>
          <w:bCs/>
          <w:sz w:val="22"/>
          <w:szCs w:val="22"/>
          <w:lang w:val="de-DE" w:eastAsia="de-DE"/>
        </w:rPr>
        <w:t>13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. </w:t>
      </w:r>
      <w:r w:rsidR="002F3E58">
        <w:rPr>
          <w:rFonts w:ascii="Arial" w:hAnsi="Arial" w:cs="Arial"/>
          <w:b/>
          <w:bCs/>
          <w:sz w:val="22"/>
          <w:szCs w:val="22"/>
          <w:lang w:val="de-DE" w:eastAsia="de-DE"/>
        </w:rPr>
        <w:t>Sept.</w:t>
      </w:r>
      <w:r w:rsidR="00D52375" w:rsidRPr="00937F39">
        <w:rPr>
          <w:rFonts w:ascii="Arial" w:hAnsi="Arial" w:cs="Arial"/>
          <w:b/>
          <w:bCs/>
          <w:sz w:val="22"/>
          <w:szCs w:val="22"/>
          <w:lang w:val="de-DE" w:eastAsia="de-DE"/>
        </w:rPr>
        <w:t xml:space="preserve"> 201</w:t>
      </w:r>
      <w:r w:rsidR="002F3E58">
        <w:rPr>
          <w:rFonts w:ascii="Arial" w:hAnsi="Arial" w:cs="Arial"/>
          <w:b/>
          <w:bCs/>
          <w:sz w:val="22"/>
          <w:szCs w:val="22"/>
          <w:lang w:val="de-DE" w:eastAsia="de-DE"/>
        </w:rPr>
        <w:t>9</w:t>
      </w:r>
      <w:r w:rsidR="00D52375" w:rsidRPr="00937F39">
        <w:rPr>
          <w:rFonts w:ascii="Arial" w:hAnsi="Arial" w:cs="Arial"/>
          <w:sz w:val="22"/>
          <w:szCs w:val="22"/>
          <w:lang w:val="de-DE" w:eastAsia="de-DE"/>
        </w:rPr>
        <w:t xml:space="preserve"> —</w:t>
      </w:r>
      <w:r w:rsidR="00937F39" w:rsidRPr="00937F39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167B46" w:rsidRPr="00167B46">
        <w:rPr>
          <w:rFonts w:ascii="Arial" w:hAnsi="Arial" w:cs="Arial"/>
          <w:sz w:val="22"/>
          <w:szCs w:val="22"/>
          <w:lang w:val="de-DE" w:eastAsia="de-DE"/>
        </w:rPr>
        <w:t xml:space="preserve">Mit dem ESL </w:t>
      </w:r>
      <w:proofErr w:type="spellStart"/>
      <w:r w:rsidR="00167B46" w:rsidRPr="00167B46">
        <w:rPr>
          <w:rFonts w:ascii="Arial" w:hAnsi="Arial" w:cs="Arial"/>
          <w:sz w:val="22"/>
          <w:szCs w:val="22"/>
          <w:lang w:val="de-DE" w:eastAsia="de-DE"/>
        </w:rPr>
        <w:t>One</w:t>
      </w:r>
      <w:proofErr w:type="spellEnd"/>
      <w:r w:rsidR="00167B46" w:rsidRPr="00167B46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822D3A">
        <w:rPr>
          <w:rFonts w:ascii="Arial" w:hAnsi="Arial" w:cs="Arial"/>
          <w:sz w:val="22"/>
          <w:szCs w:val="22"/>
          <w:lang w:val="de-DE" w:eastAsia="de-DE"/>
        </w:rPr>
        <w:t>Cologne</w:t>
      </w:r>
      <w:r w:rsidR="00167B46" w:rsidRPr="00167B46">
        <w:rPr>
          <w:rFonts w:ascii="Arial" w:hAnsi="Arial" w:cs="Arial"/>
          <w:sz w:val="22"/>
          <w:szCs w:val="22"/>
          <w:lang w:val="de-DE" w:eastAsia="de-DE"/>
        </w:rPr>
        <w:t xml:space="preserve"> und dem PUBG Mobile Club Open (PMCO) in Berlin setzten</w:t>
      </w:r>
      <w:r w:rsidR="005F348B">
        <w:rPr>
          <w:rFonts w:ascii="Arial" w:hAnsi="Arial" w:cs="Arial"/>
          <w:sz w:val="22"/>
          <w:szCs w:val="22"/>
          <w:lang w:val="de-DE" w:eastAsia="de-DE"/>
        </w:rPr>
        <w:t xml:space="preserve"> zwei</w:t>
      </w:r>
      <w:r w:rsidR="00167B46" w:rsidRPr="00167B46">
        <w:rPr>
          <w:rFonts w:ascii="Arial" w:hAnsi="Arial" w:cs="Arial"/>
          <w:sz w:val="22"/>
          <w:szCs w:val="22"/>
          <w:lang w:val="de-DE" w:eastAsia="de-DE"/>
        </w:rPr>
        <w:t xml:space="preserve"> hochkarätige internationale E-Sport</w:t>
      </w:r>
      <w:r w:rsidR="00497422">
        <w:rPr>
          <w:rFonts w:ascii="Arial" w:hAnsi="Arial" w:cs="Arial"/>
          <w:sz w:val="22"/>
          <w:szCs w:val="22"/>
          <w:lang w:val="de-DE" w:eastAsia="de-DE"/>
        </w:rPr>
        <w:t>s</w:t>
      </w:r>
      <w:r w:rsidR="00822D3A">
        <w:rPr>
          <w:rFonts w:ascii="Arial" w:hAnsi="Arial" w:cs="Arial"/>
          <w:sz w:val="22"/>
          <w:szCs w:val="22"/>
          <w:lang w:val="de-DE" w:eastAsia="de-DE"/>
        </w:rPr>
        <w:t xml:space="preserve">-Turniere </w:t>
      </w:r>
      <w:r w:rsidR="00167B46" w:rsidRPr="00167B46">
        <w:rPr>
          <w:rFonts w:ascii="Arial" w:hAnsi="Arial" w:cs="Arial"/>
          <w:sz w:val="22"/>
          <w:szCs w:val="22"/>
          <w:lang w:val="de-DE" w:eastAsia="de-DE"/>
        </w:rPr>
        <w:t>auf</w:t>
      </w:r>
      <w:r w:rsidR="005F348B">
        <w:rPr>
          <w:rFonts w:ascii="Arial" w:hAnsi="Arial" w:cs="Arial"/>
          <w:sz w:val="22"/>
          <w:szCs w:val="22"/>
          <w:lang w:val="de-DE" w:eastAsia="de-DE"/>
        </w:rPr>
        <w:t xml:space="preserve"> maßgeschneiderte</w:t>
      </w:r>
      <w:r w:rsidR="00167B46" w:rsidRPr="00167B46">
        <w:rPr>
          <w:rFonts w:ascii="Arial" w:hAnsi="Arial" w:cs="Arial"/>
          <w:sz w:val="22"/>
          <w:szCs w:val="22"/>
          <w:lang w:val="de-DE" w:eastAsia="de-DE"/>
        </w:rPr>
        <w:t xml:space="preserve"> Riedel</w:t>
      </w:r>
      <w:r w:rsidR="005F348B">
        <w:rPr>
          <w:rFonts w:ascii="Arial" w:hAnsi="Arial" w:cs="Arial"/>
          <w:sz w:val="22"/>
          <w:szCs w:val="22"/>
          <w:lang w:val="de-DE" w:eastAsia="de-DE"/>
        </w:rPr>
        <w:t>-Backbones für Kommunik</w:t>
      </w:r>
      <w:r w:rsidR="002F3E58">
        <w:rPr>
          <w:rFonts w:ascii="Arial" w:hAnsi="Arial" w:cs="Arial"/>
          <w:sz w:val="22"/>
          <w:szCs w:val="22"/>
          <w:lang w:val="de-DE" w:eastAsia="de-DE"/>
        </w:rPr>
        <w:t>a</w:t>
      </w:r>
      <w:r w:rsidR="005F348B">
        <w:rPr>
          <w:rFonts w:ascii="Arial" w:hAnsi="Arial" w:cs="Arial"/>
          <w:sz w:val="22"/>
          <w:szCs w:val="22"/>
          <w:lang w:val="de-DE" w:eastAsia="de-DE"/>
        </w:rPr>
        <w:t xml:space="preserve">tion und Signalverteilung mit MediorNet, Artist und Bolero. </w:t>
      </w:r>
    </w:p>
    <w:p w14:paraId="4F166973" w14:textId="77777777" w:rsidR="005F348B" w:rsidRDefault="005F348B" w:rsidP="0085210C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</w:p>
    <w:p w14:paraId="5A52733F" w14:textId="6C69718D" w:rsidR="00167B46" w:rsidRDefault="003F15E4" w:rsidP="0085210C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In der ausverkauften Kölner </w:t>
      </w:r>
      <w:proofErr w:type="spellStart"/>
      <w:r w:rsidRPr="003F15E4">
        <w:rPr>
          <w:rFonts w:ascii="Arial" w:hAnsi="Arial" w:cs="Arial"/>
          <w:sz w:val="22"/>
          <w:szCs w:val="22"/>
          <w:lang w:val="de-DE" w:eastAsia="de-DE"/>
        </w:rPr>
        <w:t>Lanxess</w:t>
      </w:r>
      <w:proofErr w:type="spellEnd"/>
      <w:r w:rsidR="00822D3A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Arena setzte sich </w:t>
      </w:r>
      <w:r w:rsidR="005F348B" w:rsidRPr="003F15E4">
        <w:rPr>
          <w:rFonts w:ascii="Arial" w:hAnsi="Arial" w:cs="Arial"/>
          <w:sz w:val="22"/>
          <w:szCs w:val="22"/>
          <w:lang w:val="de-DE" w:eastAsia="de-DE"/>
        </w:rPr>
        <w:t xml:space="preserve">am 8. Juli 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das niederländische Team Liquid im Finale des ESL </w:t>
      </w:r>
      <w:proofErr w:type="spellStart"/>
      <w:r w:rsidRPr="003F15E4">
        <w:rPr>
          <w:rFonts w:ascii="Arial" w:hAnsi="Arial" w:cs="Arial"/>
          <w:sz w:val="22"/>
          <w:szCs w:val="22"/>
          <w:lang w:val="de-DE" w:eastAsia="de-DE"/>
        </w:rPr>
        <w:t>One</w:t>
      </w:r>
      <w:proofErr w:type="spellEnd"/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822D3A">
        <w:rPr>
          <w:rFonts w:ascii="Arial" w:hAnsi="Arial" w:cs="Arial"/>
          <w:sz w:val="22"/>
          <w:szCs w:val="22"/>
          <w:lang w:val="de-DE" w:eastAsia="de-DE"/>
        </w:rPr>
        <w:t xml:space="preserve">Cologne 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gegen Team </w:t>
      </w:r>
      <w:proofErr w:type="spellStart"/>
      <w:r w:rsidRPr="003F15E4">
        <w:rPr>
          <w:rFonts w:ascii="Arial" w:hAnsi="Arial" w:cs="Arial"/>
          <w:sz w:val="22"/>
          <w:szCs w:val="22"/>
          <w:lang w:val="de-DE" w:eastAsia="de-DE"/>
        </w:rPr>
        <w:t>Vitality</w:t>
      </w:r>
      <w:proofErr w:type="spellEnd"/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 aus Frankreich durch. Damit absolvierten die Niederländer </w:t>
      </w:r>
      <w:r w:rsidR="00822D3A">
        <w:rPr>
          <w:rFonts w:ascii="Arial" w:hAnsi="Arial" w:cs="Arial"/>
          <w:sz w:val="22"/>
          <w:szCs w:val="22"/>
          <w:lang w:val="de-DE" w:eastAsia="de-DE"/>
        </w:rPr>
        <w:t>den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822D3A" w:rsidRPr="003F15E4">
        <w:rPr>
          <w:rFonts w:ascii="Arial" w:hAnsi="Arial" w:cs="Arial"/>
          <w:sz w:val="22"/>
          <w:szCs w:val="22"/>
          <w:lang w:val="de-DE" w:eastAsia="de-DE"/>
        </w:rPr>
        <w:t xml:space="preserve">ESL </w:t>
      </w:r>
      <w:proofErr w:type="spellStart"/>
      <w:r w:rsidR="00822D3A" w:rsidRPr="003F15E4">
        <w:rPr>
          <w:rFonts w:ascii="Arial" w:hAnsi="Arial" w:cs="Arial"/>
          <w:sz w:val="22"/>
          <w:szCs w:val="22"/>
          <w:lang w:val="de-DE" w:eastAsia="de-DE"/>
        </w:rPr>
        <w:t>One</w:t>
      </w:r>
      <w:proofErr w:type="spellEnd"/>
      <w:r w:rsidR="00822D3A" w:rsidRPr="003F15E4">
        <w:rPr>
          <w:rFonts w:ascii="Arial" w:hAnsi="Arial" w:cs="Arial"/>
          <w:sz w:val="22"/>
          <w:szCs w:val="22"/>
          <w:lang w:val="de-DE" w:eastAsia="de-DE"/>
        </w:rPr>
        <w:t xml:space="preserve"> Intel Grand Slam 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in Rekordzeit von 63 Tagen und sicherten sich ein Preisgeld in Höhe von insgesamt 1.115.000 </w:t>
      </w:r>
      <w:r w:rsidR="003F174E">
        <w:rPr>
          <w:rFonts w:ascii="Arial" w:hAnsi="Arial" w:cs="Arial"/>
          <w:sz w:val="22"/>
          <w:szCs w:val="22"/>
          <w:lang w:val="de-DE" w:eastAsia="de-DE"/>
        </w:rPr>
        <w:t>USD</w:t>
      </w:r>
      <w:r w:rsidRPr="003F15E4">
        <w:rPr>
          <w:rFonts w:ascii="Arial" w:hAnsi="Arial" w:cs="Arial"/>
          <w:sz w:val="22"/>
          <w:szCs w:val="22"/>
          <w:lang w:val="de-DE" w:eastAsia="de-DE"/>
        </w:rPr>
        <w:t>.</w:t>
      </w:r>
      <w:r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Für die Produktion des </w:t>
      </w:r>
      <w:r w:rsidR="00525A3B">
        <w:rPr>
          <w:rFonts w:ascii="Arial" w:hAnsi="Arial" w:cs="Arial"/>
          <w:sz w:val="22"/>
          <w:szCs w:val="22"/>
          <w:lang w:val="de-DE" w:eastAsia="de-DE"/>
        </w:rPr>
        <w:t>Großevents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 konnte ESL auf eine Artist-Infrastruktur zurückgreifen, die kürzlich im Rahmen einer technischen </w:t>
      </w:r>
      <w:r w:rsidR="00DA5FA4">
        <w:rPr>
          <w:rFonts w:ascii="Arial" w:hAnsi="Arial" w:cs="Arial"/>
          <w:sz w:val="22"/>
          <w:szCs w:val="22"/>
          <w:lang w:val="de-DE" w:eastAsia="de-DE"/>
        </w:rPr>
        <w:t>Modernisierung</w:t>
      </w:r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 der </w:t>
      </w:r>
      <w:proofErr w:type="spellStart"/>
      <w:r w:rsidRPr="003F15E4">
        <w:rPr>
          <w:rFonts w:ascii="Arial" w:hAnsi="Arial" w:cs="Arial"/>
          <w:sz w:val="22"/>
          <w:szCs w:val="22"/>
          <w:lang w:val="de-DE" w:eastAsia="de-DE"/>
        </w:rPr>
        <w:t>Lanxess</w:t>
      </w:r>
      <w:proofErr w:type="spellEnd"/>
      <w:r w:rsidRPr="003F15E4">
        <w:rPr>
          <w:rFonts w:ascii="Arial" w:hAnsi="Arial" w:cs="Arial"/>
          <w:sz w:val="22"/>
          <w:szCs w:val="22"/>
          <w:lang w:val="de-DE" w:eastAsia="de-DE"/>
        </w:rPr>
        <w:t xml:space="preserve"> Arena installiert wurde. </w:t>
      </w:r>
    </w:p>
    <w:p w14:paraId="281C0E48" w14:textId="77777777" w:rsidR="003F15E4" w:rsidRDefault="003F15E4" w:rsidP="0085210C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</w:p>
    <w:p w14:paraId="77E18280" w14:textId="53654E55" w:rsidR="0019374B" w:rsidRDefault="005F348B" w:rsidP="00DA5FA4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sz w:val="22"/>
          <w:szCs w:val="22"/>
          <w:lang w:val="de-DE" w:eastAsia="de-DE"/>
        </w:rPr>
        <w:t xml:space="preserve">So </w:t>
      </w:r>
      <w:r w:rsidR="004D402D">
        <w:rPr>
          <w:rFonts w:ascii="Arial" w:hAnsi="Arial" w:cs="Arial"/>
          <w:sz w:val="22"/>
          <w:szCs w:val="22"/>
          <w:lang w:val="de-DE" w:eastAsia="de-DE"/>
        </w:rPr>
        <w:t xml:space="preserve">konnten ESLs Gaming-Experten und Kommentatoren integrierte Riedel </w:t>
      </w:r>
      <w:proofErr w:type="spellStart"/>
      <w:r w:rsidR="004D402D">
        <w:rPr>
          <w:rFonts w:ascii="Arial" w:hAnsi="Arial" w:cs="Arial"/>
          <w:sz w:val="22"/>
          <w:szCs w:val="22"/>
          <w:lang w:val="de-DE" w:eastAsia="de-DE"/>
        </w:rPr>
        <w:t>Keypanels</w:t>
      </w:r>
      <w:proofErr w:type="spellEnd"/>
      <w:r w:rsidR="004D402D">
        <w:rPr>
          <w:rFonts w:ascii="Arial" w:hAnsi="Arial" w:cs="Arial"/>
          <w:sz w:val="22"/>
          <w:szCs w:val="22"/>
          <w:lang w:val="de-DE" w:eastAsia="de-DE"/>
        </w:rPr>
        <w:t xml:space="preserve"> für die Liveberichterstattung dieses Mega-Events nutzen. </w:t>
      </w:r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Für </w:t>
      </w:r>
      <w:r w:rsidR="00205F2A">
        <w:rPr>
          <w:rFonts w:ascii="Arial" w:hAnsi="Arial" w:cs="Arial"/>
          <w:sz w:val="22"/>
          <w:szCs w:val="22"/>
          <w:lang w:val="de-DE" w:eastAsia="de-DE"/>
        </w:rPr>
        <w:t xml:space="preserve">die </w:t>
      </w:r>
      <w:r w:rsidR="00DA5FA4">
        <w:rPr>
          <w:rFonts w:ascii="Arial" w:hAnsi="Arial" w:cs="Arial"/>
          <w:sz w:val="22"/>
          <w:szCs w:val="22"/>
          <w:lang w:val="de-DE" w:eastAsia="de-DE"/>
        </w:rPr>
        <w:t>Kommunikation zwischen</w:t>
      </w:r>
      <w:r w:rsidR="00205F2A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Crews in der </w:t>
      </w:r>
      <w:proofErr w:type="spellStart"/>
      <w:r w:rsidR="00DA5FA4">
        <w:rPr>
          <w:rFonts w:ascii="Arial" w:hAnsi="Arial" w:cs="Arial"/>
          <w:sz w:val="22"/>
          <w:szCs w:val="22"/>
          <w:lang w:val="de-DE" w:eastAsia="de-DE"/>
        </w:rPr>
        <w:t>Lanxess</w:t>
      </w:r>
      <w:proofErr w:type="spellEnd"/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 Arena und </w:t>
      </w:r>
      <w:r w:rsidR="00C51EAE">
        <w:rPr>
          <w:rFonts w:ascii="Arial" w:hAnsi="Arial" w:cs="Arial"/>
          <w:sz w:val="22"/>
          <w:szCs w:val="22"/>
          <w:lang w:val="de-DE" w:eastAsia="de-DE"/>
        </w:rPr>
        <w:t xml:space="preserve">dem Hyatt </w:t>
      </w:r>
      <w:proofErr w:type="spellStart"/>
      <w:r w:rsidR="00C51EAE">
        <w:rPr>
          <w:rFonts w:ascii="Arial" w:hAnsi="Arial" w:cs="Arial"/>
          <w:sz w:val="22"/>
          <w:szCs w:val="22"/>
          <w:lang w:val="de-DE" w:eastAsia="de-DE"/>
        </w:rPr>
        <w:t>Regency</w:t>
      </w:r>
      <w:proofErr w:type="spellEnd"/>
      <w:r w:rsidR="00C51EAE">
        <w:rPr>
          <w:rFonts w:ascii="Arial" w:hAnsi="Arial" w:cs="Arial"/>
          <w:sz w:val="22"/>
          <w:szCs w:val="22"/>
          <w:lang w:val="de-DE" w:eastAsia="de-DE"/>
        </w:rPr>
        <w:t xml:space="preserve"> Hotel, </w:t>
      </w:r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dem </w:t>
      </w:r>
      <w:r w:rsidR="00C51EAE">
        <w:rPr>
          <w:rFonts w:ascii="Arial" w:hAnsi="Arial" w:cs="Arial"/>
          <w:sz w:val="22"/>
          <w:szCs w:val="22"/>
          <w:lang w:val="de-DE" w:eastAsia="de-DE"/>
        </w:rPr>
        <w:t xml:space="preserve">Austragungsort der Gruppenphase, </w:t>
      </w:r>
      <w:r w:rsidR="006D1794">
        <w:rPr>
          <w:rFonts w:ascii="Arial" w:hAnsi="Arial" w:cs="Arial"/>
          <w:sz w:val="22"/>
          <w:szCs w:val="22"/>
          <w:lang w:val="de-DE" w:eastAsia="de-DE"/>
        </w:rPr>
        <w:t>vertrauten</w:t>
      </w:r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 die ESL-Veranstalter</w:t>
      </w:r>
      <w:r w:rsidR="00D377EF">
        <w:rPr>
          <w:rFonts w:ascii="Arial" w:hAnsi="Arial" w:cs="Arial"/>
          <w:sz w:val="22"/>
          <w:szCs w:val="22"/>
          <w:lang w:val="de-DE" w:eastAsia="de-DE"/>
        </w:rPr>
        <w:t xml:space="preserve"> auf</w:t>
      </w:r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 Funkgeräte, die über eine Riedel </w:t>
      </w:r>
      <w:proofErr w:type="spellStart"/>
      <w:r w:rsidR="00DA5FA4">
        <w:rPr>
          <w:rFonts w:ascii="Arial" w:hAnsi="Arial" w:cs="Arial"/>
          <w:sz w:val="22"/>
          <w:szCs w:val="22"/>
          <w:lang w:val="de-DE" w:eastAsia="de-DE"/>
        </w:rPr>
        <w:t>RiFace</w:t>
      </w:r>
      <w:proofErr w:type="spellEnd"/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-Schnittstelle nahtlos ins </w:t>
      </w:r>
      <w:proofErr w:type="spellStart"/>
      <w:r w:rsidR="00DA5FA4">
        <w:rPr>
          <w:rFonts w:ascii="Arial" w:hAnsi="Arial" w:cs="Arial"/>
          <w:sz w:val="22"/>
          <w:szCs w:val="22"/>
          <w:lang w:val="de-DE" w:eastAsia="de-DE"/>
        </w:rPr>
        <w:t>Intercom</w:t>
      </w:r>
      <w:proofErr w:type="spellEnd"/>
      <w:r w:rsidR="00DA5FA4">
        <w:rPr>
          <w:rFonts w:ascii="Arial" w:hAnsi="Arial" w:cs="Arial"/>
          <w:sz w:val="22"/>
          <w:szCs w:val="22"/>
          <w:lang w:val="de-DE" w:eastAsia="de-DE"/>
        </w:rPr>
        <w:t xml:space="preserve">-Backbone eingespeist </w:t>
      </w:r>
      <w:r w:rsidR="00D377EF">
        <w:rPr>
          <w:rFonts w:ascii="Arial" w:hAnsi="Arial" w:cs="Arial"/>
          <w:sz w:val="22"/>
          <w:szCs w:val="22"/>
          <w:lang w:val="de-DE" w:eastAsia="de-DE"/>
        </w:rPr>
        <w:t xml:space="preserve">wurden. </w:t>
      </w:r>
    </w:p>
    <w:p w14:paraId="53E9FED9" w14:textId="77777777" w:rsidR="0019374B" w:rsidRDefault="0019374B" w:rsidP="00DA5FA4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</w:p>
    <w:p w14:paraId="575CA431" w14:textId="2BA7DBB7" w:rsidR="00DA5FA4" w:rsidRDefault="00B91BC4" w:rsidP="00DA5FA4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sz w:val="22"/>
          <w:szCs w:val="22"/>
          <w:lang w:val="de-DE" w:eastAsia="de-DE"/>
        </w:rPr>
        <w:t xml:space="preserve">Der </w:t>
      </w:r>
      <w:proofErr w:type="spellStart"/>
      <w:r w:rsidR="00603EB9">
        <w:rPr>
          <w:rFonts w:ascii="Arial" w:hAnsi="Arial" w:cs="Arial"/>
          <w:sz w:val="22"/>
          <w:szCs w:val="22"/>
          <w:lang w:val="de-DE" w:eastAsia="de-DE"/>
        </w:rPr>
        <w:t>Broadcaster</w:t>
      </w:r>
      <w:proofErr w:type="spellEnd"/>
      <w:r>
        <w:rPr>
          <w:rFonts w:ascii="Arial" w:hAnsi="Arial" w:cs="Arial"/>
          <w:sz w:val="22"/>
          <w:szCs w:val="22"/>
          <w:lang w:val="de-DE" w:eastAsia="de-DE"/>
        </w:rPr>
        <w:t xml:space="preserve"> NEP setzte für die Signalverteilung zwischen Produktionswagen, Regisseur, Partnerlounges, Expertenstudio und Kommentatoren zahlreiche MediorNet MicroN und MediorNet Compact Pro </w:t>
      </w:r>
      <w:proofErr w:type="spellStart"/>
      <w:r>
        <w:rPr>
          <w:rFonts w:ascii="Arial" w:hAnsi="Arial" w:cs="Arial"/>
          <w:sz w:val="22"/>
          <w:szCs w:val="22"/>
          <w:lang w:val="de-DE" w:eastAsia="de-DE"/>
        </w:rPr>
        <w:t>Stageboxen</w:t>
      </w:r>
      <w:proofErr w:type="spellEnd"/>
      <w:r>
        <w:rPr>
          <w:rFonts w:ascii="Arial" w:hAnsi="Arial" w:cs="Arial"/>
          <w:sz w:val="22"/>
          <w:szCs w:val="22"/>
          <w:lang w:val="de-DE" w:eastAsia="de-DE"/>
        </w:rPr>
        <w:t xml:space="preserve"> ein.</w:t>
      </w:r>
      <w:r w:rsidR="006D1794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626317">
        <w:rPr>
          <w:rFonts w:ascii="Arial" w:hAnsi="Arial" w:cs="Arial"/>
          <w:sz w:val="22"/>
          <w:szCs w:val="22"/>
          <w:lang w:val="de-DE" w:eastAsia="de-DE"/>
        </w:rPr>
        <w:t xml:space="preserve">In-Game-Direktoren und </w:t>
      </w:r>
      <w:proofErr w:type="spellStart"/>
      <w:r w:rsidR="00626317">
        <w:rPr>
          <w:rFonts w:ascii="Arial" w:hAnsi="Arial" w:cs="Arial"/>
          <w:sz w:val="22"/>
          <w:szCs w:val="22"/>
          <w:lang w:val="de-DE" w:eastAsia="de-DE"/>
        </w:rPr>
        <w:t>FoH</w:t>
      </w:r>
      <w:proofErr w:type="spellEnd"/>
      <w:r w:rsidR="00626317">
        <w:rPr>
          <w:rFonts w:ascii="Arial" w:hAnsi="Arial" w:cs="Arial"/>
          <w:sz w:val="22"/>
          <w:szCs w:val="22"/>
          <w:lang w:val="de-DE" w:eastAsia="de-DE"/>
        </w:rPr>
        <w:t>-Ingenieure kommunizierten über einen zusätzlichen Artist-</w:t>
      </w:r>
      <w:proofErr w:type="spellStart"/>
      <w:r w:rsidR="00626317">
        <w:rPr>
          <w:rFonts w:ascii="Arial" w:hAnsi="Arial" w:cs="Arial"/>
          <w:sz w:val="22"/>
          <w:szCs w:val="22"/>
          <w:lang w:val="de-DE" w:eastAsia="de-DE"/>
        </w:rPr>
        <w:t>Node</w:t>
      </w:r>
      <w:proofErr w:type="spellEnd"/>
      <w:r w:rsidR="00626317">
        <w:rPr>
          <w:rFonts w:ascii="Arial" w:hAnsi="Arial" w:cs="Arial"/>
          <w:sz w:val="22"/>
          <w:szCs w:val="22"/>
          <w:lang w:val="de-DE" w:eastAsia="de-DE"/>
        </w:rPr>
        <w:t xml:space="preserve"> mit 11 Desktop Control Panels.</w:t>
      </w:r>
    </w:p>
    <w:p w14:paraId="35CBBBD1" w14:textId="77777777" w:rsidR="004D402D" w:rsidRDefault="004D402D" w:rsidP="00DA5FA4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</w:p>
    <w:p w14:paraId="5ABB64C0" w14:textId="3875A241" w:rsidR="00205F2A" w:rsidRDefault="007C0947" w:rsidP="00205F2A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sz w:val="22"/>
          <w:szCs w:val="22"/>
          <w:lang w:val="de-DE" w:eastAsia="de-DE"/>
        </w:rPr>
        <w:lastRenderedPageBreak/>
        <w:t xml:space="preserve">Auch bei den PMCO Spring Split Global Finals am 28. Juni vertrauten die Veranstalter auf Riedel. Im </w:t>
      </w:r>
      <w:proofErr w:type="spellStart"/>
      <w:r>
        <w:rPr>
          <w:rFonts w:ascii="Arial" w:hAnsi="Arial" w:cs="Arial"/>
          <w:sz w:val="22"/>
          <w:szCs w:val="22"/>
          <w:lang w:val="de-DE" w:eastAsia="de-DE"/>
        </w:rPr>
        <w:t>Estrel</w:t>
      </w:r>
      <w:proofErr w:type="spellEnd"/>
      <w:r>
        <w:rPr>
          <w:rFonts w:ascii="Arial" w:hAnsi="Arial" w:cs="Arial"/>
          <w:sz w:val="22"/>
          <w:szCs w:val="22"/>
          <w:lang w:val="de-DE" w:eastAsia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 w:eastAsia="de-DE"/>
        </w:rPr>
        <w:t>Congress</w:t>
      </w:r>
      <w:proofErr w:type="spellEnd"/>
      <w:r>
        <w:rPr>
          <w:rFonts w:ascii="Arial" w:hAnsi="Arial" w:cs="Arial"/>
          <w:sz w:val="22"/>
          <w:szCs w:val="22"/>
          <w:lang w:val="de-DE" w:eastAsia="de-DE"/>
        </w:rPr>
        <w:t xml:space="preserve"> Center in Berlin konnte Top </w:t>
      </w:r>
      <w:proofErr w:type="spellStart"/>
      <w:r>
        <w:rPr>
          <w:rFonts w:ascii="Arial" w:hAnsi="Arial" w:cs="Arial"/>
          <w:sz w:val="22"/>
          <w:szCs w:val="22"/>
          <w:lang w:val="de-DE" w:eastAsia="de-DE"/>
        </w:rPr>
        <w:t>Esports</w:t>
      </w:r>
      <w:proofErr w:type="spellEnd"/>
      <w:r>
        <w:rPr>
          <w:rFonts w:ascii="Arial" w:hAnsi="Arial" w:cs="Arial"/>
          <w:sz w:val="22"/>
          <w:szCs w:val="22"/>
          <w:lang w:val="de-DE" w:eastAsia="de-DE"/>
        </w:rPr>
        <w:t xml:space="preserve"> aus China die Endrunde des </w:t>
      </w:r>
      <w:r w:rsidRPr="00647BF4">
        <w:rPr>
          <w:rFonts w:ascii="Arial" w:hAnsi="Arial" w:cs="Arial"/>
          <w:sz w:val="22"/>
          <w:szCs w:val="22"/>
          <w:lang w:val="de-DE" w:eastAsia="de-DE"/>
        </w:rPr>
        <w:t>ersten internationalen PUBG Mobile-</w:t>
      </w:r>
      <w:r>
        <w:rPr>
          <w:rFonts w:ascii="Arial" w:hAnsi="Arial" w:cs="Arial"/>
          <w:sz w:val="22"/>
          <w:szCs w:val="22"/>
          <w:lang w:val="de-DE" w:eastAsia="de-DE"/>
        </w:rPr>
        <w:t>Turniers</w:t>
      </w:r>
      <w:r w:rsidRPr="00647BF4">
        <w:rPr>
          <w:rFonts w:ascii="Arial" w:hAnsi="Arial" w:cs="Arial"/>
          <w:sz w:val="22"/>
          <w:szCs w:val="22"/>
          <w:lang w:val="de-DE" w:eastAsia="de-DE"/>
        </w:rPr>
        <w:t xml:space="preserve"> des Jahres</w:t>
      </w:r>
      <w:r>
        <w:rPr>
          <w:rFonts w:ascii="Arial" w:hAnsi="Arial" w:cs="Arial"/>
          <w:sz w:val="22"/>
          <w:szCs w:val="22"/>
          <w:lang w:val="de-DE" w:eastAsia="de-DE"/>
        </w:rPr>
        <w:t xml:space="preserve"> für sich entscheiden. </w:t>
      </w:r>
      <w:r w:rsidR="00647BF4" w:rsidRPr="00647BF4">
        <w:rPr>
          <w:rFonts w:ascii="Arial" w:hAnsi="Arial" w:cs="Arial"/>
          <w:sz w:val="22"/>
          <w:szCs w:val="22"/>
          <w:lang w:val="de-DE" w:eastAsia="de-DE"/>
        </w:rPr>
        <w:t>Für den</w:t>
      </w:r>
      <w:r w:rsidR="0025419C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647BF4" w:rsidRPr="00647BF4">
        <w:rPr>
          <w:rFonts w:ascii="Arial" w:hAnsi="Arial" w:cs="Arial"/>
          <w:sz w:val="22"/>
          <w:szCs w:val="22"/>
          <w:lang w:val="de-DE" w:eastAsia="de-DE"/>
        </w:rPr>
        <w:t>Wettkampf</w:t>
      </w:r>
      <w:r w:rsidR="00F55641">
        <w:rPr>
          <w:rFonts w:ascii="Arial" w:hAnsi="Arial" w:cs="Arial"/>
          <w:sz w:val="22"/>
          <w:szCs w:val="22"/>
          <w:lang w:val="de-DE" w:eastAsia="de-DE"/>
        </w:rPr>
        <w:t>, der i</w:t>
      </w:r>
      <w:r w:rsidR="00F55641" w:rsidRPr="00F55641">
        <w:rPr>
          <w:rFonts w:ascii="Arial" w:hAnsi="Arial" w:cs="Arial"/>
          <w:sz w:val="22"/>
          <w:szCs w:val="22"/>
          <w:lang w:val="de-DE" w:eastAsia="de-DE"/>
        </w:rPr>
        <w:t xml:space="preserve">n 10 Sprachen über YouTube, </w:t>
      </w:r>
      <w:proofErr w:type="spellStart"/>
      <w:r w:rsidR="00F55641" w:rsidRPr="00F55641">
        <w:rPr>
          <w:rFonts w:ascii="Arial" w:hAnsi="Arial" w:cs="Arial"/>
          <w:sz w:val="22"/>
          <w:szCs w:val="22"/>
          <w:lang w:val="de-DE" w:eastAsia="de-DE"/>
        </w:rPr>
        <w:t>Twitch</w:t>
      </w:r>
      <w:proofErr w:type="spellEnd"/>
      <w:r w:rsidR="00F55641" w:rsidRPr="00F55641">
        <w:rPr>
          <w:rFonts w:ascii="Arial" w:hAnsi="Arial" w:cs="Arial"/>
          <w:sz w:val="22"/>
          <w:szCs w:val="22"/>
          <w:lang w:val="de-DE" w:eastAsia="de-DE"/>
        </w:rPr>
        <w:t xml:space="preserve"> und andere Streaming-Plattformen </w:t>
      </w:r>
      <w:proofErr w:type="spellStart"/>
      <w:r w:rsidR="00F55641" w:rsidRPr="00F55641">
        <w:rPr>
          <w:rFonts w:ascii="Arial" w:hAnsi="Arial" w:cs="Arial"/>
          <w:sz w:val="22"/>
          <w:szCs w:val="22"/>
          <w:lang w:val="de-DE" w:eastAsia="de-DE"/>
        </w:rPr>
        <w:t>gestreamt</w:t>
      </w:r>
      <w:proofErr w:type="spellEnd"/>
      <w:r w:rsidR="00F55641" w:rsidRPr="00F55641">
        <w:rPr>
          <w:rFonts w:ascii="Arial" w:hAnsi="Arial" w:cs="Arial"/>
          <w:sz w:val="22"/>
          <w:szCs w:val="22"/>
          <w:lang w:val="de-DE" w:eastAsia="de-DE"/>
        </w:rPr>
        <w:t xml:space="preserve"> wurde</w:t>
      </w:r>
      <w:r w:rsidR="00F55641">
        <w:rPr>
          <w:rFonts w:ascii="Arial" w:hAnsi="Arial" w:cs="Arial"/>
          <w:sz w:val="22"/>
          <w:szCs w:val="22"/>
          <w:lang w:val="de-DE" w:eastAsia="de-DE"/>
        </w:rPr>
        <w:t>,</w:t>
      </w:r>
      <w:r w:rsidR="00647BF4" w:rsidRPr="00647BF4">
        <w:rPr>
          <w:rFonts w:ascii="Arial" w:hAnsi="Arial" w:cs="Arial"/>
          <w:sz w:val="22"/>
          <w:szCs w:val="22"/>
          <w:lang w:val="de-DE" w:eastAsia="de-DE"/>
        </w:rPr>
        <w:t xml:space="preserve"> hatten sich 27 Teams aus der ganzen Welt qualifiziert.</w:t>
      </w:r>
      <w:r w:rsidR="0025419C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205F2A">
        <w:rPr>
          <w:rFonts w:ascii="Arial" w:hAnsi="Arial" w:cs="Arial"/>
          <w:sz w:val="22"/>
          <w:szCs w:val="22"/>
          <w:lang w:val="de-DE" w:eastAsia="de-DE"/>
        </w:rPr>
        <w:t xml:space="preserve">Hinter den Kulissen </w:t>
      </w:r>
      <w:proofErr w:type="spellStart"/>
      <w:r w:rsidR="00205F2A">
        <w:rPr>
          <w:rFonts w:ascii="Arial" w:hAnsi="Arial" w:cs="Arial"/>
          <w:sz w:val="22"/>
          <w:szCs w:val="22"/>
          <w:lang w:val="de-DE" w:eastAsia="de-DE"/>
        </w:rPr>
        <w:t>emöglichte</w:t>
      </w:r>
      <w:proofErr w:type="spellEnd"/>
      <w:r w:rsidR="00205F2A">
        <w:rPr>
          <w:rFonts w:ascii="Arial" w:hAnsi="Arial" w:cs="Arial"/>
          <w:sz w:val="22"/>
          <w:szCs w:val="22"/>
          <w:lang w:val="de-DE" w:eastAsia="de-DE"/>
        </w:rPr>
        <w:t xml:space="preserve"> ein Artist Mainframe mit 30 SmartPanels und 30 Bolero Beltpacks verlässliche Crew</w:t>
      </w:r>
      <w:r w:rsidR="00F65456">
        <w:rPr>
          <w:rFonts w:ascii="Arial" w:hAnsi="Arial" w:cs="Arial"/>
          <w:sz w:val="22"/>
          <w:szCs w:val="22"/>
          <w:lang w:val="de-DE" w:eastAsia="de-DE"/>
        </w:rPr>
        <w:t>-K</w:t>
      </w:r>
      <w:bookmarkStart w:id="0" w:name="_GoBack"/>
      <w:bookmarkEnd w:id="0"/>
      <w:r w:rsidR="00205F2A">
        <w:rPr>
          <w:rFonts w:ascii="Arial" w:hAnsi="Arial" w:cs="Arial"/>
          <w:sz w:val="22"/>
          <w:szCs w:val="22"/>
          <w:lang w:val="de-DE" w:eastAsia="de-DE"/>
        </w:rPr>
        <w:t xml:space="preserve">ommunikation. </w:t>
      </w:r>
    </w:p>
    <w:p w14:paraId="7DB9EA92" w14:textId="77777777" w:rsidR="00AE5A0D" w:rsidRDefault="00AE5A0D" w:rsidP="00DA5FA4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</w:p>
    <w:p w14:paraId="34DF5C4E" w14:textId="55A5E7AD" w:rsidR="00DA5FA4" w:rsidRPr="0025419C" w:rsidRDefault="00AE5A0D" w:rsidP="0025419C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 w:rsidRPr="00AE5A0D">
        <w:rPr>
          <w:rFonts w:ascii="Arial" w:hAnsi="Arial" w:cs="Arial"/>
          <w:sz w:val="22"/>
          <w:szCs w:val="22"/>
          <w:lang w:val="de-DE" w:eastAsia="de-DE"/>
        </w:rPr>
        <w:t>"</w:t>
      </w:r>
      <w:r w:rsidR="004D402D">
        <w:rPr>
          <w:rFonts w:ascii="Arial" w:hAnsi="Arial" w:cs="Arial"/>
          <w:sz w:val="22"/>
          <w:szCs w:val="22"/>
          <w:lang w:val="de-DE" w:eastAsia="de-DE"/>
        </w:rPr>
        <w:t>MediorNet, Artist und Bolero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 sind perfekt auf die rasante und aufregende Welt des </w:t>
      </w:r>
      <w:r w:rsidRPr="00C2230B">
        <w:rPr>
          <w:rFonts w:ascii="Arial" w:hAnsi="Arial" w:cs="Arial"/>
          <w:sz w:val="22"/>
          <w:szCs w:val="22"/>
          <w:lang w:val="de-DE" w:eastAsia="de-DE"/>
        </w:rPr>
        <w:t>E-Sports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 zugeschnitten.</w:t>
      </w:r>
      <w:r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Wie andere große Sportereignisse erfordern auch </w:t>
      </w:r>
      <w:r w:rsidRPr="00C2230B">
        <w:rPr>
          <w:rFonts w:ascii="Arial" w:hAnsi="Arial" w:cs="Arial"/>
          <w:sz w:val="22"/>
          <w:szCs w:val="22"/>
          <w:lang w:val="de-DE" w:eastAsia="de-DE"/>
        </w:rPr>
        <w:t>E-Sports</w:t>
      </w:r>
      <w:r w:rsidRPr="00AE5A0D">
        <w:rPr>
          <w:rFonts w:ascii="Arial" w:hAnsi="Arial" w:cs="Arial"/>
          <w:sz w:val="22"/>
          <w:szCs w:val="22"/>
          <w:lang w:val="de-DE" w:eastAsia="de-DE"/>
        </w:rPr>
        <w:t>-Turniere eine klare und zuverlässige Kommunikation zwischen allen Mitgliedern der Produktionsteams"</w:t>
      </w:r>
      <w:r w:rsidR="004D402D">
        <w:rPr>
          <w:rFonts w:ascii="Arial" w:hAnsi="Arial" w:cs="Arial"/>
          <w:sz w:val="22"/>
          <w:szCs w:val="22"/>
          <w:lang w:val="de-DE" w:eastAsia="de-DE"/>
        </w:rPr>
        <w:t>,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4D402D">
        <w:rPr>
          <w:rFonts w:ascii="Arial" w:hAnsi="Arial" w:cs="Arial"/>
          <w:sz w:val="22"/>
          <w:szCs w:val="22"/>
          <w:lang w:val="de-DE" w:eastAsia="de-DE"/>
        </w:rPr>
        <w:t>so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C2230B">
        <w:rPr>
          <w:rFonts w:ascii="Arial" w:hAnsi="Arial" w:cs="Arial"/>
          <w:sz w:val="22"/>
          <w:szCs w:val="22"/>
          <w:lang w:val="de-DE" w:eastAsia="de-DE"/>
        </w:rPr>
        <w:t>Olivier Görts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, </w:t>
      </w:r>
      <w:r w:rsidR="00C2230B">
        <w:rPr>
          <w:rFonts w:ascii="Arial" w:hAnsi="Arial" w:cs="Arial"/>
          <w:sz w:val="22"/>
          <w:szCs w:val="22"/>
          <w:lang w:val="de-DE" w:eastAsia="de-DE"/>
        </w:rPr>
        <w:t xml:space="preserve">Senior </w:t>
      </w:r>
      <w:r w:rsidRPr="00AE5A0D">
        <w:rPr>
          <w:rFonts w:ascii="Arial" w:hAnsi="Arial" w:cs="Arial"/>
          <w:sz w:val="22"/>
          <w:szCs w:val="22"/>
          <w:lang w:val="de-DE" w:eastAsia="de-DE"/>
        </w:rPr>
        <w:t>Account Manager bei Riedel Communications.</w:t>
      </w:r>
      <w:r>
        <w:rPr>
          <w:rFonts w:ascii="Arial" w:hAnsi="Arial" w:cs="Arial"/>
          <w:sz w:val="22"/>
          <w:szCs w:val="22"/>
          <w:lang w:val="de-DE" w:eastAsia="de-DE"/>
        </w:rPr>
        <w:t xml:space="preserve"> „</w:t>
      </w:r>
      <w:r w:rsidR="002F3E58">
        <w:rPr>
          <w:rFonts w:ascii="Arial" w:hAnsi="Arial" w:cs="Arial"/>
          <w:sz w:val="22"/>
          <w:szCs w:val="22"/>
          <w:lang w:val="de-DE" w:eastAsia="de-DE"/>
        </w:rPr>
        <w:t>Es freut uns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, dass unsere Systeme eine so </w:t>
      </w:r>
      <w:r w:rsidR="00C51EAE">
        <w:rPr>
          <w:rFonts w:ascii="Arial" w:hAnsi="Arial" w:cs="Arial"/>
          <w:sz w:val="22"/>
          <w:szCs w:val="22"/>
          <w:lang w:val="de-DE" w:eastAsia="de-DE"/>
        </w:rPr>
        <w:t>zentrale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 Rolle</w:t>
      </w:r>
      <w:r>
        <w:rPr>
          <w:rFonts w:ascii="Arial" w:hAnsi="Arial" w:cs="Arial"/>
          <w:sz w:val="22"/>
          <w:szCs w:val="22"/>
          <w:lang w:val="de-DE" w:eastAsia="de-DE"/>
        </w:rPr>
        <w:t xml:space="preserve"> bei </w:t>
      </w:r>
      <w:r w:rsidRPr="00AE5A0D">
        <w:rPr>
          <w:rFonts w:ascii="Arial" w:hAnsi="Arial" w:cs="Arial"/>
          <w:sz w:val="22"/>
          <w:szCs w:val="22"/>
          <w:lang w:val="de-DE" w:eastAsia="de-DE"/>
        </w:rPr>
        <w:t xml:space="preserve">zwei der wichtigsten Turniere im globalen </w:t>
      </w:r>
      <w:r w:rsidR="00C2230B" w:rsidRPr="00C2230B">
        <w:rPr>
          <w:rFonts w:ascii="Arial" w:hAnsi="Arial" w:cs="Arial"/>
          <w:sz w:val="22"/>
          <w:szCs w:val="22"/>
          <w:lang w:val="de-DE" w:eastAsia="de-DE"/>
        </w:rPr>
        <w:t>Gaming</w:t>
      </w:r>
      <w:r w:rsidRPr="00AE5A0D">
        <w:rPr>
          <w:rFonts w:ascii="Arial" w:hAnsi="Arial" w:cs="Arial"/>
          <w:sz w:val="22"/>
          <w:szCs w:val="22"/>
          <w:lang w:val="de-DE" w:eastAsia="de-DE"/>
        </w:rPr>
        <w:t>-Kalender</w:t>
      </w:r>
      <w:r>
        <w:rPr>
          <w:rFonts w:ascii="Arial" w:hAnsi="Arial" w:cs="Arial"/>
          <w:sz w:val="22"/>
          <w:szCs w:val="22"/>
          <w:lang w:val="de-DE" w:eastAsia="de-DE"/>
        </w:rPr>
        <w:t xml:space="preserve"> </w:t>
      </w:r>
      <w:r w:rsidR="00C51EAE">
        <w:rPr>
          <w:rFonts w:ascii="Arial" w:hAnsi="Arial" w:cs="Arial"/>
          <w:sz w:val="22"/>
          <w:szCs w:val="22"/>
          <w:lang w:val="de-DE" w:eastAsia="de-DE"/>
        </w:rPr>
        <w:t>spielen durften</w:t>
      </w:r>
      <w:r w:rsidRPr="00AE5A0D">
        <w:rPr>
          <w:rFonts w:ascii="Arial" w:hAnsi="Arial" w:cs="Arial"/>
          <w:sz w:val="22"/>
          <w:szCs w:val="22"/>
          <w:lang w:val="de-DE" w:eastAsia="de-DE"/>
        </w:rPr>
        <w:t>."</w:t>
      </w:r>
    </w:p>
    <w:p w14:paraId="77E4F533" w14:textId="77777777" w:rsidR="00163270" w:rsidRPr="00AE5A0D" w:rsidRDefault="00163270" w:rsidP="00CA7E22">
      <w:pPr>
        <w:spacing w:line="360" w:lineRule="auto"/>
        <w:rPr>
          <w:rFonts w:ascii="Arial" w:hAnsi="Arial" w:cs="Arial Narrow"/>
          <w:sz w:val="22"/>
          <w:szCs w:val="22"/>
          <w:lang w:val="de-DE"/>
        </w:rPr>
      </w:pPr>
    </w:p>
    <w:p w14:paraId="259F8FB4" w14:textId="77777777" w:rsidR="003302A6" w:rsidRPr="00781300" w:rsidRDefault="003302A6" w:rsidP="003302A6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</w:rPr>
      </w:pPr>
      <w:r w:rsidRPr="00781300">
        <w:rPr>
          <w:rFonts w:cs="Arial"/>
          <w:sz w:val="22"/>
          <w:szCs w:val="22"/>
        </w:rPr>
        <w:t># # #</w:t>
      </w:r>
    </w:p>
    <w:p w14:paraId="16CDD316" w14:textId="77777777" w:rsidR="00647BF4" w:rsidRPr="00781300" w:rsidRDefault="00647BF4" w:rsidP="00D52375">
      <w:pPr>
        <w:rPr>
          <w:rFonts w:ascii="Arial" w:hAnsi="Arial" w:cs="Arial"/>
          <w:b/>
          <w:bCs/>
          <w:sz w:val="20"/>
          <w:szCs w:val="22"/>
        </w:rPr>
      </w:pPr>
    </w:p>
    <w:p w14:paraId="7127B800" w14:textId="77777777" w:rsidR="00D52375" w:rsidRPr="00000B42" w:rsidRDefault="00D52375" w:rsidP="00D52375">
      <w:pPr>
        <w:rPr>
          <w:rFonts w:ascii="Arial" w:hAnsi="Arial" w:cs="Arial"/>
          <w:sz w:val="20"/>
          <w:szCs w:val="22"/>
        </w:rPr>
      </w:pPr>
      <w:proofErr w:type="spellStart"/>
      <w:r w:rsidRPr="00000B42">
        <w:rPr>
          <w:rFonts w:ascii="Arial" w:hAnsi="Arial" w:cs="Arial"/>
          <w:b/>
          <w:bCs/>
          <w:sz w:val="20"/>
          <w:szCs w:val="22"/>
        </w:rPr>
        <w:t>Über</w:t>
      </w:r>
      <w:proofErr w:type="spellEnd"/>
      <w:r w:rsidRPr="00000B42">
        <w:rPr>
          <w:rFonts w:ascii="Arial" w:hAnsi="Arial" w:cs="Arial"/>
          <w:b/>
          <w:bCs/>
          <w:sz w:val="20"/>
          <w:szCs w:val="22"/>
        </w:rPr>
        <w:t xml:space="preserve"> Riedel Communications</w:t>
      </w:r>
    </w:p>
    <w:p w14:paraId="1BCABD02" w14:textId="77777777" w:rsidR="00D52375" w:rsidRDefault="00D52375" w:rsidP="00D52375">
      <w:pPr>
        <w:rPr>
          <w:rFonts w:ascii="Arial" w:hAnsi="Arial" w:cs="Arial"/>
          <w:sz w:val="20"/>
          <w:szCs w:val="20"/>
          <w:lang w:val="de-DE"/>
        </w:rPr>
      </w:pPr>
      <w:r w:rsidRPr="00000B42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0039163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 Über die Produkte hinaus bietet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Riedel einen umfangreichen Mietservice für Funk- und </w:t>
      </w:r>
      <w:proofErr w:type="spellStart"/>
      <w:r w:rsidRPr="001F6419">
        <w:rPr>
          <w:rFonts w:ascii="Arial" w:hAnsi="Arial" w:cs="Arial"/>
          <w:sz w:val="20"/>
          <w:szCs w:val="20"/>
          <w:lang w:val="de-DE"/>
        </w:rPr>
        <w:t>Intercom</w:t>
      </w:r>
      <w:proofErr w:type="spellEnd"/>
      <w:r w:rsidRPr="001F6419">
        <w:rPr>
          <w:rFonts w:ascii="Arial" w:hAnsi="Arial" w:cs="Arial"/>
          <w:sz w:val="20"/>
          <w:szCs w:val="20"/>
          <w:lang w:val="de-DE"/>
        </w:rPr>
        <w:t>-Systeme, Glasfaser-Infrastruktur, Event-IT-Lösungen, drahtlose Video- und Audio-Übertragungssysteme sowie komplette Projektabwicklungen für Veranstaltungen jeder Größenordnung weltweit wie Olympische Spiele, Weltmeisterschaften und Formel 1-Rennen. 1987 gegründet, beschäftigt die Riedel-Gruppe mit Ha</w:t>
      </w:r>
      <w:r>
        <w:rPr>
          <w:rFonts w:ascii="Arial" w:hAnsi="Arial" w:cs="Arial"/>
          <w:sz w:val="20"/>
          <w:szCs w:val="20"/>
          <w:lang w:val="de-DE"/>
        </w:rPr>
        <w:t xml:space="preserve">uptsitz in Wuppertal heute an </w:t>
      </w:r>
      <w:r w:rsidR="00C011BA">
        <w:rPr>
          <w:rFonts w:ascii="Arial" w:hAnsi="Arial" w:cs="Arial"/>
          <w:sz w:val="20"/>
          <w:szCs w:val="20"/>
          <w:lang w:val="de-DE"/>
        </w:rPr>
        <w:t>2</w:t>
      </w:r>
      <w:r w:rsidR="0045559E">
        <w:rPr>
          <w:rFonts w:ascii="Arial" w:hAnsi="Arial" w:cs="Arial"/>
          <w:sz w:val="20"/>
          <w:szCs w:val="20"/>
          <w:lang w:val="de-DE"/>
        </w:rPr>
        <w:t>4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Standorten in Europa, Australien, Asien und den USA über </w:t>
      </w:r>
      <w:r w:rsidR="00000B42">
        <w:rPr>
          <w:rFonts w:ascii="Arial" w:hAnsi="Arial" w:cs="Arial"/>
          <w:sz w:val="20"/>
          <w:szCs w:val="20"/>
          <w:lang w:val="de-DE"/>
        </w:rPr>
        <w:t>6</w:t>
      </w:r>
      <w:r w:rsidR="00366A18">
        <w:rPr>
          <w:rFonts w:ascii="Arial" w:hAnsi="Arial" w:cs="Arial"/>
          <w:sz w:val="20"/>
          <w:szCs w:val="20"/>
          <w:lang w:val="de-DE"/>
        </w:rPr>
        <w:t>00</w:t>
      </w:r>
      <w:r w:rsidRPr="001F6419">
        <w:rPr>
          <w:rFonts w:ascii="Arial" w:hAnsi="Arial" w:cs="Arial"/>
          <w:sz w:val="20"/>
          <w:szCs w:val="20"/>
          <w:lang w:val="de-DE"/>
        </w:rPr>
        <w:t xml:space="preserve"> Mitarbeiter.</w:t>
      </w:r>
    </w:p>
    <w:p w14:paraId="4BC1A382" w14:textId="77777777" w:rsidR="00AB0E3B" w:rsidRPr="004B0A4E" w:rsidRDefault="00D52375" w:rsidP="000E6443">
      <w:pPr>
        <w:rPr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A40C14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2" w:history="1">
        <w:r w:rsidRPr="00A40C14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A40C14">
        <w:rPr>
          <w:rFonts w:ascii="Arial" w:hAnsi="Arial" w:cs="Arial"/>
          <w:sz w:val="20"/>
          <w:szCs w:val="20"/>
          <w:lang w:val="de-DE"/>
        </w:rPr>
        <w:t>.</w:t>
      </w:r>
    </w:p>
    <w:sectPr w:rsidR="00AB0E3B" w:rsidRPr="004B0A4E" w:rsidSect="0045559E">
      <w:footerReference w:type="default" r:id="rId23"/>
      <w:headerReference w:type="first" r:id="rId24"/>
      <w:footerReference w:type="first" r:id="rId25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C2916" w14:textId="77777777" w:rsidR="002668E1" w:rsidRDefault="002668E1">
      <w:r>
        <w:separator/>
      </w:r>
    </w:p>
  </w:endnote>
  <w:endnote w:type="continuationSeparator" w:id="0">
    <w:p w14:paraId="3916B0D8" w14:textId="77777777" w:rsidR="002668E1" w:rsidRDefault="0026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3B8C1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A6880" w14:textId="77777777" w:rsidR="00B75422" w:rsidRPr="00832CBA" w:rsidRDefault="00B75422" w:rsidP="00746EC0">
    <w:pPr>
      <w:pStyle w:val="Kopfzeile"/>
      <w:jc w:val="right"/>
      <w:rPr>
        <w:rFonts w:ascii="Arial" w:hAnsi="Arial" w:cs="Arial"/>
        <w:sz w:val="20"/>
        <w:szCs w:val="20"/>
        <w:lang w:val="de-DE"/>
      </w:rPr>
    </w:pPr>
    <w:r w:rsidRPr="00832CBA">
      <w:rPr>
        <w:rFonts w:ascii="Arial" w:hAnsi="Arial" w:cs="Arial"/>
        <w:sz w:val="20"/>
        <w:szCs w:val="20"/>
        <w:lang w:val="de-DE"/>
      </w:rPr>
      <w:t xml:space="preserve">Seite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PAGE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1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  <w:r w:rsidRPr="00832CBA">
      <w:rPr>
        <w:rFonts w:ascii="Arial" w:hAnsi="Arial" w:cs="Arial"/>
        <w:sz w:val="20"/>
        <w:szCs w:val="20"/>
        <w:lang w:val="de-DE"/>
      </w:rPr>
      <w:t xml:space="preserve"> von </w:t>
    </w:r>
    <w:r w:rsidRPr="00832CBA"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>NUMPAGES</w:instrText>
    </w:r>
    <w:r w:rsidRPr="00832CBA">
      <w:rPr>
        <w:rFonts w:ascii="Arial" w:hAnsi="Arial" w:cs="Arial"/>
        <w:b/>
        <w:bCs/>
        <w:sz w:val="20"/>
        <w:szCs w:val="20"/>
      </w:rPr>
      <w:fldChar w:fldCharType="separate"/>
    </w:r>
    <w:r w:rsidR="00851635">
      <w:rPr>
        <w:rFonts w:ascii="Arial" w:hAnsi="Arial" w:cs="Arial"/>
        <w:b/>
        <w:bCs/>
        <w:noProof/>
        <w:sz w:val="20"/>
        <w:szCs w:val="20"/>
      </w:rPr>
      <w:t>2</w:t>
    </w:r>
    <w:r w:rsidRPr="00832CBA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DD43C" w14:textId="77777777" w:rsidR="002668E1" w:rsidRDefault="002668E1">
      <w:r>
        <w:separator/>
      </w:r>
    </w:p>
  </w:footnote>
  <w:footnote w:type="continuationSeparator" w:id="0">
    <w:p w14:paraId="7665854B" w14:textId="77777777" w:rsidR="002668E1" w:rsidRDefault="00266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A325A" w14:textId="77777777" w:rsidR="00B75422" w:rsidRDefault="00B75422" w:rsidP="00746EC0">
    <w:pPr>
      <w:pStyle w:val="Kopfzeile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1C92E2" wp14:editId="003BCC96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E12256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1C92E2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-18pt;margin-top:12pt;width:165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" filled="f" stroked="f">
              <v:textbox inset=",7.2pt,,7.2pt">
                <w:txbxContent>
                  <w:p w14:paraId="3BE12256" w14:textId="77777777" w:rsidR="00B75422" w:rsidRPr="00832CBA" w:rsidRDefault="00B75422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112439DD" wp14:editId="35CC7C93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D3D879" wp14:editId="5A244111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C159FE" id="Rechteck 3" o:spid="_x0000_s1026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" fillcolor="#bb2129" stroked="f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132"/>
    <w:rsid w:val="000005E2"/>
    <w:rsid w:val="00000B42"/>
    <w:rsid w:val="00000D9E"/>
    <w:rsid w:val="000022B4"/>
    <w:rsid w:val="00003A71"/>
    <w:rsid w:val="0000577E"/>
    <w:rsid w:val="000071C1"/>
    <w:rsid w:val="000108B9"/>
    <w:rsid w:val="000134E2"/>
    <w:rsid w:val="00014BC4"/>
    <w:rsid w:val="00017515"/>
    <w:rsid w:val="00020F9C"/>
    <w:rsid w:val="000256C0"/>
    <w:rsid w:val="00032D98"/>
    <w:rsid w:val="00033B5B"/>
    <w:rsid w:val="00035675"/>
    <w:rsid w:val="00035FEA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23CD"/>
    <w:rsid w:val="00082EA9"/>
    <w:rsid w:val="00091C67"/>
    <w:rsid w:val="0009205E"/>
    <w:rsid w:val="0009296D"/>
    <w:rsid w:val="00093265"/>
    <w:rsid w:val="00093939"/>
    <w:rsid w:val="0009519B"/>
    <w:rsid w:val="000963E1"/>
    <w:rsid w:val="00096F74"/>
    <w:rsid w:val="0009724A"/>
    <w:rsid w:val="000A1BD4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31D0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617"/>
    <w:rsid w:val="00121BDF"/>
    <w:rsid w:val="0013051C"/>
    <w:rsid w:val="00131B09"/>
    <w:rsid w:val="00132E1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913"/>
    <w:rsid w:val="00153BFF"/>
    <w:rsid w:val="00154039"/>
    <w:rsid w:val="00156D88"/>
    <w:rsid w:val="00156DE6"/>
    <w:rsid w:val="0015743C"/>
    <w:rsid w:val="00157981"/>
    <w:rsid w:val="00163270"/>
    <w:rsid w:val="00163C02"/>
    <w:rsid w:val="00167B46"/>
    <w:rsid w:val="00167E79"/>
    <w:rsid w:val="001702B0"/>
    <w:rsid w:val="0017091C"/>
    <w:rsid w:val="00171F13"/>
    <w:rsid w:val="001726FB"/>
    <w:rsid w:val="00172C4F"/>
    <w:rsid w:val="001737EE"/>
    <w:rsid w:val="001738EC"/>
    <w:rsid w:val="001748B1"/>
    <w:rsid w:val="00175927"/>
    <w:rsid w:val="00175AA3"/>
    <w:rsid w:val="00175B81"/>
    <w:rsid w:val="00175CCB"/>
    <w:rsid w:val="001768BC"/>
    <w:rsid w:val="001807D4"/>
    <w:rsid w:val="0018143B"/>
    <w:rsid w:val="00181548"/>
    <w:rsid w:val="00181DAE"/>
    <w:rsid w:val="001842A0"/>
    <w:rsid w:val="00185A84"/>
    <w:rsid w:val="0018758F"/>
    <w:rsid w:val="00187D02"/>
    <w:rsid w:val="001916D3"/>
    <w:rsid w:val="0019258B"/>
    <w:rsid w:val="0019374B"/>
    <w:rsid w:val="00194BEA"/>
    <w:rsid w:val="001954B1"/>
    <w:rsid w:val="00196369"/>
    <w:rsid w:val="00197CBD"/>
    <w:rsid w:val="001A39C6"/>
    <w:rsid w:val="001A4F86"/>
    <w:rsid w:val="001B1255"/>
    <w:rsid w:val="001B19D1"/>
    <w:rsid w:val="001B1A09"/>
    <w:rsid w:val="001B329F"/>
    <w:rsid w:val="001B67FA"/>
    <w:rsid w:val="001B6A45"/>
    <w:rsid w:val="001B79A4"/>
    <w:rsid w:val="001C071A"/>
    <w:rsid w:val="001C17D2"/>
    <w:rsid w:val="001C24BF"/>
    <w:rsid w:val="001C2BE9"/>
    <w:rsid w:val="001C361A"/>
    <w:rsid w:val="001C4BE6"/>
    <w:rsid w:val="001C7C09"/>
    <w:rsid w:val="001D20BB"/>
    <w:rsid w:val="001D22AE"/>
    <w:rsid w:val="001D322E"/>
    <w:rsid w:val="001D48F0"/>
    <w:rsid w:val="001D68F8"/>
    <w:rsid w:val="001D6AFB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05F2A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6492"/>
    <w:rsid w:val="00236D4E"/>
    <w:rsid w:val="00241381"/>
    <w:rsid w:val="00242417"/>
    <w:rsid w:val="00242501"/>
    <w:rsid w:val="0024250C"/>
    <w:rsid w:val="00247A3F"/>
    <w:rsid w:val="002513B0"/>
    <w:rsid w:val="0025419C"/>
    <w:rsid w:val="002546AC"/>
    <w:rsid w:val="00255094"/>
    <w:rsid w:val="0025540B"/>
    <w:rsid w:val="00256D9E"/>
    <w:rsid w:val="0025704F"/>
    <w:rsid w:val="00257A39"/>
    <w:rsid w:val="00260FEA"/>
    <w:rsid w:val="0026199F"/>
    <w:rsid w:val="0026202A"/>
    <w:rsid w:val="002628B7"/>
    <w:rsid w:val="002668E1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4000"/>
    <w:rsid w:val="002843A3"/>
    <w:rsid w:val="0028470E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479B"/>
    <w:rsid w:val="002A5E49"/>
    <w:rsid w:val="002A66CC"/>
    <w:rsid w:val="002A7682"/>
    <w:rsid w:val="002A7BD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3CBA"/>
    <w:rsid w:val="002C40C7"/>
    <w:rsid w:val="002C7807"/>
    <w:rsid w:val="002D1086"/>
    <w:rsid w:val="002D27DC"/>
    <w:rsid w:val="002D29BB"/>
    <w:rsid w:val="002D29CD"/>
    <w:rsid w:val="002D45A8"/>
    <w:rsid w:val="002D72C5"/>
    <w:rsid w:val="002E0274"/>
    <w:rsid w:val="002E0E7D"/>
    <w:rsid w:val="002E238E"/>
    <w:rsid w:val="002E2E59"/>
    <w:rsid w:val="002E410F"/>
    <w:rsid w:val="002E4129"/>
    <w:rsid w:val="002E5452"/>
    <w:rsid w:val="002E7727"/>
    <w:rsid w:val="002F2306"/>
    <w:rsid w:val="002F304D"/>
    <w:rsid w:val="002F3CF1"/>
    <w:rsid w:val="002F3E58"/>
    <w:rsid w:val="002F3FA7"/>
    <w:rsid w:val="002F45C8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51004"/>
    <w:rsid w:val="00352581"/>
    <w:rsid w:val="00353F52"/>
    <w:rsid w:val="00357871"/>
    <w:rsid w:val="00357A5E"/>
    <w:rsid w:val="00357C0D"/>
    <w:rsid w:val="00360454"/>
    <w:rsid w:val="003655DA"/>
    <w:rsid w:val="003656AB"/>
    <w:rsid w:val="00366A18"/>
    <w:rsid w:val="00366CD3"/>
    <w:rsid w:val="003713FE"/>
    <w:rsid w:val="00371673"/>
    <w:rsid w:val="003735EA"/>
    <w:rsid w:val="00373808"/>
    <w:rsid w:val="0037402B"/>
    <w:rsid w:val="00376775"/>
    <w:rsid w:val="003773E0"/>
    <w:rsid w:val="0037766E"/>
    <w:rsid w:val="00380245"/>
    <w:rsid w:val="00383415"/>
    <w:rsid w:val="0038622E"/>
    <w:rsid w:val="00386569"/>
    <w:rsid w:val="00387435"/>
    <w:rsid w:val="0039051B"/>
    <w:rsid w:val="00390BFC"/>
    <w:rsid w:val="0039163E"/>
    <w:rsid w:val="00391E3E"/>
    <w:rsid w:val="003928F0"/>
    <w:rsid w:val="00394E4A"/>
    <w:rsid w:val="00395021"/>
    <w:rsid w:val="003A08B0"/>
    <w:rsid w:val="003A1498"/>
    <w:rsid w:val="003A694C"/>
    <w:rsid w:val="003A69CF"/>
    <w:rsid w:val="003A6D9B"/>
    <w:rsid w:val="003A706F"/>
    <w:rsid w:val="003B16CE"/>
    <w:rsid w:val="003B1C03"/>
    <w:rsid w:val="003B428E"/>
    <w:rsid w:val="003B4C51"/>
    <w:rsid w:val="003B5BC9"/>
    <w:rsid w:val="003B67C1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7CF5"/>
    <w:rsid w:val="003E021F"/>
    <w:rsid w:val="003E1342"/>
    <w:rsid w:val="003E3C1A"/>
    <w:rsid w:val="003E537F"/>
    <w:rsid w:val="003E5E2A"/>
    <w:rsid w:val="003E725D"/>
    <w:rsid w:val="003F15E4"/>
    <w:rsid w:val="003F174E"/>
    <w:rsid w:val="003F35FC"/>
    <w:rsid w:val="003F41DF"/>
    <w:rsid w:val="003F54F4"/>
    <w:rsid w:val="003F6A89"/>
    <w:rsid w:val="004002FA"/>
    <w:rsid w:val="004011D8"/>
    <w:rsid w:val="00401883"/>
    <w:rsid w:val="00401969"/>
    <w:rsid w:val="00402668"/>
    <w:rsid w:val="00406E08"/>
    <w:rsid w:val="004075BA"/>
    <w:rsid w:val="0041130C"/>
    <w:rsid w:val="00411C92"/>
    <w:rsid w:val="004123F0"/>
    <w:rsid w:val="0041320E"/>
    <w:rsid w:val="00420A94"/>
    <w:rsid w:val="00422F0D"/>
    <w:rsid w:val="00423191"/>
    <w:rsid w:val="0042393C"/>
    <w:rsid w:val="00424442"/>
    <w:rsid w:val="004323E7"/>
    <w:rsid w:val="00433214"/>
    <w:rsid w:val="004370EB"/>
    <w:rsid w:val="00443CC3"/>
    <w:rsid w:val="0044524B"/>
    <w:rsid w:val="00445A5C"/>
    <w:rsid w:val="00452D12"/>
    <w:rsid w:val="0045392E"/>
    <w:rsid w:val="00454DE4"/>
    <w:rsid w:val="00455112"/>
    <w:rsid w:val="0045559E"/>
    <w:rsid w:val="0046691A"/>
    <w:rsid w:val="00471C91"/>
    <w:rsid w:val="00472974"/>
    <w:rsid w:val="00472E3F"/>
    <w:rsid w:val="004732D0"/>
    <w:rsid w:val="0047349F"/>
    <w:rsid w:val="00475B76"/>
    <w:rsid w:val="00477749"/>
    <w:rsid w:val="00477E32"/>
    <w:rsid w:val="004816C7"/>
    <w:rsid w:val="00484D50"/>
    <w:rsid w:val="00490F1E"/>
    <w:rsid w:val="00491B42"/>
    <w:rsid w:val="00492DBF"/>
    <w:rsid w:val="00493D72"/>
    <w:rsid w:val="0049495E"/>
    <w:rsid w:val="00497422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AB2"/>
    <w:rsid w:val="004B3F56"/>
    <w:rsid w:val="004C0B4E"/>
    <w:rsid w:val="004C1154"/>
    <w:rsid w:val="004C1787"/>
    <w:rsid w:val="004C2A87"/>
    <w:rsid w:val="004C2E32"/>
    <w:rsid w:val="004C4071"/>
    <w:rsid w:val="004C7122"/>
    <w:rsid w:val="004D153E"/>
    <w:rsid w:val="004D2A6C"/>
    <w:rsid w:val="004D402D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4BE"/>
    <w:rsid w:val="004F5D80"/>
    <w:rsid w:val="004F6BA7"/>
    <w:rsid w:val="004F75BF"/>
    <w:rsid w:val="004F7795"/>
    <w:rsid w:val="004F77B7"/>
    <w:rsid w:val="00500BCD"/>
    <w:rsid w:val="00503A4B"/>
    <w:rsid w:val="00507188"/>
    <w:rsid w:val="00510A32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5A3B"/>
    <w:rsid w:val="00526C63"/>
    <w:rsid w:val="00530F63"/>
    <w:rsid w:val="00531288"/>
    <w:rsid w:val="005325A6"/>
    <w:rsid w:val="00532993"/>
    <w:rsid w:val="0053438F"/>
    <w:rsid w:val="00537AEF"/>
    <w:rsid w:val="00547A2A"/>
    <w:rsid w:val="0055294A"/>
    <w:rsid w:val="00553896"/>
    <w:rsid w:val="0056244C"/>
    <w:rsid w:val="00563759"/>
    <w:rsid w:val="00563CC5"/>
    <w:rsid w:val="00563DFD"/>
    <w:rsid w:val="00564B60"/>
    <w:rsid w:val="005707F5"/>
    <w:rsid w:val="00571B16"/>
    <w:rsid w:val="00571CAA"/>
    <w:rsid w:val="00572F09"/>
    <w:rsid w:val="00574C1F"/>
    <w:rsid w:val="00577B8E"/>
    <w:rsid w:val="00584CC9"/>
    <w:rsid w:val="00585A84"/>
    <w:rsid w:val="00585FBC"/>
    <w:rsid w:val="00587DD4"/>
    <w:rsid w:val="00591987"/>
    <w:rsid w:val="005933E9"/>
    <w:rsid w:val="005937CB"/>
    <w:rsid w:val="0059695D"/>
    <w:rsid w:val="00596AFF"/>
    <w:rsid w:val="00596B6E"/>
    <w:rsid w:val="00597B75"/>
    <w:rsid w:val="005A369C"/>
    <w:rsid w:val="005B0CF5"/>
    <w:rsid w:val="005B1C18"/>
    <w:rsid w:val="005B2ABD"/>
    <w:rsid w:val="005B3F4E"/>
    <w:rsid w:val="005B60C2"/>
    <w:rsid w:val="005C4B95"/>
    <w:rsid w:val="005C4F34"/>
    <w:rsid w:val="005C5CE6"/>
    <w:rsid w:val="005C5F5B"/>
    <w:rsid w:val="005C6704"/>
    <w:rsid w:val="005D1FFC"/>
    <w:rsid w:val="005D36C1"/>
    <w:rsid w:val="005D770E"/>
    <w:rsid w:val="005D7FBB"/>
    <w:rsid w:val="005E0B94"/>
    <w:rsid w:val="005E178B"/>
    <w:rsid w:val="005E190B"/>
    <w:rsid w:val="005E4184"/>
    <w:rsid w:val="005E4ADE"/>
    <w:rsid w:val="005E738F"/>
    <w:rsid w:val="005E7900"/>
    <w:rsid w:val="005F1C32"/>
    <w:rsid w:val="005F262E"/>
    <w:rsid w:val="005F348B"/>
    <w:rsid w:val="005F3CD3"/>
    <w:rsid w:val="005F4164"/>
    <w:rsid w:val="005F51CB"/>
    <w:rsid w:val="006020CC"/>
    <w:rsid w:val="0060279C"/>
    <w:rsid w:val="00603094"/>
    <w:rsid w:val="00603EB9"/>
    <w:rsid w:val="00604D2B"/>
    <w:rsid w:val="00605A5F"/>
    <w:rsid w:val="00606A80"/>
    <w:rsid w:val="006070D7"/>
    <w:rsid w:val="00610938"/>
    <w:rsid w:val="006126DF"/>
    <w:rsid w:val="00613816"/>
    <w:rsid w:val="006154C7"/>
    <w:rsid w:val="00615BB3"/>
    <w:rsid w:val="00620671"/>
    <w:rsid w:val="006207AA"/>
    <w:rsid w:val="006242D2"/>
    <w:rsid w:val="00625392"/>
    <w:rsid w:val="006255AB"/>
    <w:rsid w:val="00626317"/>
    <w:rsid w:val="00626C9B"/>
    <w:rsid w:val="00626D17"/>
    <w:rsid w:val="00627032"/>
    <w:rsid w:val="00627179"/>
    <w:rsid w:val="00627361"/>
    <w:rsid w:val="00630E66"/>
    <w:rsid w:val="00632B63"/>
    <w:rsid w:val="006415E8"/>
    <w:rsid w:val="006418B9"/>
    <w:rsid w:val="0064401B"/>
    <w:rsid w:val="00644784"/>
    <w:rsid w:val="00644C34"/>
    <w:rsid w:val="00647BF4"/>
    <w:rsid w:val="00650228"/>
    <w:rsid w:val="006521B8"/>
    <w:rsid w:val="00656E58"/>
    <w:rsid w:val="00662CB8"/>
    <w:rsid w:val="006634F6"/>
    <w:rsid w:val="0066408F"/>
    <w:rsid w:val="006654C1"/>
    <w:rsid w:val="006658C1"/>
    <w:rsid w:val="0066716D"/>
    <w:rsid w:val="00667281"/>
    <w:rsid w:val="0067061D"/>
    <w:rsid w:val="00670653"/>
    <w:rsid w:val="00671501"/>
    <w:rsid w:val="00671862"/>
    <w:rsid w:val="006718EC"/>
    <w:rsid w:val="006803EA"/>
    <w:rsid w:val="00681B61"/>
    <w:rsid w:val="006837F4"/>
    <w:rsid w:val="006848F1"/>
    <w:rsid w:val="00686917"/>
    <w:rsid w:val="00686B62"/>
    <w:rsid w:val="0069055D"/>
    <w:rsid w:val="00690FEE"/>
    <w:rsid w:val="00693BF7"/>
    <w:rsid w:val="0069649A"/>
    <w:rsid w:val="00696EB0"/>
    <w:rsid w:val="0069717F"/>
    <w:rsid w:val="006A042E"/>
    <w:rsid w:val="006A222D"/>
    <w:rsid w:val="006A2729"/>
    <w:rsid w:val="006A4DD1"/>
    <w:rsid w:val="006A4E57"/>
    <w:rsid w:val="006A6E30"/>
    <w:rsid w:val="006A7D67"/>
    <w:rsid w:val="006A7E69"/>
    <w:rsid w:val="006B257A"/>
    <w:rsid w:val="006B7DEC"/>
    <w:rsid w:val="006B7E25"/>
    <w:rsid w:val="006B7EBE"/>
    <w:rsid w:val="006C0905"/>
    <w:rsid w:val="006C2522"/>
    <w:rsid w:val="006C2EC4"/>
    <w:rsid w:val="006C5582"/>
    <w:rsid w:val="006C5B81"/>
    <w:rsid w:val="006C6684"/>
    <w:rsid w:val="006D0150"/>
    <w:rsid w:val="006D07DB"/>
    <w:rsid w:val="006D1727"/>
    <w:rsid w:val="006D1794"/>
    <w:rsid w:val="006D6B3E"/>
    <w:rsid w:val="006D769F"/>
    <w:rsid w:val="006E35ED"/>
    <w:rsid w:val="006E4EB6"/>
    <w:rsid w:val="006E532B"/>
    <w:rsid w:val="006E55BD"/>
    <w:rsid w:val="006E5912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32676"/>
    <w:rsid w:val="007343B2"/>
    <w:rsid w:val="00735448"/>
    <w:rsid w:val="00737AB3"/>
    <w:rsid w:val="00737C4E"/>
    <w:rsid w:val="00740952"/>
    <w:rsid w:val="0074098E"/>
    <w:rsid w:val="00740CE8"/>
    <w:rsid w:val="007439B9"/>
    <w:rsid w:val="00744BFA"/>
    <w:rsid w:val="00746EC0"/>
    <w:rsid w:val="00747736"/>
    <w:rsid w:val="00747B8E"/>
    <w:rsid w:val="00747C8D"/>
    <w:rsid w:val="0075204A"/>
    <w:rsid w:val="00752BBA"/>
    <w:rsid w:val="007549C0"/>
    <w:rsid w:val="0075594F"/>
    <w:rsid w:val="0075718F"/>
    <w:rsid w:val="00767226"/>
    <w:rsid w:val="00774DCC"/>
    <w:rsid w:val="00775FE5"/>
    <w:rsid w:val="007768C0"/>
    <w:rsid w:val="007769A5"/>
    <w:rsid w:val="00781300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843"/>
    <w:rsid w:val="007A5DFD"/>
    <w:rsid w:val="007A6C09"/>
    <w:rsid w:val="007B1D13"/>
    <w:rsid w:val="007B33ED"/>
    <w:rsid w:val="007B3EB9"/>
    <w:rsid w:val="007B4CE3"/>
    <w:rsid w:val="007B7101"/>
    <w:rsid w:val="007B7F50"/>
    <w:rsid w:val="007C0947"/>
    <w:rsid w:val="007C2BDA"/>
    <w:rsid w:val="007D0E16"/>
    <w:rsid w:val="007D1BB3"/>
    <w:rsid w:val="007D3402"/>
    <w:rsid w:val="007D49FA"/>
    <w:rsid w:val="007D6409"/>
    <w:rsid w:val="007E2B12"/>
    <w:rsid w:val="007E338B"/>
    <w:rsid w:val="007E3BB4"/>
    <w:rsid w:val="007E44E4"/>
    <w:rsid w:val="007E4878"/>
    <w:rsid w:val="007E5261"/>
    <w:rsid w:val="007E5DE1"/>
    <w:rsid w:val="007E611A"/>
    <w:rsid w:val="007E682A"/>
    <w:rsid w:val="007E7827"/>
    <w:rsid w:val="007F2591"/>
    <w:rsid w:val="007F384E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2D3A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3B44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81286"/>
    <w:rsid w:val="008822F0"/>
    <w:rsid w:val="00884DEA"/>
    <w:rsid w:val="00894C86"/>
    <w:rsid w:val="00895664"/>
    <w:rsid w:val="008968C3"/>
    <w:rsid w:val="00897A90"/>
    <w:rsid w:val="008A202E"/>
    <w:rsid w:val="008A2AC6"/>
    <w:rsid w:val="008A65AF"/>
    <w:rsid w:val="008B09E9"/>
    <w:rsid w:val="008B2D91"/>
    <w:rsid w:val="008B3BA8"/>
    <w:rsid w:val="008B7A83"/>
    <w:rsid w:val="008C02DD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654B"/>
    <w:rsid w:val="008F69EE"/>
    <w:rsid w:val="00901265"/>
    <w:rsid w:val="00902E52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4B89"/>
    <w:rsid w:val="0092667F"/>
    <w:rsid w:val="0092668F"/>
    <w:rsid w:val="0092777A"/>
    <w:rsid w:val="009341E6"/>
    <w:rsid w:val="00936A2F"/>
    <w:rsid w:val="00937CD3"/>
    <w:rsid w:val="00937F39"/>
    <w:rsid w:val="00942CB1"/>
    <w:rsid w:val="00942D2E"/>
    <w:rsid w:val="00943503"/>
    <w:rsid w:val="00950F33"/>
    <w:rsid w:val="00951BA3"/>
    <w:rsid w:val="009563DB"/>
    <w:rsid w:val="009572DA"/>
    <w:rsid w:val="00957FAA"/>
    <w:rsid w:val="00960547"/>
    <w:rsid w:val="009608F6"/>
    <w:rsid w:val="009658CB"/>
    <w:rsid w:val="00966061"/>
    <w:rsid w:val="009705A3"/>
    <w:rsid w:val="009731BF"/>
    <w:rsid w:val="009738B4"/>
    <w:rsid w:val="0097549F"/>
    <w:rsid w:val="00980F93"/>
    <w:rsid w:val="00981132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5F6D"/>
    <w:rsid w:val="009B7F9D"/>
    <w:rsid w:val="009C1769"/>
    <w:rsid w:val="009C2651"/>
    <w:rsid w:val="009C3FEC"/>
    <w:rsid w:val="009C45E9"/>
    <w:rsid w:val="009C6694"/>
    <w:rsid w:val="009D042C"/>
    <w:rsid w:val="009D1FFE"/>
    <w:rsid w:val="009D2534"/>
    <w:rsid w:val="009D306C"/>
    <w:rsid w:val="009D333B"/>
    <w:rsid w:val="009D432F"/>
    <w:rsid w:val="009D4FA5"/>
    <w:rsid w:val="009D5AF6"/>
    <w:rsid w:val="009D5CFA"/>
    <w:rsid w:val="009D610B"/>
    <w:rsid w:val="009D7F4D"/>
    <w:rsid w:val="009E0C77"/>
    <w:rsid w:val="009E1D09"/>
    <w:rsid w:val="009E2912"/>
    <w:rsid w:val="009E3067"/>
    <w:rsid w:val="009E3884"/>
    <w:rsid w:val="009E450F"/>
    <w:rsid w:val="009E4560"/>
    <w:rsid w:val="009E62FF"/>
    <w:rsid w:val="009F0DBA"/>
    <w:rsid w:val="009F11BF"/>
    <w:rsid w:val="009F20AB"/>
    <w:rsid w:val="009F4D18"/>
    <w:rsid w:val="009F5984"/>
    <w:rsid w:val="009F635F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641"/>
    <w:rsid w:val="00A25658"/>
    <w:rsid w:val="00A2694E"/>
    <w:rsid w:val="00A3117F"/>
    <w:rsid w:val="00A3194D"/>
    <w:rsid w:val="00A35778"/>
    <w:rsid w:val="00A36A3F"/>
    <w:rsid w:val="00A408A3"/>
    <w:rsid w:val="00A40C14"/>
    <w:rsid w:val="00A42B87"/>
    <w:rsid w:val="00A47B6E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49DA"/>
    <w:rsid w:val="00A74C55"/>
    <w:rsid w:val="00A81401"/>
    <w:rsid w:val="00A86C6E"/>
    <w:rsid w:val="00A90A5F"/>
    <w:rsid w:val="00A90C19"/>
    <w:rsid w:val="00A91BEA"/>
    <w:rsid w:val="00A921ED"/>
    <w:rsid w:val="00A936E2"/>
    <w:rsid w:val="00A945E1"/>
    <w:rsid w:val="00A96163"/>
    <w:rsid w:val="00A96BB2"/>
    <w:rsid w:val="00AA08FE"/>
    <w:rsid w:val="00AA1D5B"/>
    <w:rsid w:val="00AA57F6"/>
    <w:rsid w:val="00AA5F36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1EB"/>
    <w:rsid w:val="00AC2232"/>
    <w:rsid w:val="00AC3D95"/>
    <w:rsid w:val="00AC434D"/>
    <w:rsid w:val="00AC7E93"/>
    <w:rsid w:val="00AC7F74"/>
    <w:rsid w:val="00AD2717"/>
    <w:rsid w:val="00AD38E2"/>
    <w:rsid w:val="00AD4625"/>
    <w:rsid w:val="00AE05F2"/>
    <w:rsid w:val="00AE2259"/>
    <w:rsid w:val="00AE5A0D"/>
    <w:rsid w:val="00AE6047"/>
    <w:rsid w:val="00AF391D"/>
    <w:rsid w:val="00AF62C6"/>
    <w:rsid w:val="00AF6729"/>
    <w:rsid w:val="00B008FF"/>
    <w:rsid w:val="00B01F31"/>
    <w:rsid w:val="00B02D6B"/>
    <w:rsid w:val="00B03514"/>
    <w:rsid w:val="00B12714"/>
    <w:rsid w:val="00B127ED"/>
    <w:rsid w:val="00B1389E"/>
    <w:rsid w:val="00B143AE"/>
    <w:rsid w:val="00B14479"/>
    <w:rsid w:val="00B14F08"/>
    <w:rsid w:val="00B17CFA"/>
    <w:rsid w:val="00B202E6"/>
    <w:rsid w:val="00B20C4A"/>
    <w:rsid w:val="00B22F7F"/>
    <w:rsid w:val="00B23240"/>
    <w:rsid w:val="00B23490"/>
    <w:rsid w:val="00B255CC"/>
    <w:rsid w:val="00B27BE8"/>
    <w:rsid w:val="00B336FD"/>
    <w:rsid w:val="00B40B6D"/>
    <w:rsid w:val="00B42213"/>
    <w:rsid w:val="00B42FD3"/>
    <w:rsid w:val="00B43ABE"/>
    <w:rsid w:val="00B45A15"/>
    <w:rsid w:val="00B4621C"/>
    <w:rsid w:val="00B47DDD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5422"/>
    <w:rsid w:val="00B7595E"/>
    <w:rsid w:val="00B77744"/>
    <w:rsid w:val="00B7799F"/>
    <w:rsid w:val="00B81343"/>
    <w:rsid w:val="00B8295E"/>
    <w:rsid w:val="00B82D80"/>
    <w:rsid w:val="00B85A9A"/>
    <w:rsid w:val="00B85CA1"/>
    <w:rsid w:val="00B86C79"/>
    <w:rsid w:val="00B878DE"/>
    <w:rsid w:val="00B9007B"/>
    <w:rsid w:val="00B91880"/>
    <w:rsid w:val="00B91BC4"/>
    <w:rsid w:val="00B92FEA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58C2"/>
    <w:rsid w:val="00BD61C8"/>
    <w:rsid w:val="00BD7D2C"/>
    <w:rsid w:val="00BE0715"/>
    <w:rsid w:val="00BE0865"/>
    <w:rsid w:val="00BE21B9"/>
    <w:rsid w:val="00BE748D"/>
    <w:rsid w:val="00BE7938"/>
    <w:rsid w:val="00BE7BA6"/>
    <w:rsid w:val="00BF05FD"/>
    <w:rsid w:val="00BF1109"/>
    <w:rsid w:val="00BF132C"/>
    <w:rsid w:val="00BF1918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11D3B"/>
    <w:rsid w:val="00C129B3"/>
    <w:rsid w:val="00C1399F"/>
    <w:rsid w:val="00C20188"/>
    <w:rsid w:val="00C21ED4"/>
    <w:rsid w:val="00C2230B"/>
    <w:rsid w:val="00C249AB"/>
    <w:rsid w:val="00C25771"/>
    <w:rsid w:val="00C305C1"/>
    <w:rsid w:val="00C307BB"/>
    <w:rsid w:val="00C3469C"/>
    <w:rsid w:val="00C353B6"/>
    <w:rsid w:val="00C35D49"/>
    <w:rsid w:val="00C373A2"/>
    <w:rsid w:val="00C45C1E"/>
    <w:rsid w:val="00C46526"/>
    <w:rsid w:val="00C51EAE"/>
    <w:rsid w:val="00C53017"/>
    <w:rsid w:val="00C55276"/>
    <w:rsid w:val="00C55A6B"/>
    <w:rsid w:val="00C55C7B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78AF"/>
    <w:rsid w:val="00CD20C1"/>
    <w:rsid w:val="00CD2A7B"/>
    <w:rsid w:val="00CD3F31"/>
    <w:rsid w:val="00CD3F3A"/>
    <w:rsid w:val="00CD5471"/>
    <w:rsid w:val="00CD570E"/>
    <w:rsid w:val="00CD5D87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C60"/>
    <w:rsid w:val="00D01CB1"/>
    <w:rsid w:val="00D0203D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20595"/>
    <w:rsid w:val="00D214FD"/>
    <w:rsid w:val="00D22CAD"/>
    <w:rsid w:val="00D22CF7"/>
    <w:rsid w:val="00D238F2"/>
    <w:rsid w:val="00D3126C"/>
    <w:rsid w:val="00D31D18"/>
    <w:rsid w:val="00D32060"/>
    <w:rsid w:val="00D325CB"/>
    <w:rsid w:val="00D32713"/>
    <w:rsid w:val="00D360D5"/>
    <w:rsid w:val="00D377EF"/>
    <w:rsid w:val="00D4243B"/>
    <w:rsid w:val="00D42BB2"/>
    <w:rsid w:val="00D42EC8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330"/>
    <w:rsid w:val="00D67503"/>
    <w:rsid w:val="00D67E70"/>
    <w:rsid w:val="00D67FCB"/>
    <w:rsid w:val="00D700F0"/>
    <w:rsid w:val="00D70380"/>
    <w:rsid w:val="00D70E20"/>
    <w:rsid w:val="00D73E3E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5FA4"/>
    <w:rsid w:val="00DA6800"/>
    <w:rsid w:val="00DA696F"/>
    <w:rsid w:val="00DA756F"/>
    <w:rsid w:val="00DB04F2"/>
    <w:rsid w:val="00DB20EA"/>
    <w:rsid w:val="00DB2816"/>
    <w:rsid w:val="00DB34AF"/>
    <w:rsid w:val="00DB47F1"/>
    <w:rsid w:val="00DB49A6"/>
    <w:rsid w:val="00DB7391"/>
    <w:rsid w:val="00DC1C5C"/>
    <w:rsid w:val="00DC1ECC"/>
    <w:rsid w:val="00DC2BC4"/>
    <w:rsid w:val="00DC3D0F"/>
    <w:rsid w:val="00DC7439"/>
    <w:rsid w:val="00DC7F12"/>
    <w:rsid w:val="00DD0CAB"/>
    <w:rsid w:val="00DD11A2"/>
    <w:rsid w:val="00DD39F5"/>
    <w:rsid w:val="00DD45B6"/>
    <w:rsid w:val="00DD49F0"/>
    <w:rsid w:val="00DD5FFD"/>
    <w:rsid w:val="00DD64DE"/>
    <w:rsid w:val="00DD7B39"/>
    <w:rsid w:val="00DE339C"/>
    <w:rsid w:val="00DE35DD"/>
    <w:rsid w:val="00DE5119"/>
    <w:rsid w:val="00DE6A1C"/>
    <w:rsid w:val="00DE76C8"/>
    <w:rsid w:val="00DF083D"/>
    <w:rsid w:val="00DF1B67"/>
    <w:rsid w:val="00DF27D6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723F5"/>
    <w:rsid w:val="00E742E0"/>
    <w:rsid w:val="00E75A6B"/>
    <w:rsid w:val="00E77A1A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6E6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712C"/>
    <w:rsid w:val="00EF76F4"/>
    <w:rsid w:val="00F000F2"/>
    <w:rsid w:val="00F01F10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65AE"/>
    <w:rsid w:val="00F37253"/>
    <w:rsid w:val="00F37553"/>
    <w:rsid w:val="00F4204C"/>
    <w:rsid w:val="00F44393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641"/>
    <w:rsid w:val="00F55A77"/>
    <w:rsid w:val="00F64366"/>
    <w:rsid w:val="00F647FC"/>
    <w:rsid w:val="00F65456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7839"/>
    <w:rsid w:val="00F9308F"/>
    <w:rsid w:val="00F940B6"/>
    <w:rsid w:val="00F94EF2"/>
    <w:rsid w:val="00F94FE9"/>
    <w:rsid w:val="00F95E30"/>
    <w:rsid w:val="00F9620B"/>
    <w:rsid w:val="00FA1A2D"/>
    <w:rsid w:val="00FA3756"/>
    <w:rsid w:val="00FA514F"/>
    <w:rsid w:val="00FA6AC8"/>
    <w:rsid w:val="00FA7C50"/>
    <w:rsid w:val="00FB0A2F"/>
    <w:rsid w:val="00FB164C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6073"/>
    <w:rsid w:val="00FF60E3"/>
    <w:rsid w:val="00FF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5350E2"/>
  <w15:docId w15:val="{68F16777-F5FA-094E-AE6D-87FF1C7F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Kopfzeile">
    <w:name w:val="header"/>
    <w:basedOn w:val="Standard"/>
    <w:link w:val="KopfzeileZchn1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uzeile">
    <w:name w:val="footer"/>
    <w:basedOn w:val="Standard"/>
    <w:link w:val="FuzeileZchn1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KopfzeileZchn1">
    <w:name w:val="Kopfzeile Zchn1"/>
    <w:link w:val="Kopfzeile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uzeileZchn1">
    <w:name w:val="Fußzeile Zchn1"/>
    <w:link w:val="Fuzeile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Vorformatiert">
    <w:name w:val="HTML Preformatted"/>
    <w:basedOn w:val="Standard"/>
    <w:link w:val="HTMLVorformatiertZchn1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Absatz-Standardschriftar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VorformatiertZchn1">
    <w:name w:val="HTML Vorformatiert Zchn1"/>
    <w:link w:val="HTMLVorformatiert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921E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574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74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74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Standard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NichtaufgelsteErwhnung">
    <w:name w:val="Unresolved Mention"/>
    <w:basedOn w:val="Absatz-Standardschriftart"/>
    <w:uiPriority w:val="99"/>
    <w:rsid w:val="00C01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press@riedel.net" TargetMode="External"/><Relationship Id="rId7" Type="http://schemas.openxmlformats.org/officeDocument/2006/relationships/hyperlink" Target="https://www.facebook.com/RiedelCommunicationsInternational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instagram.com/riedelcommunications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549773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de.pinterest.com/RIEDELnet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://de.slideshare.net/RIEDELCommun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RIEDELnet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://www.riedel.ne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uelhoff/Library/Group%20Containers/UBF8T346G9.Office/User%20Content.localized/Templates.localized/Template%20PR%20DE%202019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PR DE 2019.dotx</Template>
  <TotalTime>0</TotalTime>
  <Pages>2</Pages>
  <Words>530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Riedel Communications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Bülhoff (Riedel)</dc:creator>
  <cp:lastModifiedBy>Julian Bülhoff (Riedel)</cp:lastModifiedBy>
  <cp:revision>6</cp:revision>
  <cp:lastPrinted>2019-09-11T07:11:00Z</cp:lastPrinted>
  <dcterms:created xsi:type="dcterms:W3CDTF">2019-09-11T07:11:00Z</dcterms:created>
  <dcterms:modified xsi:type="dcterms:W3CDTF">2019-09-12T10:13:00Z</dcterms:modified>
</cp:coreProperties>
</file>