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C7F4FE" w14:textId="77777777" w:rsidR="00000B42" w:rsidRPr="009B3B9A" w:rsidRDefault="00000B42" w:rsidP="00000B42">
      <w:pPr>
        <w:rPr>
          <w:rFonts w:ascii="Arial" w:hAnsi="Arial" w:cs="Arial"/>
        </w:rPr>
      </w:pP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5D0ED18" wp14:editId="2B2476CE">
            <wp:extent cx="194945" cy="194945"/>
            <wp:effectExtent l="0" t="0" r="8255" b="8255"/>
            <wp:docPr id="11" name="Picture 1" descr="cid:A4BE27EC-A98F-4260-A898-6FA4583333D7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A4BE27EC-A98F-4260-A898-6FA4583333D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0EE8272" wp14:editId="490F1F70">
            <wp:extent cx="245745" cy="194945"/>
            <wp:effectExtent l="0" t="0" r="8255" b="8255"/>
            <wp:docPr id="9" name="Picture 3" descr="cid:21400107-5198-44A4-8380-39CFBA036299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21400107-5198-44A4-8380-39CFBA03629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6435E53A" wp14:editId="02A7BE3C">
            <wp:extent cx="194945" cy="194945"/>
            <wp:effectExtent l="0" t="0" r="8255" b="8255"/>
            <wp:docPr id="12" name="Picture 4" descr="cid:BF9E6F54-AD0A-4522-8765-78FCF38E0C72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BF9E6F54-AD0A-4522-8765-78FCF38E0C7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7839C74E" wp14:editId="5B9FEE6D">
            <wp:extent cx="287655" cy="194945"/>
            <wp:effectExtent l="0" t="0" r="0" b="8255"/>
            <wp:docPr id="13" name="Picture 5" descr="cid:E61FE41F-A405-4275-AAF5-779DF0D632A3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E61FE41F-A405-4275-AAF5-779DF0D632A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  <w:t xml:space="preserve"> </w:t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218ABC84" wp14:editId="626EE386">
            <wp:extent cx="194945" cy="194945"/>
            <wp:effectExtent l="0" t="0" r="8255" b="8255"/>
            <wp:docPr id="6" name="Picture 6" descr="cid:5E15EB87-5F8C-4126-83BA-3B6AE9A0931B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5E15EB87-5F8C-4126-83BA-3B6AE9A0931B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 xml:space="preserve"> </w:t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531B8822" wp14:editId="6242753D">
            <wp:extent cx="194945" cy="194945"/>
            <wp:effectExtent l="0" t="0" r="8255" b="8255"/>
            <wp:docPr id="7" name="Picture 7" descr="cid:6E588F20-746B-480A-9E69-833ED9BE4334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6E588F20-746B-480A-9E69-833ED9BE433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2A988CCA" wp14:editId="395DDCE0">
            <wp:extent cx="194945" cy="194945"/>
            <wp:effectExtent l="0" t="0" r="8255" b="8255"/>
            <wp:docPr id="8" name="Grafik 18" descr="Icons web 25px9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 descr="Icons web 25px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0E7756" w14:textId="77777777" w:rsidR="00A73D4C" w:rsidRPr="0045559E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</w:p>
    <w:p w14:paraId="1404E786" w14:textId="77777777" w:rsidR="00A73D4C" w:rsidRPr="004F3475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  <w:r w:rsidRPr="004F3475">
        <w:rPr>
          <w:rFonts w:ascii="Arial" w:hAnsi="Arial" w:cs="Arial"/>
          <w:b/>
          <w:sz w:val="20"/>
          <w:szCs w:val="20"/>
          <w:lang w:val="en-US" w:eastAsia="en-US"/>
        </w:rPr>
        <w:t xml:space="preserve">Riedel Communications </w:t>
      </w:r>
      <w:proofErr w:type="spellStart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Kontakt</w:t>
      </w:r>
      <w:proofErr w:type="spellEnd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:</w:t>
      </w:r>
    </w:p>
    <w:p w14:paraId="1B32CBE2" w14:textId="77777777" w:rsidR="00A73D4C" w:rsidRPr="004F3475" w:rsidRDefault="002A1CB2" w:rsidP="00A73D4C">
      <w:pPr>
        <w:rPr>
          <w:rFonts w:ascii="Arial" w:hAnsi="Arial" w:cs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 xml:space="preserve">Serkan </w:t>
      </w:r>
      <w:proofErr w:type="spellStart"/>
      <w:r w:rsidRPr="004F3475">
        <w:rPr>
          <w:rFonts w:ascii="Arial" w:hAnsi="Arial"/>
          <w:sz w:val="20"/>
          <w:szCs w:val="20"/>
        </w:rPr>
        <w:t>Güner</w:t>
      </w:r>
      <w:proofErr w:type="spellEnd"/>
      <w:r w:rsidRPr="004F3475">
        <w:rPr>
          <w:rFonts w:ascii="Arial" w:hAnsi="Arial"/>
          <w:sz w:val="20"/>
          <w:szCs w:val="20"/>
        </w:rPr>
        <w:t xml:space="preserve"> </w:t>
      </w:r>
    </w:p>
    <w:p w14:paraId="06C46C88" w14:textId="77777777" w:rsidR="00A73D4C" w:rsidRPr="004F3475" w:rsidRDefault="00A73D4C" w:rsidP="00A73D4C">
      <w:pPr>
        <w:rPr>
          <w:rFonts w:ascii="Arial" w:hAnsi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>Marketing and Communications</w:t>
      </w:r>
    </w:p>
    <w:p w14:paraId="38843F33" w14:textId="77777777" w:rsidR="00A73D4C" w:rsidRPr="00E57DF5" w:rsidRDefault="00A73D4C" w:rsidP="00A73D4C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 xml:space="preserve">Tel: </w:t>
      </w:r>
      <w:r w:rsidR="002A1CB2" w:rsidRPr="00E57DF5">
        <w:rPr>
          <w:rFonts w:ascii="Arial" w:hAnsi="Arial" w:cs="Arial"/>
          <w:sz w:val="20"/>
          <w:szCs w:val="20"/>
          <w:lang w:val="de-DE"/>
        </w:rPr>
        <w:t>+</w:t>
      </w:r>
      <w:r w:rsidR="002A1CB2" w:rsidRPr="00E57DF5">
        <w:rPr>
          <w:sz w:val="20"/>
          <w:szCs w:val="20"/>
          <w:lang w:val="de-DE"/>
        </w:rPr>
        <w:t xml:space="preserve"> </w:t>
      </w:r>
      <w:r w:rsidR="002A1CB2" w:rsidRPr="00E57DF5">
        <w:rPr>
          <w:rFonts w:ascii="Arial" w:hAnsi="Arial"/>
          <w:sz w:val="20"/>
          <w:szCs w:val="20"/>
          <w:lang w:val="de-DE"/>
        </w:rPr>
        <w:t>49 (0) 174 339 24 48</w:t>
      </w:r>
    </w:p>
    <w:p w14:paraId="44795E4B" w14:textId="77777777" w:rsidR="00A73D4C" w:rsidRDefault="00A73D4C" w:rsidP="00AB0E3B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>E</w:t>
      </w:r>
      <w:r w:rsidR="00284000" w:rsidRPr="00E57DF5">
        <w:rPr>
          <w:rFonts w:ascii="Arial" w:hAnsi="Arial" w:cs="Arial"/>
          <w:sz w:val="20"/>
          <w:szCs w:val="20"/>
          <w:lang w:val="de-DE"/>
        </w:rPr>
        <w:t>-Mail</w:t>
      </w:r>
      <w:r w:rsidRPr="00E57DF5">
        <w:rPr>
          <w:rFonts w:ascii="Arial" w:hAnsi="Arial" w:cs="Arial"/>
          <w:sz w:val="20"/>
          <w:szCs w:val="20"/>
          <w:lang w:val="de-DE"/>
        </w:rPr>
        <w:t xml:space="preserve">: </w:t>
      </w:r>
      <w:hyperlink r:id="rId21" w:history="1">
        <w:r w:rsidR="00C011BA" w:rsidRPr="002E2294">
          <w:rPr>
            <w:rStyle w:val="Hyperlink"/>
            <w:rFonts w:ascii="Arial" w:hAnsi="Arial"/>
            <w:sz w:val="20"/>
            <w:szCs w:val="20"/>
            <w:lang w:val="de-DE"/>
          </w:rPr>
          <w:t>press@riedel.net</w:t>
        </w:r>
      </w:hyperlink>
    </w:p>
    <w:p w14:paraId="7F234A1E" w14:textId="77777777" w:rsidR="00C011BA" w:rsidRDefault="00C011BA" w:rsidP="00AB0E3B">
      <w:pPr>
        <w:rPr>
          <w:rFonts w:ascii="Arial" w:hAnsi="Arial" w:cs="Arial"/>
          <w:sz w:val="20"/>
          <w:szCs w:val="20"/>
          <w:highlight w:val="yellow"/>
          <w:lang w:val="de-DE"/>
        </w:rPr>
      </w:pPr>
    </w:p>
    <w:p w14:paraId="07DF702A" w14:textId="3F6ED137" w:rsidR="00C011BA" w:rsidRPr="00D572AA" w:rsidRDefault="00C011BA" w:rsidP="00AB0E3B">
      <w:pPr>
        <w:rPr>
          <w:rFonts w:ascii="Arial" w:hAnsi="Arial" w:cs="Arial"/>
          <w:sz w:val="20"/>
          <w:szCs w:val="20"/>
          <w:highlight w:val="yellow"/>
          <w:lang w:val="de-DE"/>
        </w:rPr>
      </w:pPr>
      <w:r w:rsidRPr="003773E0">
        <w:rPr>
          <w:rFonts w:ascii="Arial" w:hAnsi="Arial" w:cs="Arial"/>
          <w:b/>
          <w:sz w:val="20"/>
          <w:szCs w:val="20"/>
          <w:lang w:val="de-DE"/>
        </w:rPr>
        <w:t>Link zum Bildmaterial</w:t>
      </w:r>
      <w:r w:rsidRPr="00D572AA">
        <w:rPr>
          <w:rFonts w:ascii="Arial" w:hAnsi="Arial" w:cs="Arial"/>
          <w:b/>
          <w:sz w:val="20"/>
          <w:szCs w:val="20"/>
          <w:lang w:val="de-DE"/>
        </w:rPr>
        <w:t>:</w:t>
      </w:r>
      <w:r w:rsidR="00D572AA" w:rsidRPr="00D572AA">
        <w:rPr>
          <w:rFonts w:ascii="Arial" w:hAnsi="Arial" w:cs="Arial"/>
          <w:b/>
          <w:sz w:val="20"/>
          <w:szCs w:val="20"/>
          <w:lang w:val="de-DE"/>
        </w:rPr>
        <w:t xml:space="preserve"> </w:t>
      </w:r>
      <w:hyperlink r:id="rId22" w:history="1">
        <w:r w:rsidR="00D572AA" w:rsidRPr="00D572AA">
          <w:rPr>
            <w:rStyle w:val="Hyperlink"/>
            <w:rFonts w:ascii="Arial" w:hAnsi="Arial" w:cs="Arial"/>
            <w:sz w:val="20"/>
            <w:szCs w:val="20"/>
            <w:lang w:val="de-DE"/>
          </w:rPr>
          <w:t>www.wallstcom.com/Riedel/Riedel-De_Munt_Theatre.zip</w:t>
        </w:r>
      </w:hyperlink>
    </w:p>
    <w:p w14:paraId="21DEBA20" w14:textId="3756A2DA" w:rsidR="00916453" w:rsidRPr="00D572AA" w:rsidRDefault="00C011BA" w:rsidP="00C011BA">
      <w:pPr>
        <w:rPr>
          <w:rFonts w:ascii="Arial" w:hAnsi="Arial" w:cs="Arial"/>
          <w:sz w:val="20"/>
          <w:szCs w:val="20"/>
          <w:lang w:val="de-DE"/>
        </w:rPr>
      </w:pPr>
      <w:r w:rsidRPr="003773E0">
        <w:rPr>
          <w:rFonts w:ascii="Arial" w:hAnsi="Arial" w:cs="Arial"/>
          <w:b/>
          <w:sz w:val="20"/>
          <w:szCs w:val="20"/>
          <w:lang w:val="de-DE"/>
        </w:rPr>
        <w:t>Bildunterschrift:</w:t>
      </w:r>
      <w:r w:rsidR="00D572AA">
        <w:rPr>
          <w:rFonts w:ascii="Arial" w:hAnsi="Arial" w:cs="Arial"/>
          <w:b/>
          <w:sz w:val="20"/>
          <w:szCs w:val="20"/>
          <w:lang w:val="de-DE"/>
        </w:rPr>
        <w:t xml:space="preserve"> </w:t>
      </w:r>
      <w:r w:rsidR="00D572AA" w:rsidRPr="00D572AA">
        <w:rPr>
          <w:rFonts w:ascii="Arial" w:hAnsi="Arial" w:cs="Arial"/>
          <w:sz w:val="20"/>
          <w:szCs w:val="20"/>
          <w:lang w:val="de-DE"/>
        </w:rPr>
        <w:t>D</w:t>
      </w:r>
      <w:r w:rsidR="00D572AA" w:rsidRPr="00D572AA">
        <w:rPr>
          <w:rFonts w:ascii="Arial" w:hAnsi="Arial" w:cs="Arial"/>
          <w:sz w:val="20"/>
          <w:szCs w:val="20"/>
          <w:lang w:val="de-DE"/>
        </w:rPr>
        <w:t xml:space="preserve">as historische Théâtre Royal de la </w:t>
      </w:r>
      <w:proofErr w:type="spellStart"/>
      <w:r w:rsidR="00D572AA" w:rsidRPr="00D572AA">
        <w:rPr>
          <w:rFonts w:ascii="Arial" w:hAnsi="Arial" w:cs="Arial"/>
          <w:sz w:val="20"/>
          <w:szCs w:val="20"/>
          <w:lang w:val="de-DE"/>
        </w:rPr>
        <w:t>Monnaie</w:t>
      </w:r>
      <w:proofErr w:type="spellEnd"/>
      <w:r w:rsidR="00D572AA">
        <w:rPr>
          <w:rFonts w:ascii="Arial" w:hAnsi="Arial" w:cs="Arial"/>
          <w:sz w:val="20"/>
          <w:szCs w:val="20"/>
          <w:lang w:val="de-DE"/>
        </w:rPr>
        <w:t xml:space="preserve"> vertraut auf eine Riedel-Infrastruktur mit Artist, SmartPanels und Bolero.</w:t>
      </w:r>
      <w:bookmarkStart w:id="0" w:name="_GoBack"/>
      <w:bookmarkEnd w:id="0"/>
    </w:p>
    <w:p w14:paraId="7897204F" w14:textId="77777777" w:rsidR="00C011BA" w:rsidRPr="00D572AA" w:rsidRDefault="00C011BA" w:rsidP="00C011BA">
      <w:pPr>
        <w:rPr>
          <w:rFonts w:ascii="Arial" w:hAnsi="Arial" w:cs="Arial"/>
          <w:b/>
          <w:sz w:val="20"/>
          <w:szCs w:val="20"/>
          <w:lang w:val="de-DE"/>
        </w:rPr>
      </w:pPr>
    </w:p>
    <w:p w14:paraId="58BF69DD" w14:textId="3AE12204" w:rsidR="00C129B3" w:rsidRPr="0085210C" w:rsidRDefault="005A7B12" w:rsidP="0085210C">
      <w:pPr>
        <w:jc w:val="center"/>
        <w:rPr>
          <w:rFonts w:ascii="Arial" w:eastAsia="Arial" w:hAnsi="Arial" w:cs="Arial"/>
          <w:b/>
          <w:sz w:val="32"/>
          <w:szCs w:val="32"/>
          <w:lang w:val="de-DE"/>
        </w:rPr>
      </w:pPr>
      <w:r>
        <w:rPr>
          <w:rFonts w:ascii="Arial" w:eastAsia="Arial" w:hAnsi="Arial" w:cs="Arial"/>
          <w:b/>
          <w:sz w:val="32"/>
          <w:szCs w:val="32"/>
          <w:lang w:val="de-DE"/>
        </w:rPr>
        <w:t xml:space="preserve">Bühne frei </w:t>
      </w:r>
      <w:r w:rsidR="00E7360A">
        <w:rPr>
          <w:rFonts w:ascii="Arial" w:eastAsia="Arial" w:hAnsi="Arial" w:cs="Arial"/>
          <w:b/>
          <w:sz w:val="32"/>
          <w:szCs w:val="32"/>
          <w:lang w:val="de-DE"/>
        </w:rPr>
        <w:t>für</w:t>
      </w:r>
      <w:r>
        <w:rPr>
          <w:rFonts w:ascii="Arial" w:eastAsia="Arial" w:hAnsi="Arial" w:cs="Arial"/>
          <w:b/>
          <w:sz w:val="32"/>
          <w:szCs w:val="32"/>
          <w:lang w:val="de-DE"/>
        </w:rPr>
        <w:t xml:space="preserve"> </w:t>
      </w:r>
      <w:r w:rsidR="008A23DD">
        <w:rPr>
          <w:rFonts w:ascii="Arial" w:eastAsia="Arial" w:hAnsi="Arial" w:cs="Arial"/>
          <w:b/>
          <w:sz w:val="32"/>
          <w:szCs w:val="32"/>
          <w:lang w:val="de-DE"/>
        </w:rPr>
        <w:t xml:space="preserve">Riedel </w:t>
      </w:r>
      <w:r w:rsidR="00E7360A">
        <w:rPr>
          <w:rFonts w:ascii="Arial" w:eastAsia="Arial" w:hAnsi="Arial" w:cs="Arial"/>
          <w:b/>
          <w:sz w:val="32"/>
          <w:szCs w:val="32"/>
          <w:lang w:val="de-DE"/>
        </w:rPr>
        <w:t xml:space="preserve">– Wuppertaler </w:t>
      </w:r>
      <w:r w:rsidR="008A23DD">
        <w:rPr>
          <w:rFonts w:ascii="Arial" w:eastAsia="Arial" w:hAnsi="Arial" w:cs="Arial"/>
          <w:b/>
          <w:sz w:val="32"/>
          <w:szCs w:val="32"/>
          <w:lang w:val="de-DE"/>
        </w:rPr>
        <w:t>liefer</w:t>
      </w:r>
      <w:r w:rsidR="00E7360A">
        <w:rPr>
          <w:rFonts w:ascii="Arial" w:eastAsia="Arial" w:hAnsi="Arial" w:cs="Arial"/>
          <w:b/>
          <w:sz w:val="32"/>
          <w:szCs w:val="32"/>
          <w:lang w:val="de-DE"/>
        </w:rPr>
        <w:t>n</w:t>
      </w:r>
      <w:r w:rsidR="008A23DD">
        <w:rPr>
          <w:rFonts w:ascii="Arial" w:eastAsia="Arial" w:hAnsi="Arial" w:cs="Arial"/>
          <w:b/>
          <w:sz w:val="32"/>
          <w:szCs w:val="32"/>
          <w:lang w:val="de-DE"/>
        </w:rPr>
        <w:t xml:space="preserve"> umfassende Kommunikationslösung für </w:t>
      </w:r>
      <w:r w:rsidR="008A23DD" w:rsidRPr="008A23DD">
        <w:rPr>
          <w:rFonts w:ascii="Arial" w:eastAsia="Arial" w:hAnsi="Arial" w:cs="Arial"/>
          <w:b/>
          <w:sz w:val="32"/>
          <w:szCs w:val="32"/>
          <w:lang w:val="de-DE"/>
        </w:rPr>
        <w:t xml:space="preserve">Théâtre Royal de la </w:t>
      </w:r>
      <w:proofErr w:type="spellStart"/>
      <w:r w:rsidR="008A23DD" w:rsidRPr="008A23DD">
        <w:rPr>
          <w:rFonts w:ascii="Arial" w:eastAsia="Arial" w:hAnsi="Arial" w:cs="Arial"/>
          <w:b/>
          <w:sz w:val="32"/>
          <w:szCs w:val="32"/>
          <w:lang w:val="de-DE"/>
        </w:rPr>
        <w:t>Monnaie</w:t>
      </w:r>
      <w:proofErr w:type="spellEnd"/>
      <w:r w:rsidR="007E611A" w:rsidRPr="00937F39">
        <w:rPr>
          <w:rFonts w:ascii="Arial" w:hAnsi="Arial" w:cs="Arial"/>
          <w:noProof/>
          <w:sz w:val="32"/>
          <w:szCs w:val="32"/>
          <w:lang w:val="de-DE"/>
        </w:rPr>
        <w:br/>
      </w:r>
    </w:p>
    <w:p w14:paraId="424D242B" w14:textId="30346D27" w:rsidR="008A23DD" w:rsidRPr="008A23DD" w:rsidRDefault="00A154C4" w:rsidP="008A23DD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 w:eastAsia="de-DE"/>
        </w:rPr>
        <w:t xml:space="preserve">WUPPERTAL, </w:t>
      </w:r>
      <w:r w:rsidR="009E5756">
        <w:rPr>
          <w:rFonts w:ascii="Arial" w:hAnsi="Arial" w:cs="Arial"/>
          <w:b/>
          <w:bCs/>
          <w:sz w:val="22"/>
          <w:szCs w:val="22"/>
          <w:lang w:val="de-DE" w:eastAsia="de-DE"/>
        </w:rPr>
        <w:t>11</w:t>
      </w:r>
      <w:r w:rsidR="00D52375" w:rsidRPr="00937F39">
        <w:rPr>
          <w:rFonts w:ascii="Arial" w:hAnsi="Arial" w:cs="Arial"/>
          <w:b/>
          <w:bCs/>
          <w:sz w:val="22"/>
          <w:szCs w:val="22"/>
          <w:lang w:val="de-DE" w:eastAsia="de-DE"/>
        </w:rPr>
        <w:t xml:space="preserve">. </w:t>
      </w:r>
      <w:r w:rsidR="009E5756">
        <w:rPr>
          <w:rFonts w:ascii="Arial" w:hAnsi="Arial" w:cs="Arial"/>
          <w:b/>
          <w:bCs/>
          <w:sz w:val="22"/>
          <w:szCs w:val="22"/>
          <w:lang w:val="de-DE" w:eastAsia="de-DE"/>
        </w:rPr>
        <w:t>Feb.</w:t>
      </w:r>
      <w:r w:rsidR="00D52375" w:rsidRPr="00937F39">
        <w:rPr>
          <w:rFonts w:ascii="Arial" w:hAnsi="Arial" w:cs="Arial"/>
          <w:b/>
          <w:bCs/>
          <w:sz w:val="22"/>
          <w:szCs w:val="22"/>
          <w:lang w:val="de-DE" w:eastAsia="de-DE"/>
        </w:rPr>
        <w:t xml:space="preserve"> 20</w:t>
      </w:r>
      <w:r w:rsidR="009E5756">
        <w:rPr>
          <w:rFonts w:ascii="Arial" w:hAnsi="Arial" w:cs="Arial"/>
          <w:b/>
          <w:bCs/>
          <w:sz w:val="22"/>
          <w:szCs w:val="22"/>
          <w:lang w:val="de-DE" w:eastAsia="de-DE"/>
        </w:rPr>
        <w:t>20</w:t>
      </w:r>
      <w:r w:rsidR="00D52375" w:rsidRPr="00937F39">
        <w:rPr>
          <w:rFonts w:ascii="Arial" w:hAnsi="Arial" w:cs="Arial"/>
          <w:sz w:val="22"/>
          <w:szCs w:val="22"/>
          <w:lang w:val="de-DE" w:eastAsia="de-DE"/>
        </w:rPr>
        <w:t xml:space="preserve"> —</w:t>
      </w:r>
      <w:r w:rsidR="00937F39" w:rsidRPr="00937F39">
        <w:rPr>
          <w:rFonts w:ascii="Arial" w:hAnsi="Arial" w:cs="Arial"/>
          <w:sz w:val="22"/>
          <w:szCs w:val="22"/>
          <w:lang w:val="de-DE" w:eastAsia="de-DE"/>
        </w:rPr>
        <w:t xml:space="preserve"> </w:t>
      </w:r>
      <w:r w:rsidR="00B052B0">
        <w:rPr>
          <w:rFonts w:ascii="Arial" w:hAnsi="Arial" w:cs="Arial"/>
          <w:sz w:val="22"/>
          <w:szCs w:val="22"/>
          <w:lang w:val="de-DE" w:eastAsia="de-DE"/>
        </w:rPr>
        <w:t xml:space="preserve">Bei der Modernisierung seiner gesamten </w:t>
      </w:r>
      <w:r w:rsidR="00B052B0" w:rsidRPr="008A23DD">
        <w:rPr>
          <w:rFonts w:ascii="Arial" w:eastAsia="Arial" w:hAnsi="Arial" w:cs="Arial"/>
          <w:sz w:val="22"/>
          <w:szCs w:val="22"/>
          <w:lang w:val="de-DE"/>
        </w:rPr>
        <w:t>Kommunikations</w:t>
      </w:r>
      <w:r w:rsidR="009E5756">
        <w:rPr>
          <w:rFonts w:ascii="Arial" w:eastAsia="Arial" w:hAnsi="Arial" w:cs="Arial"/>
          <w:sz w:val="22"/>
          <w:szCs w:val="22"/>
          <w:lang w:val="de-DE"/>
        </w:rPr>
        <w:t>-I</w:t>
      </w:r>
      <w:r w:rsidR="00B052B0" w:rsidRPr="008A23DD">
        <w:rPr>
          <w:rFonts w:ascii="Arial" w:eastAsia="Arial" w:hAnsi="Arial" w:cs="Arial"/>
          <w:sz w:val="22"/>
          <w:szCs w:val="22"/>
          <w:lang w:val="de-DE"/>
        </w:rPr>
        <w:t xml:space="preserve">nfrastruktur </w:t>
      </w:r>
      <w:r w:rsidR="00B052B0">
        <w:rPr>
          <w:rFonts w:ascii="Arial" w:eastAsia="Arial" w:hAnsi="Arial" w:cs="Arial"/>
          <w:sz w:val="22"/>
          <w:szCs w:val="22"/>
          <w:lang w:val="de-DE"/>
        </w:rPr>
        <w:t xml:space="preserve">vertraut das </w:t>
      </w:r>
      <w:r w:rsidR="008A23DD" w:rsidRPr="008A23DD">
        <w:rPr>
          <w:rFonts w:ascii="Arial" w:eastAsia="Arial" w:hAnsi="Arial" w:cs="Arial"/>
          <w:sz w:val="22"/>
          <w:szCs w:val="22"/>
          <w:lang w:val="de-DE"/>
        </w:rPr>
        <w:t xml:space="preserve">historische Théâtre Royal de la </w:t>
      </w:r>
      <w:proofErr w:type="spellStart"/>
      <w:r w:rsidR="008A23DD" w:rsidRPr="008A23DD">
        <w:rPr>
          <w:rFonts w:ascii="Arial" w:eastAsia="Arial" w:hAnsi="Arial" w:cs="Arial"/>
          <w:sz w:val="22"/>
          <w:szCs w:val="22"/>
          <w:lang w:val="de-DE"/>
        </w:rPr>
        <w:t>Monnaie</w:t>
      </w:r>
      <w:proofErr w:type="spellEnd"/>
      <w:r w:rsidR="008A23DD" w:rsidRPr="008A23DD">
        <w:rPr>
          <w:rFonts w:ascii="Arial" w:eastAsia="Arial" w:hAnsi="Arial" w:cs="Arial"/>
          <w:sz w:val="22"/>
          <w:szCs w:val="22"/>
          <w:lang w:val="de-DE"/>
        </w:rPr>
        <w:t>, auch bekannt als das De Munt Theate</w:t>
      </w:r>
      <w:r w:rsidR="009E5756">
        <w:rPr>
          <w:rFonts w:ascii="Arial" w:eastAsia="Arial" w:hAnsi="Arial" w:cs="Arial"/>
          <w:sz w:val="22"/>
          <w:szCs w:val="22"/>
          <w:lang w:val="de-DE"/>
        </w:rPr>
        <w:t>r</w:t>
      </w:r>
      <w:r w:rsidR="008A23DD" w:rsidRPr="008A23DD">
        <w:rPr>
          <w:rFonts w:ascii="Arial" w:eastAsia="Arial" w:hAnsi="Arial" w:cs="Arial"/>
          <w:sz w:val="22"/>
          <w:szCs w:val="22"/>
          <w:lang w:val="de-DE"/>
        </w:rPr>
        <w:t xml:space="preserve">, </w:t>
      </w:r>
      <w:r w:rsidR="00B052B0">
        <w:rPr>
          <w:rFonts w:ascii="Arial" w:eastAsia="Arial" w:hAnsi="Arial" w:cs="Arial"/>
          <w:sz w:val="22"/>
          <w:szCs w:val="22"/>
          <w:lang w:val="de-DE"/>
        </w:rPr>
        <w:t xml:space="preserve">auf </w:t>
      </w:r>
      <w:r w:rsidR="008A23DD" w:rsidRPr="008A23DD">
        <w:rPr>
          <w:rFonts w:ascii="Arial" w:eastAsia="Arial" w:hAnsi="Arial" w:cs="Arial"/>
          <w:sz w:val="22"/>
          <w:szCs w:val="22"/>
          <w:lang w:val="de-DE"/>
        </w:rPr>
        <w:t>ein Riedel</w:t>
      </w:r>
      <w:r w:rsidR="00B052B0">
        <w:rPr>
          <w:rFonts w:ascii="Arial" w:eastAsia="Arial" w:hAnsi="Arial" w:cs="Arial"/>
          <w:sz w:val="22"/>
          <w:szCs w:val="22"/>
          <w:lang w:val="de-DE"/>
        </w:rPr>
        <w:t xml:space="preserve">-Backbone. Die Infrastruktur, bestehend aus Artist, </w:t>
      </w:r>
      <w:r w:rsidR="008A23DD" w:rsidRPr="008A23DD">
        <w:rPr>
          <w:rFonts w:ascii="Arial" w:eastAsia="Arial" w:hAnsi="Arial" w:cs="Arial"/>
          <w:sz w:val="22"/>
          <w:szCs w:val="22"/>
          <w:lang w:val="de-DE"/>
        </w:rPr>
        <w:t>SmartPanels der 2300er-Serie</w:t>
      </w:r>
      <w:r w:rsidR="00B052B0">
        <w:rPr>
          <w:rFonts w:ascii="Arial" w:eastAsia="Arial" w:hAnsi="Arial" w:cs="Arial"/>
          <w:sz w:val="22"/>
          <w:szCs w:val="22"/>
          <w:lang w:val="de-DE"/>
        </w:rPr>
        <w:t xml:space="preserve">, sowie </w:t>
      </w:r>
      <w:r w:rsidR="00B052B0" w:rsidRPr="008A23DD">
        <w:rPr>
          <w:rFonts w:ascii="Arial" w:eastAsia="Arial" w:hAnsi="Arial" w:cs="Arial"/>
          <w:sz w:val="22"/>
          <w:szCs w:val="22"/>
          <w:lang w:val="de-DE"/>
        </w:rPr>
        <w:t>Bolero im</w:t>
      </w:r>
      <w:r w:rsidR="00B052B0">
        <w:rPr>
          <w:rFonts w:ascii="Arial" w:eastAsia="Arial" w:hAnsi="Arial" w:cs="Arial"/>
          <w:sz w:val="22"/>
          <w:szCs w:val="22"/>
          <w:lang w:val="de-DE"/>
        </w:rPr>
        <w:t xml:space="preserve"> I</w:t>
      </w:r>
      <w:r w:rsidR="00B052B0" w:rsidRPr="008A23DD">
        <w:rPr>
          <w:rFonts w:ascii="Arial" w:eastAsia="Arial" w:hAnsi="Arial" w:cs="Arial"/>
          <w:sz w:val="22"/>
          <w:szCs w:val="22"/>
          <w:lang w:val="de-DE"/>
        </w:rPr>
        <w:t>ntegr</w:t>
      </w:r>
      <w:r w:rsidR="00B052B0">
        <w:rPr>
          <w:rFonts w:ascii="Arial" w:eastAsia="Arial" w:hAnsi="Arial" w:cs="Arial"/>
          <w:sz w:val="22"/>
          <w:szCs w:val="22"/>
          <w:lang w:val="de-DE"/>
        </w:rPr>
        <w:t>a</w:t>
      </w:r>
      <w:r w:rsidR="00B052B0" w:rsidRPr="008A23DD">
        <w:rPr>
          <w:rFonts w:ascii="Arial" w:eastAsia="Arial" w:hAnsi="Arial" w:cs="Arial"/>
          <w:sz w:val="22"/>
          <w:szCs w:val="22"/>
          <w:lang w:val="de-DE"/>
        </w:rPr>
        <w:t>te</w:t>
      </w:r>
      <w:r w:rsidR="00B052B0">
        <w:rPr>
          <w:rFonts w:ascii="Arial" w:eastAsia="Arial" w:hAnsi="Arial" w:cs="Arial"/>
          <w:sz w:val="22"/>
          <w:szCs w:val="22"/>
          <w:lang w:val="de-DE"/>
        </w:rPr>
        <w:t>d-</w:t>
      </w:r>
      <w:r w:rsidR="00B052B0" w:rsidRPr="008A23DD">
        <w:rPr>
          <w:rFonts w:ascii="Arial" w:eastAsia="Arial" w:hAnsi="Arial" w:cs="Arial"/>
          <w:sz w:val="22"/>
          <w:szCs w:val="22"/>
          <w:lang w:val="de-DE"/>
        </w:rPr>
        <w:t xml:space="preserve"> und </w:t>
      </w:r>
      <w:proofErr w:type="spellStart"/>
      <w:r w:rsidR="00B052B0" w:rsidRPr="008A23DD">
        <w:rPr>
          <w:rFonts w:ascii="Arial" w:eastAsia="Arial" w:hAnsi="Arial" w:cs="Arial"/>
          <w:sz w:val="22"/>
          <w:szCs w:val="22"/>
          <w:lang w:val="de-DE"/>
        </w:rPr>
        <w:t>Standalone</w:t>
      </w:r>
      <w:proofErr w:type="spellEnd"/>
      <w:r w:rsidR="00B052B0" w:rsidRPr="008A23DD">
        <w:rPr>
          <w:rFonts w:ascii="Arial" w:eastAsia="Arial" w:hAnsi="Arial" w:cs="Arial"/>
          <w:sz w:val="22"/>
          <w:szCs w:val="22"/>
          <w:lang w:val="de-DE"/>
        </w:rPr>
        <w:t>-Modus</w:t>
      </w:r>
      <w:r w:rsidR="00B052B0">
        <w:rPr>
          <w:rFonts w:ascii="Arial" w:eastAsia="Arial" w:hAnsi="Arial" w:cs="Arial"/>
          <w:sz w:val="22"/>
          <w:szCs w:val="22"/>
          <w:lang w:val="de-DE"/>
        </w:rPr>
        <w:t xml:space="preserve">, garantiert dem Theater </w:t>
      </w:r>
      <w:r w:rsidR="008A23DD" w:rsidRPr="008A23DD">
        <w:rPr>
          <w:rFonts w:ascii="Arial" w:eastAsia="Arial" w:hAnsi="Arial" w:cs="Arial"/>
          <w:sz w:val="22"/>
          <w:szCs w:val="22"/>
          <w:lang w:val="de-DE"/>
        </w:rPr>
        <w:t>einen hochflexiblen, zuverlässigen</w:t>
      </w:r>
      <w:r w:rsidR="00B052B0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008A23DD" w:rsidRPr="008A23DD">
        <w:rPr>
          <w:rFonts w:ascii="Arial" w:eastAsia="Arial" w:hAnsi="Arial" w:cs="Arial"/>
          <w:sz w:val="22"/>
          <w:szCs w:val="22"/>
          <w:lang w:val="de-DE"/>
        </w:rPr>
        <w:t xml:space="preserve">und zukunftssicheren Intercom-Betrieb. </w:t>
      </w:r>
    </w:p>
    <w:p w14:paraId="24715A24" w14:textId="77777777" w:rsidR="009E450F" w:rsidRPr="009F59FC" w:rsidRDefault="009E450F" w:rsidP="009E450F">
      <w:pPr>
        <w:spacing w:line="360" w:lineRule="auto"/>
        <w:rPr>
          <w:rFonts w:ascii="Arial" w:hAnsi="Arial" w:cs="Arial"/>
          <w:color w:val="000000"/>
          <w:sz w:val="22"/>
          <w:szCs w:val="22"/>
          <w:lang w:val="de-DE" w:eastAsia="de-DE"/>
        </w:rPr>
      </w:pPr>
    </w:p>
    <w:p w14:paraId="2B9BECB9" w14:textId="23452C20" w:rsidR="000F3867" w:rsidRPr="000F3867" w:rsidRDefault="000F3867" w:rsidP="000F3867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  <w:r w:rsidRPr="000F3867">
        <w:rPr>
          <w:rFonts w:ascii="Arial" w:eastAsia="Arial" w:hAnsi="Arial" w:cs="Arial"/>
          <w:sz w:val="22"/>
          <w:szCs w:val="22"/>
          <w:lang w:val="de-DE"/>
        </w:rPr>
        <w:t xml:space="preserve">Das im Herzen von Brüssel am Place de la </w:t>
      </w:r>
      <w:proofErr w:type="spellStart"/>
      <w:r w:rsidRPr="000F3867">
        <w:rPr>
          <w:rFonts w:ascii="Arial" w:eastAsia="Arial" w:hAnsi="Arial" w:cs="Arial"/>
          <w:sz w:val="22"/>
          <w:szCs w:val="22"/>
          <w:lang w:val="de-DE"/>
        </w:rPr>
        <w:t>Monnaie</w:t>
      </w:r>
      <w:proofErr w:type="spellEnd"/>
      <w:r w:rsidRPr="000F3867">
        <w:rPr>
          <w:rFonts w:ascii="Arial" w:eastAsia="Arial" w:hAnsi="Arial" w:cs="Arial"/>
          <w:sz w:val="22"/>
          <w:szCs w:val="22"/>
          <w:lang w:val="de-DE"/>
        </w:rPr>
        <w:t xml:space="preserve"> gelegene De Munt</w:t>
      </w:r>
      <w:r w:rsidR="009E5756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009E5756" w:rsidRPr="000F3867">
        <w:rPr>
          <w:rFonts w:ascii="Arial" w:eastAsia="Arial" w:hAnsi="Arial" w:cs="Arial"/>
          <w:sz w:val="22"/>
          <w:szCs w:val="22"/>
          <w:lang w:val="de-DE"/>
        </w:rPr>
        <w:t>Theater</w:t>
      </w:r>
      <w:r w:rsidRPr="000F3867">
        <w:rPr>
          <w:rFonts w:ascii="Arial" w:eastAsia="Arial" w:hAnsi="Arial" w:cs="Arial"/>
          <w:sz w:val="22"/>
          <w:szCs w:val="22"/>
          <w:lang w:val="de-DE"/>
        </w:rPr>
        <w:t xml:space="preserve"> ist eines der renommiertesten Opernhäuser der Welt und mit mehr als 450 Mitarbeitern das größte seiner Art in ganz Belgien.</w:t>
      </w:r>
    </w:p>
    <w:p w14:paraId="17D5404A" w14:textId="77777777" w:rsidR="000F3867" w:rsidRPr="000F3867" w:rsidRDefault="000F3867" w:rsidP="000F3867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</w:p>
    <w:p w14:paraId="6B100A82" w14:textId="625F5ECA" w:rsidR="00343EDF" w:rsidRDefault="004460AD" w:rsidP="00343EDF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  <w:r>
        <w:rPr>
          <w:rFonts w:ascii="Arial" w:eastAsia="Arial" w:hAnsi="Arial" w:cs="Arial"/>
          <w:sz w:val="22"/>
          <w:szCs w:val="22"/>
          <w:lang w:val="de-DE"/>
        </w:rPr>
        <w:t>„</w:t>
      </w:r>
      <w:r w:rsidR="00343EDF" w:rsidRPr="00343EDF">
        <w:rPr>
          <w:rFonts w:ascii="Arial" w:eastAsia="Arial" w:hAnsi="Arial" w:cs="Arial"/>
          <w:sz w:val="22"/>
          <w:szCs w:val="22"/>
          <w:lang w:val="de-DE"/>
        </w:rPr>
        <w:t xml:space="preserve">Wir hatten eine Reihe von Schlüsselanforderungen an unser neues Kommunikationssystem. Zunächst einmal brauchten wir eine nahtlose, leistungsstarke Abdeckung der gesamten Anlage. Um Denkmalschutz-Auflagen erfüllen zu können, musste die Installation zudem so unauffällig wie möglich sein und mit einem Minimum an Antennen auskommen", so Karl </w:t>
      </w:r>
      <w:proofErr w:type="spellStart"/>
      <w:r w:rsidR="00343EDF" w:rsidRPr="00343EDF">
        <w:rPr>
          <w:rFonts w:ascii="Arial" w:eastAsia="Arial" w:hAnsi="Arial" w:cs="Arial"/>
          <w:sz w:val="22"/>
          <w:szCs w:val="22"/>
          <w:lang w:val="de-DE"/>
        </w:rPr>
        <w:t>Ancia</w:t>
      </w:r>
      <w:proofErr w:type="spellEnd"/>
      <w:r w:rsidR="00343EDF" w:rsidRPr="00343EDF">
        <w:rPr>
          <w:rFonts w:ascii="Arial" w:eastAsia="Arial" w:hAnsi="Arial" w:cs="Arial"/>
          <w:sz w:val="22"/>
          <w:szCs w:val="22"/>
          <w:lang w:val="de-DE"/>
        </w:rPr>
        <w:t xml:space="preserve">, Tontechniker des Théâtre Royal de la </w:t>
      </w:r>
      <w:proofErr w:type="spellStart"/>
      <w:r w:rsidR="00343EDF" w:rsidRPr="00343EDF">
        <w:rPr>
          <w:rFonts w:ascii="Arial" w:eastAsia="Arial" w:hAnsi="Arial" w:cs="Arial"/>
          <w:sz w:val="22"/>
          <w:szCs w:val="22"/>
          <w:lang w:val="de-DE"/>
        </w:rPr>
        <w:t>Monnaie</w:t>
      </w:r>
      <w:proofErr w:type="spellEnd"/>
      <w:r w:rsidR="00343EDF" w:rsidRPr="00343EDF">
        <w:rPr>
          <w:rFonts w:ascii="Arial" w:eastAsia="Arial" w:hAnsi="Arial" w:cs="Arial"/>
          <w:sz w:val="22"/>
          <w:szCs w:val="22"/>
          <w:lang w:val="de-DE"/>
        </w:rPr>
        <w:t xml:space="preserve">. </w:t>
      </w:r>
      <w:r w:rsidR="005A7B12">
        <w:rPr>
          <w:rFonts w:ascii="Arial" w:eastAsia="Arial" w:hAnsi="Arial" w:cs="Arial"/>
          <w:sz w:val="22"/>
          <w:szCs w:val="22"/>
          <w:lang w:val="de-DE"/>
        </w:rPr>
        <w:t>„</w:t>
      </w:r>
      <w:r w:rsidR="00B052B0">
        <w:rPr>
          <w:rFonts w:ascii="Arial" w:eastAsia="Arial" w:hAnsi="Arial" w:cs="Arial"/>
          <w:sz w:val="22"/>
          <w:szCs w:val="22"/>
          <w:lang w:val="de-DE"/>
        </w:rPr>
        <w:t>Zudem</w:t>
      </w:r>
      <w:r w:rsidR="00246DAB">
        <w:rPr>
          <w:rFonts w:ascii="Arial" w:eastAsia="Arial" w:hAnsi="Arial" w:cs="Arial"/>
          <w:sz w:val="22"/>
          <w:szCs w:val="22"/>
          <w:lang w:val="de-DE"/>
        </w:rPr>
        <w:t xml:space="preserve"> benötigten wir nicht nur eine in </w:t>
      </w:r>
      <w:r w:rsidR="00246DAB" w:rsidRPr="00343EDF">
        <w:rPr>
          <w:rFonts w:ascii="Arial" w:eastAsia="Arial" w:hAnsi="Arial" w:cs="Arial"/>
          <w:sz w:val="22"/>
          <w:szCs w:val="22"/>
          <w:lang w:val="de-DE"/>
        </w:rPr>
        <w:t>unser IP-Netzwerk</w:t>
      </w:r>
      <w:r w:rsidR="00246DAB">
        <w:rPr>
          <w:rFonts w:ascii="Arial" w:eastAsia="Arial" w:hAnsi="Arial" w:cs="Arial"/>
          <w:sz w:val="22"/>
          <w:szCs w:val="22"/>
          <w:lang w:val="de-DE"/>
        </w:rPr>
        <w:t xml:space="preserve"> integrierte Lösung </w:t>
      </w:r>
      <w:r w:rsidR="00246DAB" w:rsidRPr="00343EDF">
        <w:rPr>
          <w:rFonts w:ascii="Arial" w:eastAsia="Arial" w:hAnsi="Arial" w:cs="Arial"/>
          <w:sz w:val="22"/>
          <w:szCs w:val="22"/>
          <w:lang w:val="de-DE"/>
        </w:rPr>
        <w:t>mit drahtloser Unterstützung für PCs und mobile Geräte</w:t>
      </w:r>
      <w:r w:rsidR="00246DAB">
        <w:rPr>
          <w:rFonts w:ascii="Arial" w:eastAsia="Arial" w:hAnsi="Arial" w:cs="Arial"/>
          <w:sz w:val="22"/>
          <w:szCs w:val="22"/>
          <w:lang w:val="de-DE"/>
        </w:rPr>
        <w:t xml:space="preserve">, sondern auch ein </w:t>
      </w:r>
      <w:proofErr w:type="spellStart"/>
      <w:r w:rsidR="00246DAB">
        <w:rPr>
          <w:rFonts w:ascii="Arial" w:eastAsia="Arial" w:hAnsi="Arial" w:cs="Arial"/>
          <w:sz w:val="22"/>
          <w:szCs w:val="22"/>
          <w:lang w:val="de-DE"/>
        </w:rPr>
        <w:t>Standalone</w:t>
      </w:r>
      <w:proofErr w:type="spellEnd"/>
      <w:r w:rsidR="00246DAB">
        <w:rPr>
          <w:rFonts w:ascii="Arial" w:eastAsia="Arial" w:hAnsi="Arial" w:cs="Arial"/>
          <w:sz w:val="22"/>
          <w:szCs w:val="22"/>
          <w:lang w:val="de-DE"/>
        </w:rPr>
        <w:t xml:space="preserve">-System </w:t>
      </w:r>
      <w:r w:rsidR="00246DAB" w:rsidRPr="00343EDF">
        <w:rPr>
          <w:rFonts w:ascii="Arial" w:eastAsia="Arial" w:hAnsi="Arial" w:cs="Arial"/>
          <w:sz w:val="22"/>
          <w:szCs w:val="22"/>
          <w:lang w:val="de-DE"/>
        </w:rPr>
        <w:t>für Aufführungen außerhalb des Theaters</w:t>
      </w:r>
      <w:r w:rsidR="00343EDF" w:rsidRPr="00343EDF">
        <w:rPr>
          <w:rFonts w:ascii="Arial" w:eastAsia="Arial" w:hAnsi="Arial" w:cs="Arial"/>
          <w:sz w:val="22"/>
          <w:szCs w:val="22"/>
          <w:lang w:val="de-DE"/>
        </w:rPr>
        <w:t xml:space="preserve">. Riedels Bolero hat unsere Erwartungen in </w:t>
      </w:r>
      <w:r w:rsidR="00B052B0">
        <w:rPr>
          <w:rFonts w:ascii="Arial" w:eastAsia="Arial" w:hAnsi="Arial" w:cs="Arial"/>
          <w:sz w:val="22"/>
          <w:szCs w:val="22"/>
          <w:lang w:val="de-DE"/>
        </w:rPr>
        <w:t xml:space="preserve">allen </w:t>
      </w:r>
      <w:r w:rsidR="00343EDF" w:rsidRPr="00343EDF">
        <w:rPr>
          <w:rFonts w:ascii="Arial" w:eastAsia="Arial" w:hAnsi="Arial" w:cs="Arial"/>
          <w:sz w:val="22"/>
          <w:szCs w:val="22"/>
          <w:lang w:val="de-DE"/>
        </w:rPr>
        <w:t>Punkt</w:t>
      </w:r>
      <w:r w:rsidR="00B052B0">
        <w:rPr>
          <w:rFonts w:ascii="Arial" w:eastAsia="Arial" w:hAnsi="Arial" w:cs="Arial"/>
          <w:sz w:val="22"/>
          <w:szCs w:val="22"/>
          <w:lang w:val="de-DE"/>
        </w:rPr>
        <w:t>en</w:t>
      </w:r>
      <w:r w:rsidR="00343EDF" w:rsidRPr="00343EDF">
        <w:rPr>
          <w:rFonts w:ascii="Arial" w:eastAsia="Arial" w:hAnsi="Arial" w:cs="Arial"/>
          <w:sz w:val="22"/>
          <w:szCs w:val="22"/>
          <w:lang w:val="de-DE"/>
        </w:rPr>
        <w:t xml:space="preserve"> übertroffen."</w:t>
      </w:r>
    </w:p>
    <w:p w14:paraId="20436EE4" w14:textId="77777777" w:rsidR="00343EDF" w:rsidRDefault="00343EDF" w:rsidP="00343EDF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</w:p>
    <w:p w14:paraId="5601EFCD" w14:textId="4DB5BCEF" w:rsidR="00343EDF" w:rsidRDefault="00343EDF" w:rsidP="00343EDF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  <w:r w:rsidRPr="00343EDF">
        <w:rPr>
          <w:rFonts w:ascii="Arial" w:eastAsia="Arial" w:hAnsi="Arial" w:cs="Arial"/>
          <w:sz w:val="22"/>
          <w:szCs w:val="22"/>
          <w:lang w:val="de-DE"/>
        </w:rPr>
        <w:t xml:space="preserve">Das neue Kommunikationssystem erstreckt sich über zwei Gebäude des De Munt Theaters und unterstützt einen Stab von 180 Mitarbeitern, darunter ein Orchester mit 90 Musikern, Bühnenbildner, Kostüm- und Maskenbildner sowie Support- und technische Dienste. </w:t>
      </w:r>
      <w:r w:rsidRPr="00343EDF">
        <w:rPr>
          <w:rFonts w:ascii="Arial" w:eastAsia="Arial" w:hAnsi="Arial" w:cs="Arial"/>
          <w:sz w:val="22"/>
          <w:szCs w:val="22"/>
          <w:lang w:val="de-DE"/>
        </w:rPr>
        <w:lastRenderedPageBreak/>
        <w:t>Ausgestattet mit AES67-Karten ermöglicht ein Artist-128</w:t>
      </w:r>
      <w:r w:rsidR="00246DAB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proofErr w:type="spellStart"/>
      <w:r w:rsidR="00246DAB">
        <w:rPr>
          <w:rFonts w:ascii="Arial" w:eastAsia="Arial" w:hAnsi="Arial" w:cs="Arial"/>
          <w:sz w:val="22"/>
          <w:szCs w:val="22"/>
          <w:lang w:val="de-DE"/>
        </w:rPr>
        <w:t>Node</w:t>
      </w:r>
      <w:proofErr w:type="spellEnd"/>
      <w:r w:rsidRPr="00343EDF">
        <w:rPr>
          <w:rFonts w:ascii="Arial" w:eastAsia="Arial" w:hAnsi="Arial" w:cs="Arial"/>
          <w:sz w:val="22"/>
          <w:szCs w:val="22"/>
          <w:lang w:val="de-DE"/>
        </w:rPr>
        <w:t xml:space="preserve"> eine nahtlose AES67-Verbindung über das IP-Netzwerk des Theaters zu sieben 2300 SmartPanels. Die SmartPanels ermöglichen agiles Routing und Kontrolle aller Intercom-Signale, die über das Netzwerk transportiert werden. Darüber hinaus </w:t>
      </w:r>
      <w:r w:rsidR="00246DAB">
        <w:rPr>
          <w:rFonts w:ascii="Arial" w:eastAsia="Arial" w:hAnsi="Arial" w:cs="Arial"/>
          <w:sz w:val="22"/>
          <w:szCs w:val="22"/>
          <w:lang w:val="de-DE"/>
        </w:rPr>
        <w:t>erlauben</w:t>
      </w:r>
      <w:r w:rsidRPr="00343EDF">
        <w:rPr>
          <w:rFonts w:ascii="Arial" w:eastAsia="Arial" w:hAnsi="Arial" w:cs="Arial"/>
          <w:sz w:val="22"/>
          <w:szCs w:val="22"/>
          <w:lang w:val="de-DE"/>
        </w:rPr>
        <w:t xml:space="preserve"> Virtual Panel-Apps die Kommunikation mit bis zu 56 Mac-, PC-, Android- oder iOS-Geräten.</w:t>
      </w:r>
    </w:p>
    <w:p w14:paraId="2359768C" w14:textId="77777777" w:rsidR="00343EDF" w:rsidRDefault="00343EDF" w:rsidP="00343EDF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</w:p>
    <w:p w14:paraId="26DD4923" w14:textId="77777777" w:rsidR="004A7538" w:rsidRDefault="00A743F7" w:rsidP="00343EDF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  <w:r w:rsidRPr="00A743F7">
        <w:rPr>
          <w:rFonts w:ascii="Arial" w:eastAsia="Arial" w:hAnsi="Arial" w:cs="Arial"/>
          <w:sz w:val="22"/>
          <w:szCs w:val="22"/>
          <w:lang w:val="de-DE"/>
        </w:rPr>
        <w:t xml:space="preserve">Das Bolero-System besteht aus 48 Beltpacks und 12 Antennen und ist ebenfalls über die AES67-Karten in die Artist-Matrix integriert. </w:t>
      </w:r>
      <w:r w:rsidR="00246DAB">
        <w:rPr>
          <w:rFonts w:ascii="Arial" w:eastAsia="Arial" w:hAnsi="Arial" w:cs="Arial"/>
          <w:sz w:val="22"/>
          <w:szCs w:val="22"/>
          <w:lang w:val="de-DE"/>
        </w:rPr>
        <w:t xml:space="preserve">Sieben fest installierte Antennen sorgen für lückenlose Abdeckung in der großflächigen Anlage, </w:t>
      </w:r>
      <w:r w:rsidRPr="00A743F7">
        <w:rPr>
          <w:rFonts w:ascii="Arial" w:eastAsia="Arial" w:hAnsi="Arial" w:cs="Arial"/>
          <w:sz w:val="22"/>
          <w:szCs w:val="22"/>
          <w:lang w:val="de-DE"/>
        </w:rPr>
        <w:t xml:space="preserve">während vier weitere Antennen für den </w:t>
      </w:r>
      <w:proofErr w:type="spellStart"/>
      <w:r w:rsidRPr="00A743F7">
        <w:rPr>
          <w:rFonts w:ascii="Arial" w:eastAsia="Arial" w:hAnsi="Arial" w:cs="Arial"/>
          <w:sz w:val="22"/>
          <w:szCs w:val="22"/>
          <w:lang w:val="de-DE"/>
        </w:rPr>
        <w:t>Standalone</w:t>
      </w:r>
      <w:proofErr w:type="spellEnd"/>
      <w:r w:rsidRPr="00A743F7">
        <w:rPr>
          <w:rFonts w:ascii="Arial" w:eastAsia="Arial" w:hAnsi="Arial" w:cs="Arial"/>
          <w:sz w:val="22"/>
          <w:szCs w:val="22"/>
          <w:lang w:val="de-DE"/>
        </w:rPr>
        <w:t xml:space="preserve">-Betrieb bei Außenaufführungen zur Verfügung stehen. </w:t>
      </w:r>
    </w:p>
    <w:p w14:paraId="74FD1AE6" w14:textId="77777777" w:rsidR="004A7538" w:rsidRDefault="004A7538" w:rsidP="00343EDF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</w:p>
    <w:p w14:paraId="3A94B3E1" w14:textId="457E5C98" w:rsidR="00AD09BD" w:rsidRDefault="00BE4628" w:rsidP="00343EDF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  <w:r>
        <w:rPr>
          <w:rFonts w:ascii="Arial" w:eastAsia="Arial" w:hAnsi="Arial" w:cs="Arial"/>
          <w:sz w:val="22"/>
          <w:szCs w:val="22"/>
          <w:lang w:val="de-DE"/>
        </w:rPr>
        <w:t xml:space="preserve">Ein weiterer Vorteil der Installation: </w:t>
      </w:r>
      <w:r w:rsidR="004A7538">
        <w:rPr>
          <w:rFonts w:ascii="Arial" w:eastAsia="Arial" w:hAnsi="Arial" w:cs="Arial"/>
          <w:sz w:val="22"/>
          <w:szCs w:val="22"/>
          <w:lang w:val="de-DE"/>
        </w:rPr>
        <w:t xml:space="preserve">Auch </w:t>
      </w:r>
      <w:r w:rsidR="00A743F7" w:rsidRPr="00A743F7">
        <w:rPr>
          <w:rFonts w:ascii="Arial" w:eastAsia="Arial" w:hAnsi="Arial" w:cs="Arial"/>
          <w:sz w:val="22"/>
          <w:szCs w:val="22"/>
          <w:lang w:val="de-DE"/>
        </w:rPr>
        <w:t>DB Video</w:t>
      </w:r>
      <w:r>
        <w:rPr>
          <w:rFonts w:ascii="Arial" w:eastAsia="Arial" w:hAnsi="Arial" w:cs="Arial"/>
          <w:sz w:val="22"/>
          <w:szCs w:val="22"/>
          <w:lang w:val="de-DE"/>
        </w:rPr>
        <w:t>, d</w:t>
      </w:r>
      <w:r w:rsidRPr="00A743F7">
        <w:rPr>
          <w:rFonts w:ascii="Arial" w:eastAsia="Arial" w:hAnsi="Arial" w:cs="Arial"/>
          <w:sz w:val="22"/>
          <w:szCs w:val="22"/>
          <w:lang w:val="de-DE"/>
        </w:rPr>
        <w:t xml:space="preserve">er </w:t>
      </w:r>
      <w:r>
        <w:rPr>
          <w:rFonts w:ascii="Arial" w:eastAsia="Arial" w:hAnsi="Arial" w:cs="Arial"/>
          <w:sz w:val="22"/>
          <w:szCs w:val="22"/>
          <w:lang w:val="de-DE"/>
        </w:rPr>
        <w:t xml:space="preserve">Outside </w:t>
      </w:r>
      <w:proofErr w:type="spellStart"/>
      <w:r>
        <w:rPr>
          <w:rFonts w:ascii="Arial" w:eastAsia="Arial" w:hAnsi="Arial" w:cs="Arial"/>
          <w:sz w:val="22"/>
          <w:szCs w:val="22"/>
          <w:lang w:val="de-DE"/>
        </w:rPr>
        <w:t>Broadcaster</w:t>
      </w:r>
      <w:proofErr w:type="spellEnd"/>
      <w:r>
        <w:rPr>
          <w:rFonts w:ascii="Arial" w:eastAsia="Arial" w:hAnsi="Arial" w:cs="Arial"/>
          <w:sz w:val="22"/>
          <w:szCs w:val="22"/>
          <w:lang w:val="de-DE"/>
        </w:rPr>
        <w:t xml:space="preserve"> des Theaters,</w:t>
      </w:r>
      <w:r w:rsidR="00A743F7" w:rsidRPr="00A743F7">
        <w:rPr>
          <w:rFonts w:ascii="Arial" w:eastAsia="Arial" w:hAnsi="Arial" w:cs="Arial"/>
          <w:sz w:val="22"/>
          <w:szCs w:val="22"/>
          <w:lang w:val="de-DE"/>
        </w:rPr>
        <w:t xml:space="preserve"> hat Riedels Artist an Bord seines Ü-Wagens</w:t>
      </w:r>
      <w:r w:rsidR="004A7538">
        <w:rPr>
          <w:rFonts w:ascii="Arial" w:eastAsia="Arial" w:hAnsi="Arial" w:cs="Arial"/>
          <w:sz w:val="22"/>
          <w:szCs w:val="22"/>
          <w:lang w:val="de-DE"/>
        </w:rPr>
        <w:t xml:space="preserve"> für die </w:t>
      </w:r>
      <w:r w:rsidR="00A743F7" w:rsidRPr="00A743F7">
        <w:rPr>
          <w:rFonts w:ascii="Arial" w:eastAsia="Arial" w:hAnsi="Arial" w:cs="Arial"/>
          <w:sz w:val="22"/>
          <w:szCs w:val="22"/>
          <w:lang w:val="de-DE"/>
        </w:rPr>
        <w:t xml:space="preserve">Kommunikation während der Live-Übertragung der Theaterveranstaltungen </w:t>
      </w:r>
      <w:r w:rsidR="004A7538" w:rsidRPr="00A743F7">
        <w:rPr>
          <w:rFonts w:ascii="Arial" w:eastAsia="Arial" w:hAnsi="Arial" w:cs="Arial"/>
          <w:sz w:val="22"/>
          <w:szCs w:val="22"/>
          <w:lang w:val="de-DE"/>
        </w:rPr>
        <w:t>installiert</w:t>
      </w:r>
      <w:r w:rsidR="004A7538">
        <w:rPr>
          <w:rFonts w:ascii="Arial" w:eastAsia="Arial" w:hAnsi="Arial" w:cs="Arial"/>
          <w:sz w:val="22"/>
          <w:szCs w:val="22"/>
          <w:lang w:val="de-DE"/>
        </w:rPr>
        <w:t xml:space="preserve">. Dies ermöglicht eine noch engere Kooperation zwischen </w:t>
      </w:r>
      <w:proofErr w:type="spellStart"/>
      <w:r w:rsidR="004A7538">
        <w:rPr>
          <w:rFonts w:ascii="Arial" w:eastAsia="Arial" w:hAnsi="Arial" w:cs="Arial"/>
          <w:sz w:val="22"/>
          <w:szCs w:val="22"/>
          <w:lang w:val="de-DE"/>
        </w:rPr>
        <w:t>Ancias</w:t>
      </w:r>
      <w:proofErr w:type="spellEnd"/>
      <w:r w:rsidR="004A7538">
        <w:rPr>
          <w:rFonts w:ascii="Arial" w:eastAsia="Arial" w:hAnsi="Arial" w:cs="Arial"/>
          <w:sz w:val="22"/>
          <w:szCs w:val="22"/>
          <w:lang w:val="de-DE"/>
        </w:rPr>
        <w:t xml:space="preserve"> Team und der DB Video</w:t>
      </w:r>
      <w:r w:rsidR="00AD57A7">
        <w:rPr>
          <w:rFonts w:ascii="Arial" w:eastAsia="Arial" w:hAnsi="Arial" w:cs="Arial"/>
          <w:sz w:val="22"/>
          <w:szCs w:val="22"/>
          <w:lang w:val="de-DE"/>
        </w:rPr>
        <w:t>-</w:t>
      </w:r>
      <w:r w:rsidR="004A7538">
        <w:rPr>
          <w:rFonts w:ascii="Arial" w:eastAsia="Arial" w:hAnsi="Arial" w:cs="Arial"/>
          <w:sz w:val="22"/>
          <w:szCs w:val="22"/>
          <w:lang w:val="de-DE"/>
        </w:rPr>
        <w:t>Crew.</w:t>
      </w:r>
    </w:p>
    <w:p w14:paraId="1FDAAA07" w14:textId="77777777" w:rsidR="004A7538" w:rsidRDefault="004A7538" w:rsidP="00343EDF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</w:p>
    <w:p w14:paraId="75C59C8C" w14:textId="411F7211" w:rsidR="00AD09BD" w:rsidRDefault="004460AD" w:rsidP="00343EDF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  <w:r>
        <w:rPr>
          <w:rFonts w:ascii="Arial" w:eastAsia="Arial" w:hAnsi="Arial" w:cs="Arial"/>
          <w:sz w:val="22"/>
          <w:szCs w:val="22"/>
          <w:lang w:val="de-DE"/>
        </w:rPr>
        <w:t>„</w:t>
      </w:r>
      <w:r w:rsidR="00AD09BD" w:rsidRPr="00AD09BD">
        <w:rPr>
          <w:rFonts w:ascii="Arial" w:eastAsia="Arial" w:hAnsi="Arial" w:cs="Arial"/>
          <w:sz w:val="22"/>
          <w:szCs w:val="22"/>
          <w:lang w:val="de-DE"/>
        </w:rPr>
        <w:t>Ich habe ein Bolero-</w:t>
      </w:r>
      <w:proofErr w:type="spellStart"/>
      <w:r w:rsidR="00AD09BD" w:rsidRPr="00AD09BD">
        <w:rPr>
          <w:rFonts w:ascii="Arial" w:eastAsia="Arial" w:hAnsi="Arial" w:cs="Arial"/>
          <w:sz w:val="22"/>
          <w:szCs w:val="22"/>
          <w:lang w:val="de-DE"/>
        </w:rPr>
        <w:t>Standalone</w:t>
      </w:r>
      <w:proofErr w:type="spellEnd"/>
      <w:r w:rsidR="00AD09BD" w:rsidRPr="00AD09BD">
        <w:rPr>
          <w:rFonts w:ascii="Arial" w:eastAsia="Arial" w:hAnsi="Arial" w:cs="Arial"/>
          <w:sz w:val="22"/>
          <w:szCs w:val="22"/>
          <w:lang w:val="de-DE"/>
        </w:rPr>
        <w:t xml:space="preserve">-System mit 10 Beltpacks in nur 30 Minuten installiert </w:t>
      </w:r>
      <w:r w:rsidR="002B0202">
        <w:rPr>
          <w:rFonts w:ascii="Arial" w:eastAsia="Arial" w:hAnsi="Arial" w:cs="Arial"/>
          <w:sz w:val="22"/>
          <w:szCs w:val="22"/>
          <w:lang w:val="de-DE"/>
        </w:rPr>
        <w:t>–</w:t>
      </w:r>
      <w:r w:rsidR="002B0202" w:rsidRPr="00AD09BD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00AD09BD" w:rsidRPr="00AD09BD">
        <w:rPr>
          <w:rFonts w:ascii="Arial" w:eastAsia="Arial" w:hAnsi="Arial" w:cs="Arial"/>
          <w:sz w:val="22"/>
          <w:szCs w:val="22"/>
          <w:lang w:val="de-DE"/>
        </w:rPr>
        <w:t>also in einem Bruchteil der Zeit, von der ich ausgegangen war</w:t>
      </w:r>
      <w:r>
        <w:rPr>
          <w:rFonts w:ascii="Arial" w:eastAsia="Arial" w:hAnsi="Arial" w:cs="Arial"/>
          <w:sz w:val="22"/>
          <w:szCs w:val="22"/>
          <w:lang w:val="de-DE"/>
        </w:rPr>
        <w:t xml:space="preserve">“, so </w:t>
      </w:r>
      <w:proofErr w:type="spellStart"/>
      <w:r w:rsidRPr="00AD09BD">
        <w:rPr>
          <w:rFonts w:ascii="Arial" w:eastAsia="Arial" w:hAnsi="Arial" w:cs="Arial"/>
          <w:sz w:val="22"/>
          <w:szCs w:val="22"/>
          <w:lang w:val="de-DE"/>
        </w:rPr>
        <w:t>Ancia</w:t>
      </w:r>
      <w:proofErr w:type="spellEnd"/>
      <w:r>
        <w:rPr>
          <w:rFonts w:ascii="Arial" w:eastAsia="Arial" w:hAnsi="Arial" w:cs="Arial"/>
          <w:sz w:val="22"/>
          <w:szCs w:val="22"/>
          <w:lang w:val="de-DE"/>
        </w:rPr>
        <w:t>.</w:t>
      </w:r>
      <w:r w:rsidRPr="00AD09BD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>
        <w:rPr>
          <w:rFonts w:ascii="Arial" w:eastAsia="Arial" w:hAnsi="Arial" w:cs="Arial"/>
          <w:sz w:val="22"/>
          <w:szCs w:val="22"/>
          <w:lang w:val="de-DE"/>
        </w:rPr>
        <w:t>„</w:t>
      </w:r>
      <w:r w:rsidR="00210FD6">
        <w:rPr>
          <w:rFonts w:ascii="Arial" w:eastAsia="Arial" w:hAnsi="Arial" w:cs="Arial"/>
          <w:sz w:val="22"/>
          <w:szCs w:val="22"/>
          <w:lang w:val="de-DE"/>
        </w:rPr>
        <w:t xml:space="preserve">Doch Bolero kann mit weit mehr als nur Benutzerfreundlichkeit aufwarten. Insbesondere </w:t>
      </w:r>
      <w:r w:rsidR="005A7B12">
        <w:rPr>
          <w:rFonts w:ascii="Arial" w:eastAsia="Arial" w:hAnsi="Arial" w:cs="Arial"/>
          <w:sz w:val="22"/>
          <w:szCs w:val="22"/>
          <w:lang w:val="de-DE"/>
        </w:rPr>
        <w:t>die Option</w:t>
      </w:r>
      <w:r w:rsidR="00AD09BD" w:rsidRPr="00AD09BD">
        <w:rPr>
          <w:rFonts w:ascii="Arial" w:eastAsia="Arial" w:hAnsi="Arial" w:cs="Arial"/>
          <w:sz w:val="22"/>
          <w:szCs w:val="22"/>
          <w:lang w:val="de-DE"/>
        </w:rPr>
        <w:t xml:space="preserve">, sowohl im Integrated- als auch im </w:t>
      </w:r>
      <w:proofErr w:type="spellStart"/>
      <w:r w:rsidR="00AD09BD" w:rsidRPr="00AD09BD">
        <w:rPr>
          <w:rFonts w:ascii="Arial" w:eastAsia="Arial" w:hAnsi="Arial" w:cs="Arial"/>
          <w:sz w:val="22"/>
          <w:szCs w:val="22"/>
          <w:lang w:val="de-DE"/>
        </w:rPr>
        <w:t>Standalone</w:t>
      </w:r>
      <w:proofErr w:type="spellEnd"/>
      <w:r w:rsidR="00AD09BD" w:rsidRPr="00AD09BD">
        <w:rPr>
          <w:rFonts w:ascii="Arial" w:eastAsia="Arial" w:hAnsi="Arial" w:cs="Arial"/>
          <w:sz w:val="22"/>
          <w:szCs w:val="22"/>
          <w:lang w:val="de-DE"/>
        </w:rPr>
        <w:t>-Modus zu arbeiten, sowie die native IP-Technologie geben uns mehr Flexibilität als je zuvor.</w:t>
      </w:r>
      <w:r>
        <w:rPr>
          <w:rFonts w:ascii="Arial" w:eastAsia="Arial" w:hAnsi="Arial" w:cs="Arial"/>
          <w:sz w:val="22"/>
          <w:szCs w:val="22"/>
          <w:lang w:val="de-DE"/>
        </w:rPr>
        <w:t>“</w:t>
      </w:r>
    </w:p>
    <w:p w14:paraId="39139095" w14:textId="77777777" w:rsidR="004460AD" w:rsidRDefault="004460AD">
      <w:pPr>
        <w:rPr>
          <w:rFonts w:ascii="Arial" w:eastAsia="Arial" w:hAnsi="Arial" w:cs="Arial"/>
          <w:sz w:val="22"/>
          <w:szCs w:val="22"/>
          <w:lang w:val="de-DE"/>
        </w:rPr>
      </w:pPr>
    </w:p>
    <w:p w14:paraId="3E9E895C" w14:textId="21E1CE27" w:rsidR="007A3593" w:rsidRDefault="004460AD" w:rsidP="00343EDF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  <w:r w:rsidRPr="004460AD">
        <w:rPr>
          <w:rFonts w:ascii="Arial" w:eastAsia="Arial" w:hAnsi="Arial" w:cs="Arial"/>
          <w:sz w:val="22"/>
          <w:szCs w:val="22"/>
          <w:lang w:val="de-DE"/>
        </w:rPr>
        <w:t xml:space="preserve">Kristof </w:t>
      </w:r>
      <w:proofErr w:type="spellStart"/>
      <w:r w:rsidRPr="004460AD">
        <w:rPr>
          <w:rFonts w:ascii="Arial" w:eastAsia="Arial" w:hAnsi="Arial" w:cs="Arial"/>
          <w:sz w:val="22"/>
          <w:szCs w:val="22"/>
          <w:lang w:val="de-DE"/>
        </w:rPr>
        <w:t>Vanden</w:t>
      </w:r>
      <w:proofErr w:type="spellEnd"/>
      <w:r w:rsidRPr="004460AD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proofErr w:type="spellStart"/>
      <w:r w:rsidRPr="004460AD">
        <w:rPr>
          <w:rFonts w:ascii="Arial" w:eastAsia="Arial" w:hAnsi="Arial" w:cs="Arial"/>
          <w:sz w:val="22"/>
          <w:szCs w:val="22"/>
          <w:lang w:val="de-DE"/>
        </w:rPr>
        <w:t>Eynde</w:t>
      </w:r>
      <w:proofErr w:type="spellEnd"/>
      <w:r w:rsidRPr="004460AD">
        <w:rPr>
          <w:rFonts w:ascii="Arial" w:eastAsia="Arial" w:hAnsi="Arial" w:cs="Arial"/>
          <w:sz w:val="22"/>
          <w:szCs w:val="22"/>
          <w:lang w:val="de-DE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  <w:lang w:val="de-DE"/>
        </w:rPr>
        <w:t>Sales</w:t>
      </w:r>
      <w:proofErr w:type="spellEnd"/>
      <w:r>
        <w:rPr>
          <w:rFonts w:ascii="Arial" w:eastAsia="Arial" w:hAnsi="Arial" w:cs="Arial"/>
          <w:sz w:val="22"/>
          <w:szCs w:val="22"/>
          <w:lang w:val="de-DE"/>
        </w:rPr>
        <w:t xml:space="preserve"> Manager, </w:t>
      </w:r>
      <w:r w:rsidRPr="004460AD">
        <w:rPr>
          <w:rFonts w:ascii="Arial" w:eastAsia="Arial" w:hAnsi="Arial" w:cs="Arial"/>
          <w:sz w:val="22"/>
          <w:szCs w:val="22"/>
          <w:lang w:val="de-DE"/>
        </w:rPr>
        <w:t xml:space="preserve">Riedel </w:t>
      </w:r>
      <w:proofErr w:type="spellStart"/>
      <w:r>
        <w:rPr>
          <w:rFonts w:ascii="Arial" w:eastAsia="Arial" w:hAnsi="Arial" w:cs="Arial"/>
          <w:sz w:val="22"/>
          <w:szCs w:val="22"/>
          <w:lang w:val="de-DE"/>
        </w:rPr>
        <w:t>Belgium</w:t>
      </w:r>
      <w:proofErr w:type="spellEnd"/>
      <w:r w:rsidR="00AD57A7">
        <w:rPr>
          <w:rFonts w:ascii="Arial" w:eastAsia="Arial" w:hAnsi="Arial" w:cs="Arial"/>
          <w:sz w:val="22"/>
          <w:szCs w:val="22"/>
          <w:lang w:val="de-DE"/>
        </w:rPr>
        <w:t>, fügt hinzu</w:t>
      </w:r>
      <w:r>
        <w:rPr>
          <w:rFonts w:ascii="Arial" w:eastAsia="Arial" w:hAnsi="Arial" w:cs="Arial"/>
          <w:sz w:val="22"/>
          <w:szCs w:val="22"/>
          <w:lang w:val="de-DE"/>
        </w:rPr>
        <w:t>: „</w:t>
      </w:r>
      <w:r w:rsidRPr="004460AD">
        <w:rPr>
          <w:rFonts w:ascii="Arial" w:eastAsia="Arial" w:hAnsi="Arial" w:cs="Arial"/>
          <w:sz w:val="22"/>
          <w:szCs w:val="22"/>
          <w:lang w:val="de-DE"/>
        </w:rPr>
        <w:t xml:space="preserve">Die Installation im De Munt Theater </w:t>
      </w:r>
      <w:r w:rsidR="002B0202">
        <w:rPr>
          <w:rFonts w:ascii="Arial" w:eastAsia="Arial" w:hAnsi="Arial" w:cs="Arial"/>
          <w:sz w:val="22"/>
          <w:szCs w:val="22"/>
          <w:lang w:val="de-DE"/>
        </w:rPr>
        <w:t xml:space="preserve">zeigt perfekt, dass Bolero wirklich </w:t>
      </w:r>
      <w:r w:rsidR="002B0202" w:rsidRPr="004460AD">
        <w:rPr>
          <w:rFonts w:ascii="Arial" w:eastAsia="Arial" w:hAnsi="Arial" w:cs="Arial"/>
          <w:sz w:val="22"/>
          <w:szCs w:val="22"/>
          <w:lang w:val="de-DE"/>
        </w:rPr>
        <w:t>jede Art von Produktion unterstützen</w:t>
      </w:r>
      <w:r w:rsidR="002B0202">
        <w:rPr>
          <w:rFonts w:ascii="Arial" w:eastAsia="Arial" w:hAnsi="Arial" w:cs="Arial"/>
          <w:sz w:val="22"/>
          <w:szCs w:val="22"/>
          <w:lang w:val="de-DE"/>
        </w:rPr>
        <w:t xml:space="preserve"> kann</w:t>
      </w:r>
      <w:r w:rsidR="00B10BB5">
        <w:rPr>
          <w:rFonts w:ascii="Arial" w:eastAsia="Arial" w:hAnsi="Arial" w:cs="Arial"/>
          <w:sz w:val="22"/>
          <w:szCs w:val="22"/>
          <w:lang w:val="de-DE"/>
        </w:rPr>
        <w:t xml:space="preserve"> –</w:t>
      </w:r>
      <w:r w:rsidR="002B0202" w:rsidRPr="004460AD">
        <w:rPr>
          <w:rFonts w:ascii="Arial" w:eastAsia="Arial" w:hAnsi="Arial" w:cs="Arial"/>
          <w:sz w:val="22"/>
          <w:szCs w:val="22"/>
          <w:lang w:val="de-DE"/>
        </w:rPr>
        <w:t xml:space="preserve"> egal ob vor Ort oder </w:t>
      </w:r>
      <w:r w:rsidR="002B0202">
        <w:rPr>
          <w:rFonts w:ascii="Arial" w:eastAsia="Arial" w:hAnsi="Arial" w:cs="Arial"/>
          <w:sz w:val="22"/>
          <w:szCs w:val="22"/>
          <w:lang w:val="de-DE"/>
        </w:rPr>
        <w:t xml:space="preserve">remote. Das </w:t>
      </w:r>
      <w:r w:rsidR="00B10BB5">
        <w:rPr>
          <w:rFonts w:ascii="Arial" w:eastAsia="Arial" w:hAnsi="Arial" w:cs="Arial"/>
          <w:sz w:val="22"/>
          <w:szCs w:val="22"/>
          <w:lang w:val="de-DE"/>
        </w:rPr>
        <w:t>weitläufige Opernhaus ist ein Paradebeispiel für n</w:t>
      </w:r>
      <w:r w:rsidR="00B10BB5" w:rsidRPr="004460AD">
        <w:rPr>
          <w:rFonts w:ascii="Arial" w:eastAsia="Arial" w:hAnsi="Arial" w:cs="Arial"/>
          <w:sz w:val="22"/>
          <w:szCs w:val="22"/>
          <w:lang w:val="de-DE"/>
        </w:rPr>
        <w:t xml:space="preserve">ahtlose </w:t>
      </w:r>
      <w:r w:rsidR="00B10BB5">
        <w:rPr>
          <w:rFonts w:ascii="Arial" w:eastAsia="Arial" w:hAnsi="Arial" w:cs="Arial"/>
          <w:sz w:val="22"/>
          <w:szCs w:val="22"/>
          <w:lang w:val="de-DE"/>
        </w:rPr>
        <w:t xml:space="preserve">Integration </w:t>
      </w:r>
      <w:r w:rsidR="00B10BB5" w:rsidRPr="004460AD">
        <w:rPr>
          <w:rFonts w:ascii="Arial" w:eastAsia="Arial" w:hAnsi="Arial" w:cs="Arial"/>
          <w:sz w:val="22"/>
          <w:szCs w:val="22"/>
          <w:lang w:val="de-DE"/>
        </w:rPr>
        <w:t xml:space="preserve">und </w:t>
      </w:r>
      <w:r w:rsidR="00B10BB5">
        <w:rPr>
          <w:rFonts w:ascii="Arial" w:eastAsia="Arial" w:hAnsi="Arial" w:cs="Arial"/>
          <w:sz w:val="22"/>
          <w:szCs w:val="22"/>
          <w:lang w:val="de-DE"/>
        </w:rPr>
        <w:t>glas</w:t>
      </w:r>
      <w:r w:rsidR="00B10BB5" w:rsidRPr="004460AD">
        <w:rPr>
          <w:rFonts w:ascii="Arial" w:eastAsia="Arial" w:hAnsi="Arial" w:cs="Arial"/>
          <w:sz w:val="22"/>
          <w:szCs w:val="22"/>
          <w:lang w:val="de-DE"/>
        </w:rPr>
        <w:t>klare Kommunikation in einer großen und anspruchsvollen Umgebung</w:t>
      </w:r>
      <w:r w:rsidR="00B10BB5">
        <w:rPr>
          <w:rFonts w:ascii="Arial" w:eastAsia="Arial" w:hAnsi="Arial" w:cs="Arial"/>
          <w:sz w:val="22"/>
          <w:szCs w:val="22"/>
          <w:lang w:val="de-DE"/>
        </w:rPr>
        <w:t xml:space="preserve">. </w:t>
      </w:r>
      <w:r w:rsidRPr="004460AD">
        <w:rPr>
          <w:rFonts w:ascii="Arial" w:eastAsia="Arial" w:hAnsi="Arial" w:cs="Arial"/>
          <w:sz w:val="22"/>
          <w:szCs w:val="22"/>
          <w:lang w:val="de-DE"/>
        </w:rPr>
        <w:t xml:space="preserve">Wir fühlen uns geehrt, dass Riedel-Lösungen eine Schlüsselrolle bei der Modernisierung dieses geschichtsträchtigen und wirklich beeindruckenden Theaters </w:t>
      </w:r>
      <w:r>
        <w:rPr>
          <w:rFonts w:ascii="Arial" w:eastAsia="Arial" w:hAnsi="Arial" w:cs="Arial"/>
          <w:sz w:val="22"/>
          <w:szCs w:val="22"/>
          <w:lang w:val="de-DE"/>
        </w:rPr>
        <w:t xml:space="preserve">– </w:t>
      </w:r>
      <w:r w:rsidRPr="004460AD">
        <w:rPr>
          <w:rFonts w:ascii="Arial" w:eastAsia="Arial" w:hAnsi="Arial" w:cs="Arial"/>
          <w:sz w:val="22"/>
          <w:szCs w:val="22"/>
          <w:lang w:val="de-DE"/>
        </w:rPr>
        <w:t xml:space="preserve">einem der nationalen Schätze Belgiens </w:t>
      </w:r>
      <w:r>
        <w:rPr>
          <w:rFonts w:ascii="Arial" w:eastAsia="Arial" w:hAnsi="Arial" w:cs="Arial"/>
          <w:sz w:val="22"/>
          <w:szCs w:val="22"/>
          <w:lang w:val="de-DE"/>
        </w:rPr>
        <w:t>–</w:t>
      </w:r>
      <w:r w:rsidRPr="004460AD">
        <w:rPr>
          <w:rFonts w:ascii="Arial" w:eastAsia="Arial" w:hAnsi="Arial" w:cs="Arial"/>
          <w:sz w:val="22"/>
          <w:szCs w:val="22"/>
          <w:lang w:val="de-DE"/>
        </w:rPr>
        <w:t xml:space="preserve"> gespielt haben.</w:t>
      </w:r>
      <w:r>
        <w:rPr>
          <w:rFonts w:ascii="Arial" w:eastAsia="Arial" w:hAnsi="Arial" w:cs="Arial"/>
          <w:sz w:val="22"/>
          <w:szCs w:val="22"/>
          <w:lang w:val="de-DE"/>
        </w:rPr>
        <w:t>“</w:t>
      </w:r>
      <w:r w:rsidR="005F5DF8">
        <w:rPr>
          <w:rFonts w:ascii="Arial" w:eastAsia="Arial" w:hAnsi="Arial" w:cs="Arial"/>
          <w:sz w:val="22"/>
          <w:szCs w:val="22"/>
          <w:lang w:val="de-DE"/>
        </w:rPr>
        <w:t xml:space="preserve"> </w:t>
      </w:r>
    </w:p>
    <w:p w14:paraId="0AC951A3" w14:textId="77777777" w:rsidR="005F5DF8" w:rsidRPr="00343EDF" w:rsidRDefault="005F5DF8" w:rsidP="00343EDF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</w:p>
    <w:p w14:paraId="6308511B" w14:textId="77777777" w:rsidR="003302A6" w:rsidRPr="00246DAB" w:rsidRDefault="003302A6" w:rsidP="003302A6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</w:rPr>
      </w:pPr>
      <w:r w:rsidRPr="00246DAB">
        <w:rPr>
          <w:rFonts w:cs="Arial"/>
          <w:sz w:val="22"/>
          <w:szCs w:val="22"/>
        </w:rPr>
        <w:t># # #</w:t>
      </w:r>
    </w:p>
    <w:p w14:paraId="511C6BF9" w14:textId="77777777" w:rsidR="00A81401" w:rsidRPr="00246DAB" w:rsidRDefault="00A81401" w:rsidP="00D52375">
      <w:pPr>
        <w:rPr>
          <w:rFonts w:ascii="Arial" w:hAnsi="Arial" w:cs="Arial"/>
          <w:b/>
          <w:bCs/>
          <w:sz w:val="20"/>
          <w:szCs w:val="22"/>
        </w:rPr>
      </w:pPr>
    </w:p>
    <w:p w14:paraId="4A671044" w14:textId="77777777" w:rsidR="00D52375" w:rsidRPr="00000B42" w:rsidRDefault="00D52375" w:rsidP="00D52375">
      <w:pPr>
        <w:rPr>
          <w:rFonts w:ascii="Arial" w:hAnsi="Arial" w:cs="Arial"/>
          <w:sz w:val="20"/>
          <w:szCs w:val="22"/>
        </w:rPr>
      </w:pPr>
      <w:proofErr w:type="spellStart"/>
      <w:r w:rsidRPr="00000B42">
        <w:rPr>
          <w:rFonts w:ascii="Arial" w:hAnsi="Arial" w:cs="Arial"/>
          <w:b/>
          <w:bCs/>
          <w:sz w:val="20"/>
          <w:szCs w:val="22"/>
        </w:rPr>
        <w:t>Über</w:t>
      </w:r>
      <w:proofErr w:type="spellEnd"/>
      <w:r w:rsidRPr="00000B42">
        <w:rPr>
          <w:rFonts w:ascii="Arial" w:hAnsi="Arial" w:cs="Arial"/>
          <w:b/>
          <w:bCs/>
          <w:sz w:val="20"/>
          <w:szCs w:val="22"/>
        </w:rPr>
        <w:t xml:space="preserve"> Riedel Communications</w:t>
      </w:r>
    </w:p>
    <w:p w14:paraId="6EE7CE40" w14:textId="77777777" w:rsidR="00D52375" w:rsidRDefault="00D52375" w:rsidP="00D52375">
      <w:pPr>
        <w:rPr>
          <w:rFonts w:ascii="Arial" w:hAnsi="Arial" w:cs="Arial"/>
          <w:sz w:val="20"/>
          <w:szCs w:val="20"/>
          <w:lang w:val="de-DE"/>
        </w:rPr>
      </w:pPr>
      <w:r w:rsidRPr="00000B42">
        <w:rPr>
          <w:rFonts w:ascii="Arial" w:hAnsi="Arial" w:cs="Arial"/>
          <w:sz w:val="20"/>
          <w:szCs w:val="20"/>
        </w:rPr>
        <w:t xml:space="preserve">Die Riedel Communications GmbH &amp; Co. </w:t>
      </w:r>
      <w:r w:rsidRPr="0039163E">
        <w:rPr>
          <w:rFonts w:ascii="Arial" w:hAnsi="Arial" w:cs="Arial"/>
          <w:sz w:val="20"/>
          <w:szCs w:val="20"/>
          <w:lang w:val="de-DE"/>
        </w:rPr>
        <w:t xml:space="preserve">KG entwickelt, fertigt, und vertreibt innovative Echtzeit-Netzwerke für Video, Audio, Daten, und Kommunikation für zahlreiche Anwendungen in den Bereichen Rundfunk, Pro Audio, Event, Sport, Theater, Sicherheit und Industrie. </w:t>
      </w:r>
      <w:r w:rsidRPr="001F6419">
        <w:rPr>
          <w:rFonts w:ascii="Arial" w:hAnsi="Arial" w:cs="Arial"/>
          <w:sz w:val="20"/>
          <w:szCs w:val="20"/>
          <w:lang w:val="de-DE"/>
        </w:rPr>
        <w:t>1987 gegründet, beschäftigt die Riedel-Gruppe mit Ha</w:t>
      </w:r>
      <w:r>
        <w:rPr>
          <w:rFonts w:ascii="Arial" w:hAnsi="Arial" w:cs="Arial"/>
          <w:sz w:val="20"/>
          <w:szCs w:val="20"/>
          <w:lang w:val="de-DE"/>
        </w:rPr>
        <w:t xml:space="preserve">uptsitz in Wuppertal heute an </w:t>
      </w:r>
      <w:r w:rsidR="00C011BA">
        <w:rPr>
          <w:rFonts w:ascii="Arial" w:hAnsi="Arial" w:cs="Arial"/>
          <w:sz w:val="20"/>
          <w:szCs w:val="20"/>
          <w:lang w:val="de-DE"/>
        </w:rPr>
        <w:t>2</w:t>
      </w:r>
      <w:r w:rsidR="00FF6477">
        <w:rPr>
          <w:rFonts w:ascii="Arial" w:hAnsi="Arial" w:cs="Arial"/>
          <w:sz w:val="20"/>
          <w:szCs w:val="20"/>
          <w:lang w:val="de-DE"/>
        </w:rPr>
        <w:t>5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Standorten in Europa, Australien, Asien und den USA über </w:t>
      </w:r>
      <w:r w:rsidR="00FF6477">
        <w:rPr>
          <w:rFonts w:ascii="Arial" w:hAnsi="Arial" w:cs="Arial"/>
          <w:sz w:val="20"/>
          <w:szCs w:val="20"/>
          <w:lang w:val="de-DE"/>
        </w:rPr>
        <w:t>7</w:t>
      </w:r>
      <w:r w:rsidR="00366A18">
        <w:rPr>
          <w:rFonts w:ascii="Arial" w:hAnsi="Arial" w:cs="Arial"/>
          <w:sz w:val="20"/>
          <w:szCs w:val="20"/>
          <w:lang w:val="de-DE"/>
        </w:rPr>
        <w:t>00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Mitarbeiter.</w:t>
      </w:r>
    </w:p>
    <w:p w14:paraId="4DE06D60" w14:textId="0B2FF2EE" w:rsidR="00AB0E3B" w:rsidRPr="004B0A4E" w:rsidRDefault="00D52375" w:rsidP="000E6443">
      <w:pPr>
        <w:rPr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lastRenderedPageBreak/>
        <w:br/>
      </w:r>
      <w:r w:rsidRPr="00A40C14">
        <w:rPr>
          <w:rFonts w:ascii="Arial" w:hAnsi="Arial" w:cs="Arial"/>
          <w:sz w:val="20"/>
          <w:szCs w:val="20"/>
          <w:lang w:val="de-DE"/>
        </w:rPr>
        <w:t xml:space="preserve">Weitere Informationen über Riedel und seine Produkte finden Sie auf </w:t>
      </w:r>
      <w:hyperlink r:id="rId23" w:history="1">
        <w:r w:rsidRPr="00A40C14">
          <w:rPr>
            <w:rStyle w:val="Hyperlink"/>
            <w:rFonts w:ascii="Arial" w:hAnsi="Arial" w:cs="Arial"/>
            <w:sz w:val="20"/>
            <w:szCs w:val="20"/>
            <w:lang w:val="de-DE"/>
          </w:rPr>
          <w:t>www.riedel.net</w:t>
        </w:r>
      </w:hyperlink>
      <w:r w:rsidRPr="00A40C14">
        <w:rPr>
          <w:rFonts w:ascii="Arial" w:hAnsi="Arial" w:cs="Arial"/>
          <w:sz w:val="20"/>
          <w:szCs w:val="20"/>
          <w:lang w:val="de-DE"/>
        </w:rPr>
        <w:t>.</w:t>
      </w:r>
    </w:p>
    <w:sectPr w:rsidR="00AB0E3B" w:rsidRPr="004B0A4E" w:rsidSect="0045559E">
      <w:footerReference w:type="default" r:id="rId24"/>
      <w:headerReference w:type="first" r:id="rId25"/>
      <w:footerReference w:type="first" r:id="rId26"/>
      <w:pgSz w:w="11900" w:h="16840" w:code="9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00430" w14:textId="77777777" w:rsidR="00096123" w:rsidRDefault="00096123">
      <w:r>
        <w:separator/>
      </w:r>
    </w:p>
  </w:endnote>
  <w:endnote w:type="continuationSeparator" w:id="0">
    <w:p w14:paraId="6EBC4154" w14:textId="77777777" w:rsidR="00096123" w:rsidRDefault="00096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B1EE0" w14:textId="77777777" w:rsidR="00B75422" w:rsidRPr="00832CBA" w:rsidRDefault="00B75422" w:rsidP="00746EC0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F646D" w14:textId="77777777" w:rsidR="00B75422" w:rsidRPr="00832CBA" w:rsidRDefault="00B75422" w:rsidP="00746EC0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1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EF0A7" w14:textId="77777777" w:rsidR="00096123" w:rsidRDefault="00096123">
      <w:r>
        <w:separator/>
      </w:r>
    </w:p>
  </w:footnote>
  <w:footnote w:type="continuationSeparator" w:id="0">
    <w:p w14:paraId="5F5D2D73" w14:textId="77777777" w:rsidR="00096123" w:rsidRDefault="00096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CD5CC" w14:textId="77777777" w:rsidR="00B75422" w:rsidRDefault="00B75422" w:rsidP="00746EC0">
    <w:pPr>
      <w:pStyle w:val="Kopfzeile"/>
      <w:jc w:val="right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0626ECE" wp14:editId="4B419CD7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2105025" cy="457200"/>
              <wp:effectExtent l="0" t="0" r="3175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F5836F" w14:textId="77777777" w:rsidR="00B75422" w:rsidRPr="00832CBA" w:rsidRDefault="00B75422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4854F2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-18pt;margin-top:12pt;width:165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" filled="f" stroked="f">
              <v:textbox inset=",7.2pt,,7.2pt">
                <w:txbxContent>
                  <w:p w:rsidR="00B75422" w:rsidRPr="00832CBA" w:rsidRDefault="00B75422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2F2AD34D" wp14:editId="18F8F9BB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4" name="Bild 4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2913CB9" wp14:editId="38D34B1E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6985" b="0"/>
              <wp:wrapTight wrapText="bothSides">
                <wp:wrapPolygon edited="0">
                  <wp:start x="0" y="0"/>
                  <wp:lineTo x="0" y="21120"/>
                  <wp:lineTo x="21556" y="21120"/>
                  <wp:lineTo x="21556" y="0"/>
                  <wp:lineTo x="0" y="0"/>
                </wp:wrapPolygon>
              </wp:wrapTight>
              <wp:docPr id="3" name="Rechtec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E3A5FD" id="Rechteck 3" o:spid="_x0000_s1026" style="position:absolute;margin-left:-71.85pt;margin-top:-36pt;width:705.45pt;height:9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" fillcolor="#bb2129" stroked="f">
              <o:lock v:ext="edit" aspectratio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14A4D"/>
    <w:multiLevelType w:val="hybridMultilevel"/>
    <w:tmpl w:val="38D48F8C"/>
    <w:lvl w:ilvl="0" w:tplc="849A7154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hideSpellingErrors/>
  <w:hideGrammaticalErrors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de-CH" w:vendorID="64" w:dllVersion="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/>
  <w:attachedTemplate r:id="rId1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3DD"/>
    <w:rsid w:val="000005E2"/>
    <w:rsid w:val="00000B42"/>
    <w:rsid w:val="00000D9E"/>
    <w:rsid w:val="000022B4"/>
    <w:rsid w:val="00003A71"/>
    <w:rsid w:val="0000577E"/>
    <w:rsid w:val="000071C1"/>
    <w:rsid w:val="000108B9"/>
    <w:rsid w:val="000134E2"/>
    <w:rsid w:val="00014BC4"/>
    <w:rsid w:val="00017515"/>
    <w:rsid w:val="00020F9C"/>
    <w:rsid w:val="0002364E"/>
    <w:rsid w:val="000256C0"/>
    <w:rsid w:val="00032D98"/>
    <w:rsid w:val="00033B5B"/>
    <w:rsid w:val="00035675"/>
    <w:rsid w:val="00035FEA"/>
    <w:rsid w:val="000458B3"/>
    <w:rsid w:val="00047394"/>
    <w:rsid w:val="000503F8"/>
    <w:rsid w:val="0005110C"/>
    <w:rsid w:val="00053095"/>
    <w:rsid w:val="000546A0"/>
    <w:rsid w:val="000552C2"/>
    <w:rsid w:val="000571CB"/>
    <w:rsid w:val="00057DDC"/>
    <w:rsid w:val="0006074C"/>
    <w:rsid w:val="00061A41"/>
    <w:rsid w:val="00061C4E"/>
    <w:rsid w:val="0006212A"/>
    <w:rsid w:val="00063766"/>
    <w:rsid w:val="0006704C"/>
    <w:rsid w:val="000676F9"/>
    <w:rsid w:val="00070150"/>
    <w:rsid w:val="00070593"/>
    <w:rsid w:val="00070676"/>
    <w:rsid w:val="00072565"/>
    <w:rsid w:val="00072717"/>
    <w:rsid w:val="00073A2D"/>
    <w:rsid w:val="00075B59"/>
    <w:rsid w:val="00077901"/>
    <w:rsid w:val="00077D5A"/>
    <w:rsid w:val="00080F0E"/>
    <w:rsid w:val="00081656"/>
    <w:rsid w:val="000823CD"/>
    <w:rsid w:val="00082EA9"/>
    <w:rsid w:val="00091C67"/>
    <w:rsid w:val="0009205E"/>
    <w:rsid w:val="0009296D"/>
    <w:rsid w:val="00093265"/>
    <w:rsid w:val="00093939"/>
    <w:rsid w:val="0009519B"/>
    <w:rsid w:val="00096123"/>
    <w:rsid w:val="000963E1"/>
    <w:rsid w:val="00096F74"/>
    <w:rsid w:val="0009724A"/>
    <w:rsid w:val="000A1BD4"/>
    <w:rsid w:val="000A4FF5"/>
    <w:rsid w:val="000A56A2"/>
    <w:rsid w:val="000A5DD7"/>
    <w:rsid w:val="000A7A26"/>
    <w:rsid w:val="000A7A9D"/>
    <w:rsid w:val="000A7AC8"/>
    <w:rsid w:val="000B04A8"/>
    <w:rsid w:val="000B157F"/>
    <w:rsid w:val="000B354F"/>
    <w:rsid w:val="000C0593"/>
    <w:rsid w:val="000C05E6"/>
    <w:rsid w:val="000C1E8D"/>
    <w:rsid w:val="000C2799"/>
    <w:rsid w:val="000C372F"/>
    <w:rsid w:val="000C3826"/>
    <w:rsid w:val="000C71EE"/>
    <w:rsid w:val="000C73C8"/>
    <w:rsid w:val="000C748E"/>
    <w:rsid w:val="000D119F"/>
    <w:rsid w:val="000D722B"/>
    <w:rsid w:val="000E0A33"/>
    <w:rsid w:val="000E1429"/>
    <w:rsid w:val="000E1ADF"/>
    <w:rsid w:val="000E52CB"/>
    <w:rsid w:val="000E6443"/>
    <w:rsid w:val="000E7D5F"/>
    <w:rsid w:val="000E7F7F"/>
    <w:rsid w:val="000F1199"/>
    <w:rsid w:val="000F31D0"/>
    <w:rsid w:val="000F3867"/>
    <w:rsid w:val="000F746F"/>
    <w:rsid w:val="000F7EB4"/>
    <w:rsid w:val="0010198F"/>
    <w:rsid w:val="0010264D"/>
    <w:rsid w:val="00104024"/>
    <w:rsid w:val="001045C6"/>
    <w:rsid w:val="00104BBF"/>
    <w:rsid w:val="00107824"/>
    <w:rsid w:val="00110E46"/>
    <w:rsid w:val="00110F7C"/>
    <w:rsid w:val="00113AC7"/>
    <w:rsid w:val="00114564"/>
    <w:rsid w:val="00116210"/>
    <w:rsid w:val="00116617"/>
    <w:rsid w:val="00121BDF"/>
    <w:rsid w:val="0013051C"/>
    <w:rsid w:val="00131B09"/>
    <w:rsid w:val="00132E1F"/>
    <w:rsid w:val="00134791"/>
    <w:rsid w:val="00134C11"/>
    <w:rsid w:val="001357D0"/>
    <w:rsid w:val="00136582"/>
    <w:rsid w:val="00136BB9"/>
    <w:rsid w:val="00136FE3"/>
    <w:rsid w:val="001374AC"/>
    <w:rsid w:val="00137C40"/>
    <w:rsid w:val="00144932"/>
    <w:rsid w:val="00144AE4"/>
    <w:rsid w:val="00147024"/>
    <w:rsid w:val="00150A93"/>
    <w:rsid w:val="001528CA"/>
    <w:rsid w:val="00153913"/>
    <w:rsid w:val="00153BFF"/>
    <w:rsid w:val="00154039"/>
    <w:rsid w:val="00156D88"/>
    <w:rsid w:val="00156DE6"/>
    <w:rsid w:val="0015743C"/>
    <w:rsid w:val="00157981"/>
    <w:rsid w:val="00163270"/>
    <w:rsid w:val="00163C02"/>
    <w:rsid w:val="00167E79"/>
    <w:rsid w:val="0017091C"/>
    <w:rsid w:val="00171F13"/>
    <w:rsid w:val="001726FB"/>
    <w:rsid w:val="00172C4F"/>
    <w:rsid w:val="001737EE"/>
    <w:rsid w:val="001738EC"/>
    <w:rsid w:val="001748B1"/>
    <w:rsid w:val="00175927"/>
    <w:rsid w:val="00175AA3"/>
    <w:rsid w:val="00175B81"/>
    <w:rsid w:val="00175CCB"/>
    <w:rsid w:val="001768BC"/>
    <w:rsid w:val="001807D4"/>
    <w:rsid w:val="0018143B"/>
    <w:rsid w:val="00181548"/>
    <w:rsid w:val="00181DAE"/>
    <w:rsid w:val="001842A0"/>
    <w:rsid w:val="00185A84"/>
    <w:rsid w:val="00187D02"/>
    <w:rsid w:val="001916D3"/>
    <w:rsid w:val="0019258B"/>
    <w:rsid w:val="00194BEA"/>
    <w:rsid w:val="001954B1"/>
    <w:rsid w:val="00196369"/>
    <w:rsid w:val="00197CBD"/>
    <w:rsid w:val="001A39C6"/>
    <w:rsid w:val="001A4F86"/>
    <w:rsid w:val="001B1255"/>
    <w:rsid w:val="001B19D1"/>
    <w:rsid w:val="001B1A09"/>
    <w:rsid w:val="001B329F"/>
    <w:rsid w:val="001B67FA"/>
    <w:rsid w:val="001B6A45"/>
    <w:rsid w:val="001B79A4"/>
    <w:rsid w:val="001C071A"/>
    <w:rsid w:val="001C17D2"/>
    <w:rsid w:val="001C24BF"/>
    <w:rsid w:val="001C2BE9"/>
    <w:rsid w:val="001C361A"/>
    <w:rsid w:val="001C4BE6"/>
    <w:rsid w:val="001C7C09"/>
    <w:rsid w:val="001D20BB"/>
    <w:rsid w:val="001D22AE"/>
    <w:rsid w:val="001D322E"/>
    <w:rsid w:val="001D48F0"/>
    <w:rsid w:val="001D68F8"/>
    <w:rsid w:val="001D76D5"/>
    <w:rsid w:val="001E2034"/>
    <w:rsid w:val="001E2100"/>
    <w:rsid w:val="001E3C05"/>
    <w:rsid w:val="001F0CEB"/>
    <w:rsid w:val="001F11D2"/>
    <w:rsid w:val="001F2337"/>
    <w:rsid w:val="001F32D2"/>
    <w:rsid w:val="001F370C"/>
    <w:rsid w:val="001F6AA1"/>
    <w:rsid w:val="001F7AB4"/>
    <w:rsid w:val="00201798"/>
    <w:rsid w:val="00203DE8"/>
    <w:rsid w:val="00210FD6"/>
    <w:rsid w:val="00212551"/>
    <w:rsid w:val="00212CC7"/>
    <w:rsid w:val="00214126"/>
    <w:rsid w:val="002146B2"/>
    <w:rsid w:val="00215129"/>
    <w:rsid w:val="0021592A"/>
    <w:rsid w:val="00215D7E"/>
    <w:rsid w:val="002163E3"/>
    <w:rsid w:val="00216D58"/>
    <w:rsid w:val="0021753F"/>
    <w:rsid w:val="00222123"/>
    <w:rsid w:val="002224D1"/>
    <w:rsid w:val="00223819"/>
    <w:rsid w:val="00223D68"/>
    <w:rsid w:val="00224DB7"/>
    <w:rsid w:val="0022670F"/>
    <w:rsid w:val="0022798E"/>
    <w:rsid w:val="0023005E"/>
    <w:rsid w:val="0023050F"/>
    <w:rsid w:val="0023057B"/>
    <w:rsid w:val="00230B55"/>
    <w:rsid w:val="0023406F"/>
    <w:rsid w:val="00234295"/>
    <w:rsid w:val="0023478D"/>
    <w:rsid w:val="002349F6"/>
    <w:rsid w:val="00234B6C"/>
    <w:rsid w:val="00236492"/>
    <w:rsid w:val="00236D4E"/>
    <w:rsid w:val="00241381"/>
    <w:rsid w:val="00242417"/>
    <w:rsid w:val="00242501"/>
    <w:rsid w:val="0024250C"/>
    <w:rsid w:val="00246DAB"/>
    <w:rsid w:val="00247A3F"/>
    <w:rsid w:val="002513B0"/>
    <w:rsid w:val="002546AC"/>
    <w:rsid w:val="00255094"/>
    <w:rsid w:val="0025540B"/>
    <w:rsid w:val="00256D9E"/>
    <w:rsid w:val="0025704F"/>
    <w:rsid w:val="00257A39"/>
    <w:rsid w:val="00260FEA"/>
    <w:rsid w:val="0026199F"/>
    <w:rsid w:val="002628B7"/>
    <w:rsid w:val="002674C2"/>
    <w:rsid w:val="002674E8"/>
    <w:rsid w:val="0027109B"/>
    <w:rsid w:val="00271345"/>
    <w:rsid w:val="0027243E"/>
    <w:rsid w:val="00276589"/>
    <w:rsid w:val="00277A12"/>
    <w:rsid w:val="00280AE0"/>
    <w:rsid w:val="002816F0"/>
    <w:rsid w:val="00284000"/>
    <w:rsid w:val="002843A3"/>
    <w:rsid w:val="0028470E"/>
    <w:rsid w:val="00285AA0"/>
    <w:rsid w:val="00285BA7"/>
    <w:rsid w:val="00287320"/>
    <w:rsid w:val="00287C8F"/>
    <w:rsid w:val="002907AE"/>
    <w:rsid w:val="00292834"/>
    <w:rsid w:val="002937DF"/>
    <w:rsid w:val="002941C0"/>
    <w:rsid w:val="002A0A87"/>
    <w:rsid w:val="002A1CB2"/>
    <w:rsid w:val="002A479B"/>
    <w:rsid w:val="002A5E49"/>
    <w:rsid w:val="002A66CC"/>
    <w:rsid w:val="002A7682"/>
    <w:rsid w:val="002A7BD0"/>
    <w:rsid w:val="002B0202"/>
    <w:rsid w:val="002B09BD"/>
    <w:rsid w:val="002B2873"/>
    <w:rsid w:val="002B2A2F"/>
    <w:rsid w:val="002B5295"/>
    <w:rsid w:val="002B5C39"/>
    <w:rsid w:val="002C02DB"/>
    <w:rsid w:val="002C0377"/>
    <w:rsid w:val="002C0B9C"/>
    <w:rsid w:val="002C0F89"/>
    <w:rsid w:val="002C1D92"/>
    <w:rsid w:val="002C3CBA"/>
    <w:rsid w:val="002C40C7"/>
    <w:rsid w:val="002C7807"/>
    <w:rsid w:val="002D01B3"/>
    <w:rsid w:val="002D1086"/>
    <w:rsid w:val="002D27DC"/>
    <w:rsid w:val="002D29BB"/>
    <w:rsid w:val="002D29CD"/>
    <w:rsid w:val="002D45A8"/>
    <w:rsid w:val="002D72C5"/>
    <w:rsid w:val="002E0274"/>
    <w:rsid w:val="002E0E7D"/>
    <w:rsid w:val="002E238E"/>
    <w:rsid w:val="002E2410"/>
    <w:rsid w:val="002E2E59"/>
    <w:rsid w:val="002E410F"/>
    <w:rsid w:val="002E4129"/>
    <w:rsid w:val="002E5452"/>
    <w:rsid w:val="002E7727"/>
    <w:rsid w:val="002F2306"/>
    <w:rsid w:val="002F304D"/>
    <w:rsid w:val="002F3CF1"/>
    <w:rsid w:val="002F3FA7"/>
    <w:rsid w:val="002F45C8"/>
    <w:rsid w:val="00300D6F"/>
    <w:rsid w:val="00301DA5"/>
    <w:rsid w:val="003026DB"/>
    <w:rsid w:val="003034C7"/>
    <w:rsid w:val="003036BB"/>
    <w:rsid w:val="0030457F"/>
    <w:rsid w:val="0030500A"/>
    <w:rsid w:val="003066E8"/>
    <w:rsid w:val="00307BDA"/>
    <w:rsid w:val="0031451E"/>
    <w:rsid w:val="00321397"/>
    <w:rsid w:val="00322FF0"/>
    <w:rsid w:val="0032608C"/>
    <w:rsid w:val="00326ECC"/>
    <w:rsid w:val="00327717"/>
    <w:rsid w:val="00327F1B"/>
    <w:rsid w:val="003300AB"/>
    <w:rsid w:val="003302A6"/>
    <w:rsid w:val="00330995"/>
    <w:rsid w:val="00335336"/>
    <w:rsid w:val="00335956"/>
    <w:rsid w:val="00335B36"/>
    <w:rsid w:val="00336B41"/>
    <w:rsid w:val="003420AA"/>
    <w:rsid w:val="00342312"/>
    <w:rsid w:val="003423B4"/>
    <w:rsid w:val="00342E49"/>
    <w:rsid w:val="00343EDF"/>
    <w:rsid w:val="003445EF"/>
    <w:rsid w:val="003448C2"/>
    <w:rsid w:val="00344EA5"/>
    <w:rsid w:val="00351004"/>
    <w:rsid w:val="00352581"/>
    <w:rsid w:val="00353F52"/>
    <w:rsid w:val="00357871"/>
    <w:rsid w:val="00357A5E"/>
    <w:rsid w:val="00357C0D"/>
    <w:rsid w:val="00360454"/>
    <w:rsid w:val="003655DA"/>
    <w:rsid w:val="00366A18"/>
    <w:rsid w:val="00366CD3"/>
    <w:rsid w:val="003713FE"/>
    <w:rsid w:val="00371673"/>
    <w:rsid w:val="003735EA"/>
    <w:rsid w:val="00373808"/>
    <w:rsid w:val="0037402B"/>
    <w:rsid w:val="00376775"/>
    <w:rsid w:val="003773E0"/>
    <w:rsid w:val="0037766E"/>
    <w:rsid w:val="00380245"/>
    <w:rsid w:val="003821AE"/>
    <w:rsid w:val="00383415"/>
    <w:rsid w:val="0038622E"/>
    <w:rsid w:val="00386569"/>
    <w:rsid w:val="00387435"/>
    <w:rsid w:val="0039051B"/>
    <w:rsid w:val="00390BFC"/>
    <w:rsid w:val="0039163E"/>
    <w:rsid w:val="00391E3E"/>
    <w:rsid w:val="003928F0"/>
    <w:rsid w:val="00394E4A"/>
    <w:rsid w:val="00395021"/>
    <w:rsid w:val="003A08B0"/>
    <w:rsid w:val="003A1498"/>
    <w:rsid w:val="003A694C"/>
    <w:rsid w:val="003A69CF"/>
    <w:rsid w:val="003A6D9B"/>
    <w:rsid w:val="003A706F"/>
    <w:rsid w:val="003B16CE"/>
    <w:rsid w:val="003B1C03"/>
    <w:rsid w:val="003B428E"/>
    <w:rsid w:val="003B4C51"/>
    <w:rsid w:val="003B5BC9"/>
    <w:rsid w:val="003B67C1"/>
    <w:rsid w:val="003C055C"/>
    <w:rsid w:val="003C259E"/>
    <w:rsid w:val="003C2F89"/>
    <w:rsid w:val="003C3084"/>
    <w:rsid w:val="003C443B"/>
    <w:rsid w:val="003C4E92"/>
    <w:rsid w:val="003C535A"/>
    <w:rsid w:val="003C5C74"/>
    <w:rsid w:val="003C602A"/>
    <w:rsid w:val="003C6FA0"/>
    <w:rsid w:val="003D1FA4"/>
    <w:rsid w:val="003D3222"/>
    <w:rsid w:val="003D35C1"/>
    <w:rsid w:val="003D4D78"/>
    <w:rsid w:val="003D61C0"/>
    <w:rsid w:val="003D7CF5"/>
    <w:rsid w:val="003E021F"/>
    <w:rsid w:val="003E1342"/>
    <w:rsid w:val="003E3C1A"/>
    <w:rsid w:val="003E537F"/>
    <w:rsid w:val="003E5E2A"/>
    <w:rsid w:val="003E725D"/>
    <w:rsid w:val="003F35FC"/>
    <w:rsid w:val="003F41DF"/>
    <w:rsid w:val="003F54F4"/>
    <w:rsid w:val="003F6A89"/>
    <w:rsid w:val="004002FA"/>
    <w:rsid w:val="004011D8"/>
    <w:rsid w:val="00401883"/>
    <w:rsid w:val="00401969"/>
    <w:rsid w:val="00402668"/>
    <w:rsid w:val="00406E08"/>
    <w:rsid w:val="004075BA"/>
    <w:rsid w:val="00411C92"/>
    <w:rsid w:val="004123F0"/>
    <w:rsid w:val="0041320E"/>
    <w:rsid w:val="00420A94"/>
    <w:rsid w:val="00422F0D"/>
    <w:rsid w:val="00423191"/>
    <w:rsid w:val="0042393C"/>
    <w:rsid w:val="00424442"/>
    <w:rsid w:val="004323E7"/>
    <w:rsid w:val="00433214"/>
    <w:rsid w:val="004370EB"/>
    <w:rsid w:val="00443CC3"/>
    <w:rsid w:val="0044524B"/>
    <w:rsid w:val="00445A5C"/>
    <w:rsid w:val="004460AD"/>
    <w:rsid w:val="00452D12"/>
    <w:rsid w:val="0045392E"/>
    <w:rsid w:val="00454DE4"/>
    <w:rsid w:val="00455112"/>
    <w:rsid w:val="0045559E"/>
    <w:rsid w:val="0046691A"/>
    <w:rsid w:val="00471C91"/>
    <w:rsid w:val="00472974"/>
    <w:rsid w:val="00472E3F"/>
    <w:rsid w:val="004732D0"/>
    <w:rsid w:val="0047349F"/>
    <w:rsid w:val="00475B76"/>
    <w:rsid w:val="00477749"/>
    <w:rsid w:val="00477E32"/>
    <w:rsid w:val="004816C7"/>
    <w:rsid w:val="00484D50"/>
    <w:rsid w:val="00490F1E"/>
    <w:rsid w:val="00491B42"/>
    <w:rsid w:val="00492DBF"/>
    <w:rsid w:val="00493D72"/>
    <w:rsid w:val="0049495E"/>
    <w:rsid w:val="00497B6C"/>
    <w:rsid w:val="004A0EC9"/>
    <w:rsid w:val="004A25A3"/>
    <w:rsid w:val="004A2BED"/>
    <w:rsid w:val="004A41D1"/>
    <w:rsid w:val="004A5922"/>
    <w:rsid w:val="004A7538"/>
    <w:rsid w:val="004B0A4E"/>
    <w:rsid w:val="004B0DD1"/>
    <w:rsid w:val="004B1B70"/>
    <w:rsid w:val="004B1BB4"/>
    <w:rsid w:val="004B2AB2"/>
    <w:rsid w:val="004B3F56"/>
    <w:rsid w:val="004C0B4E"/>
    <w:rsid w:val="004C1154"/>
    <w:rsid w:val="004C1787"/>
    <w:rsid w:val="004C2A87"/>
    <w:rsid w:val="004C2E32"/>
    <w:rsid w:val="004C7122"/>
    <w:rsid w:val="004D153E"/>
    <w:rsid w:val="004D2A6C"/>
    <w:rsid w:val="004D5E81"/>
    <w:rsid w:val="004D7D1B"/>
    <w:rsid w:val="004E24C0"/>
    <w:rsid w:val="004E42FC"/>
    <w:rsid w:val="004E4591"/>
    <w:rsid w:val="004E57FB"/>
    <w:rsid w:val="004E7322"/>
    <w:rsid w:val="004E7EA2"/>
    <w:rsid w:val="004F1281"/>
    <w:rsid w:val="004F184A"/>
    <w:rsid w:val="004F3475"/>
    <w:rsid w:val="004F4FB0"/>
    <w:rsid w:val="004F5D80"/>
    <w:rsid w:val="004F6BA7"/>
    <w:rsid w:val="004F75BF"/>
    <w:rsid w:val="004F7795"/>
    <w:rsid w:val="004F77B7"/>
    <w:rsid w:val="00500BCD"/>
    <w:rsid w:val="00503A4B"/>
    <w:rsid w:val="00507188"/>
    <w:rsid w:val="00510A32"/>
    <w:rsid w:val="00513D87"/>
    <w:rsid w:val="005169D5"/>
    <w:rsid w:val="00516EC7"/>
    <w:rsid w:val="00517230"/>
    <w:rsid w:val="00520415"/>
    <w:rsid w:val="005218A7"/>
    <w:rsid w:val="0052247E"/>
    <w:rsid w:val="00522518"/>
    <w:rsid w:val="0052262A"/>
    <w:rsid w:val="00523B79"/>
    <w:rsid w:val="00524086"/>
    <w:rsid w:val="005241C7"/>
    <w:rsid w:val="00524E3C"/>
    <w:rsid w:val="00524FD4"/>
    <w:rsid w:val="00526C63"/>
    <w:rsid w:val="00530F63"/>
    <w:rsid w:val="00531288"/>
    <w:rsid w:val="005325A6"/>
    <w:rsid w:val="00532993"/>
    <w:rsid w:val="0053438F"/>
    <w:rsid w:val="00537AEF"/>
    <w:rsid w:val="00547A2A"/>
    <w:rsid w:val="0055294A"/>
    <w:rsid w:val="00553896"/>
    <w:rsid w:val="0056244C"/>
    <w:rsid w:val="00563759"/>
    <w:rsid w:val="00563CC5"/>
    <w:rsid w:val="00563DFD"/>
    <w:rsid w:val="00564B60"/>
    <w:rsid w:val="005707F5"/>
    <w:rsid w:val="00571B16"/>
    <w:rsid w:val="00571CAA"/>
    <w:rsid w:val="00572F09"/>
    <w:rsid w:val="00574C1F"/>
    <w:rsid w:val="00577B8E"/>
    <w:rsid w:val="00584CC9"/>
    <w:rsid w:val="00585A84"/>
    <w:rsid w:val="00585FBC"/>
    <w:rsid w:val="00587DD4"/>
    <w:rsid w:val="00591987"/>
    <w:rsid w:val="005933E9"/>
    <w:rsid w:val="005937CB"/>
    <w:rsid w:val="0059695D"/>
    <w:rsid w:val="00596AFF"/>
    <w:rsid w:val="00596B6E"/>
    <w:rsid w:val="00597B75"/>
    <w:rsid w:val="005A369C"/>
    <w:rsid w:val="005A7B12"/>
    <w:rsid w:val="005B0CF5"/>
    <w:rsid w:val="005B1C18"/>
    <w:rsid w:val="005B2ABD"/>
    <w:rsid w:val="005B3F4E"/>
    <w:rsid w:val="005B60C2"/>
    <w:rsid w:val="005C4B95"/>
    <w:rsid w:val="005C4F34"/>
    <w:rsid w:val="005C5CE6"/>
    <w:rsid w:val="005C5F5B"/>
    <w:rsid w:val="005C6704"/>
    <w:rsid w:val="005D1FFC"/>
    <w:rsid w:val="005D36C1"/>
    <w:rsid w:val="005D770E"/>
    <w:rsid w:val="005D7FBB"/>
    <w:rsid w:val="005E0B94"/>
    <w:rsid w:val="005E178B"/>
    <w:rsid w:val="005E4184"/>
    <w:rsid w:val="005E4ADE"/>
    <w:rsid w:val="005E738F"/>
    <w:rsid w:val="005E7900"/>
    <w:rsid w:val="005F1C32"/>
    <w:rsid w:val="005F262E"/>
    <w:rsid w:val="005F4164"/>
    <w:rsid w:val="005F51CB"/>
    <w:rsid w:val="005F5DF8"/>
    <w:rsid w:val="006020CC"/>
    <w:rsid w:val="0060279C"/>
    <w:rsid w:val="00603094"/>
    <w:rsid w:val="00604D2B"/>
    <w:rsid w:val="00605A5F"/>
    <w:rsid w:val="00606A80"/>
    <w:rsid w:val="006070D7"/>
    <w:rsid w:val="00610938"/>
    <w:rsid w:val="006126DF"/>
    <w:rsid w:val="00613816"/>
    <w:rsid w:val="006154C7"/>
    <w:rsid w:val="00615BB3"/>
    <w:rsid w:val="00620671"/>
    <w:rsid w:val="006207AA"/>
    <w:rsid w:val="006242D2"/>
    <w:rsid w:val="00625392"/>
    <w:rsid w:val="006255AB"/>
    <w:rsid w:val="00626C9B"/>
    <w:rsid w:val="00626D17"/>
    <w:rsid w:val="00627032"/>
    <w:rsid w:val="00627179"/>
    <w:rsid w:val="00627361"/>
    <w:rsid w:val="00630E66"/>
    <w:rsid w:val="00632B63"/>
    <w:rsid w:val="006415E8"/>
    <w:rsid w:val="006418B9"/>
    <w:rsid w:val="0064401B"/>
    <w:rsid w:val="00644784"/>
    <w:rsid w:val="00644C34"/>
    <w:rsid w:val="00650228"/>
    <w:rsid w:val="006521B8"/>
    <w:rsid w:val="00656E58"/>
    <w:rsid w:val="00662CB8"/>
    <w:rsid w:val="006634F6"/>
    <w:rsid w:val="0066408F"/>
    <w:rsid w:val="006654C1"/>
    <w:rsid w:val="006658C1"/>
    <w:rsid w:val="0066716D"/>
    <w:rsid w:val="00667281"/>
    <w:rsid w:val="0067061D"/>
    <w:rsid w:val="00670653"/>
    <w:rsid w:val="00671501"/>
    <w:rsid w:val="00671862"/>
    <w:rsid w:val="006718EC"/>
    <w:rsid w:val="006803EA"/>
    <w:rsid w:val="006819E4"/>
    <w:rsid w:val="00681B61"/>
    <w:rsid w:val="006837F4"/>
    <w:rsid w:val="006848F1"/>
    <w:rsid w:val="00686917"/>
    <w:rsid w:val="00686B62"/>
    <w:rsid w:val="0069055D"/>
    <w:rsid w:val="00690FEE"/>
    <w:rsid w:val="00693BF7"/>
    <w:rsid w:val="0069649A"/>
    <w:rsid w:val="00696EB0"/>
    <w:rsid w:val="0069717F"/>
    <w:rsid w:val="006A042E"/>
    <w:rsid w:val="006A222D"/>
    <w:rsid w:val="006A2729"/>
    <w:rsid w:val="006A4DD1"/>
    <w:rsid w:val="006A4E57"/>
    <w:rsid w:val="006A6E30"/>
    <w:rsid w:val="006A7D67"/>
    <w:rsid w:val="006A7E69"/>
    <w:rsid w:val="006B257A"/>
    <w:rsid w:val="006B7DEC"/>
    <w:rsid w:val="006B7E25"/>
    <w:rsid w:val="006B7EBE"/>
    <w:rsid w:val="006C0905"/>
    <w:rsid w:val="006C2522"/>
    <w:rsid w:val="006C2EC4"/>
    <w:rsid w:val="006C5582"/>
    <w:rsid w:val="006C5B81"/>
    <w:rsid w:val="006C6684"/>
    <w:rsid w:val="006D0150"/>
    <w:rsid w:val="006D07DB"/>
    <w:rsid w:val="006D1727"/>
    <w:rsid w:val="006D6B3E"/>
    <w:rsid w:val="006D769F"/>
    <w:rsid w:val="006E35ED"/>
    <w:rsid w:val="006E4EB6"/>
    <w:rsid w:val="006E532B"/>
    <w:rsid w:val="006E55BD"/>
    <w:rsid w:val="006E5912"/>
    <w:rsid w:val="006F3752"/>
    <w:rsid w:val="006F55DE"/>
    <w:rsid w:val="00702B5D"/>
    <w:rsid w:val="00702C89"/>
    <w:rsid w:val="00703451"/>
    <w:rsid w:val="007041F2"/>
    <w:rsid w:val="00707BD4"/>
    <w:rsid w:val="007115EA"/>
    <w:rsid w:val="00714C5E"/>
    <w:rsid w:val="007162C9"/>
    <w:rsid w:val="0071798F"/>
    <w:rsid w:val="007179BD"/>
    <w:rsid w:val="0072428C"/>
    <w:rsid w:val="00725D18"/>
    <w:rsid w:val="00725E76"/>
    <w:rsid w:val="00732676"/>
    <w:rsid w:val="007343B2"/>
    <w:rsid w:val="00735448"/>
    <w:rsid w:val="00737AB3"/>
    <w:rsid w:val="00737C4E"/>
    <w:rsid w:val="00740952"/>
    <w:rsid w:val="00740CE8"/>
    <w:rsid w:val="007439B9"/>
    <w:rsid w:val="00744BFA"/>
    <w:rsid w:val="00746EC0"/>
    <w:rsid w:val="00747736"/>
    <w:rsid w:val="00747B8E"/>
    <w:rsid w:val="00747C8D"/>
    <w:rsid w:val="0075204A"/>
    <w:rsid w:val="00752BBA"/>
    <w:rsid w:val="007549C0"/>
    <w:rsid w:val="0075594F"/>
    <w:rsid w:val="0075718F"/>
    <w:rsid w:val="00767226"/>
    <w:rsid w:val="0077453B"/>
    <w:rsid w:val="00774DCC"/>
    <w:rsid w:val="00775FE5"/>
    <w:rsid w:val="007768C0"/>
    <w:rsid w:val="007769A5"/>
    <w:rsid w:val="00783BCB"/>
    <w:rsid w:val="00783C71"/>
    <w:rsid w:val="00785026"/>
    <w:rsid w:val="007852E9"/>
    <w:rsid w:val="00785588"/>
    <w:rsid w:val="00785B09"/>
    <w:rsid w:val="00787714"/>
    <w:rsid w:val="00791512"/>
    <w:rsid w:val="0079167F"/>
    <w:rsid w:val="00792BE9"/>
    <w:rsid w:val="007938B3"/>
    <w:rsid w:val="0079446A"/>
    <w:rsid w:val="00794A90"/>
    <w:rsid w:val="00795E90"/>
    <w:rsid w:val="007965FE"/>
    <w:rsid w:val="007A04B6"/>
    <w:rsid w:val="007A1255"/>
    <w:rsid w:val="007A1DA1"/>
    <w:rsid w:val="007A2197"/>
    <w:rsid w:val="007A3386"/>
    <w:rsid w:val="007A3593"/>
    <w:rsid w:val="007A5843"/>
    <w:rsid w:val="007A5DFD"/>
    <w:rsid w:val="007A6C09"/>
    <w:rsid w:val="007B1D13"/>
    <w:rsid w:val="007B33ED"/>
    <w:rsid w:val="007B3EB9"/>
    <w:rsid w:val="007B4CE3"/>
    <w:rsid w:val="007B7101"/>
    <w:rsid w:val="007B7F50"/>
    <w:rsid w:val="007C2BDA"/>
    <w:rsid w:val="007D0E16"/>
    <w:rsid w:val="007D1BB3"/>
    <w:rsid w:val="007D3402"/>
    <w:rsid w:val="007D49FA"/>
    <w:rsid w:val="007D6409"/>
    <w:rsid w:val="007E2B12"/>
    <w:rsid w:val="007E338B"/>
    <w:rsid w:val="007E3BB4"/>
    <w:rsid w:val="007E44E4"/>
    <w:rsid w:val="007E4878"/>
    <w:rsid w:val="007E5261"/>
    <w:rsid w:val="007E5DE1"/>
    <w:rsid w:val="007E611A"/>
    <w:rsid w:val="007E682A"/>
    <w:rsid w:val="007E7827"/>
    <w:rsid w:val="007F2591"/>
    <w:rsid w:val="007F384E"/>
    <w:rsid w:val="007F479D"/>
    <w:rsid w:val="007F513B"/>
    <w:rsid w:val="007F6E69"/>
    <w:rsid w:val="00804900"/>
    <w:rsid w:val="00805505"/>
    <w:rsid w:val="00805623"/>
    <w:rsid w:val="00806E08"/>
    <w:rsid w:val="00807AF8"/>
    <w:rsid w:val="0081047D"/>
    <w:rsid w:val="00811DBA"/>
    <w:rsid w:val="00812504"/>
    <w:rsid w:val="00813A3B"/>
    <w:rsid w:val="00816578"/>
    <w:rsid w:val="00821435"/>
    <w:rsid w:val="00823DCF"/>
    <w:rsid w:val="00825A81"/>
    <w:rsid w:val="00831B5D"/>
    <w:rsid w:val="0083202B"/>
    <w:rsid w:val="00832F52"/>
    <w:rsid w:val="008367E0"/>
    <w:rsid w:val="00836856"/>
    <w:rsid w:val="00841D25"/>
    <w:rsid w:val="00842F31"/>
    <w:rsid w:val="008472C8"/>
    <w:rsid w:val="00847BF7"/>
    <w:rsid w:val="00851635"/>
    <w:rsid w:val="0085210C"/>
    <w:rsid w:val="008568D2"/>
    <w:rsid w:val="00857D3A"/>
    <w:rsid w:val="0086171A"/>
    <w:rsid w:val="00865954"/>
    <w:rsid w:val="00865962"/>
    <w:rsid w:val="00865DC0"/>
    <w:rsid w:val="00870DE2"/>
    <w:rsid w:val="00870F34"/>
    <w:rsid w:val="00871142"/>
    <w:rsid w:val="008743C9"/>
    <w:rsid w:val="00881286"/>
    <w:rsid w:val="008822F0"/>
    <w:rsid w:val="00884DEA"/>
    <w:rsid w:val="00894C86"/>
    <w:rsid w:val="00895664"/>
    <w:rsid w:val="008968C3"/>
    <w:rsid w:val="00897A90"/>
    <w:rsid w:val="008A202E"/>
    <w:rsid w:val="008A23DD"/>
    <w:rsid w:val="008A2AC6"/>
    <w:rsid w:val="008A65AF"/>
    <w:rsid w:val="008B09E9"/>
    <w:rsid w:val="008B2D91"/>
    <w:rsid w:val="008B3BA8"/>
    <w:rsid w:val="008B7A83"/>
    <w:rsid w:val="008C02DD"/>
    <w:rsid w:val="008C54DE"/>
    <w:rsid w:val="008C6E1D"/>
    <w:rsid w:val="008D2577"/>
    <w:rsid w:val="008D4F58"/>
    <w:rsid w:val="008D51EB"/>
    <w:rsid w:val="008D5D0B"/>
    <w:rsid w:val="008D7FA8"/>
    <w:rsid w:val="008E0684"/>
    <w:rsid w:val="008F1C97"/>
    <w:rsid w:val="008F654B"/>
    <w:rsid w:val="008F69EE"/>
    <w:rsid w:val="00902E52"/>
    <w:rsid w:val="00903870"/>
    <w:rsid w:val="009058CF"/>
    <w:rsid w:val="00911529"/>
    <w:rsid w:val="00911BFE"/>
    <w:rsid w:val="0091273F"/>
    <w:rsid w:val="00915A76"/>
    <w:rsid w:val="00916453"/>
    <w:rsid w:val="00921171"/>
    <w:rsid w:val="009211F1"/>
    <w:rsid w:val="00921CFC"/>
    <w:rsid w:val="009232F2"/>
    <w:rsid w:val="00924B89"/>
    <w:rsid w:val="0092667F"/>
    <w:rsid w:val="0092668F"/>
    <w:rsid w:val="0092777A"/>
    <w:rsid w:val="009341E6"/>
    <w:rsid w:val="00936A2F"/>
    <w:rsid w:val="00937CD3"/>
    <w:rsid w:val="00937F39"/>
    <w:rsid w:val="00942CB1"/>
    <w:rsid w:val="00942D2E"/>
    <w:rsid w:val="00943503"/>
    <w:rsid w:val="00950F33"/>
    <w:rsid w:val="00951BA3"/>
    <w:rsid w:val="009563DB"/>
    <w:rsid w:val="009572DA"/>
    <w:rsid w:val="00957FAA"/>
    <w:rsid w:val="00960547"/>
    <w:rsid w:val="009608F6"/>
    <w:rsid w:val="009658CB"/>
    <w:rsid w:val="00966061"/>
    <w:rsid w:val="009731BF"/>
    <w:rsid w:val="009738B4"/>
    <w:rsid w:val="0097549F"/>
    <w:rsid w:val="00980F93"/>
    <w:rsid w:val="009906F0"/>
    <w:rsid w:val="0099231C"/>
    <w:rsid w:val="009930FA"/>
    <w:rsid w:val="00993D2A"/>
    <w:rsid w:val="00997626"/>
    <w:rsid w:val="009A1349"/>
    <w:rsid w:val="009A2FF0"/>
    <w:rsid w:val="009A5F54"/>
    <w:rsid w:val="009A755D"/>
    <w:rsid w:val="009B2165"/>
    <w:rsid w:val="009B5F6D"/>
    <w:rsid w:val="009B7F9D"/>
    <w:rsid w:val="009C1769"/>
    <w:rsid w:val="009C2651"/>
    <w:rsid w:val="009C45E9"/>
    <w:rsid w:val="009C6694"/>
    <w:rsid w:val="009D042C"/>
    <w:rsid w:val="009D1FFE"/>
    <w:rsid w:val="009D2534"/>
    <w:rsid w:val="009D306C"/>
    <w:rsid w:val="009D333B"/>
    <w:rsid w:val="009D432F"/>
    <w:rsid w:val="009D4FA5"/>
    <w:rsid w:val="009D5AF6"/>
    <w:rsid w:val="009D5CFA"/>
    <w:rsid w:val="009D610B"/>
    <w:rsid w:val="009D7F4D"/>
    <w:rsid w:val="009E0C77"/>
    <w:rsid w:val="009E1D09"/>
    <w:rsid w:val="009E2912"/>
    <w:rsid w:val="009E3067"/>
    <w:rsid w:val="009E3884"/>
    <w:rsid w:val="009E450F"/>
    <w:rsid w:val="009E4560"/>
    <w:rsid w:val="009E5756"/>
    <w:rsid w:val="009E62FF"/>
    <w:rsid w:val="009F0DBA"/>
    <w:rsid w:val="009F11BF"/>
    <w:rsid w:val="009F20AB"/>
    <w:rsid w:val="009F4D18"/>
    <w:rsid w:val="009F5984"/>
    <w:rsid w:val="009F635F"/>
    <w:rsid w:val="009F7D99"/>
    <w:rsid w:val="00A0000C"/>
    <w:rsid w:val="00A01FF2"/>
    <w:rsid w:val="00A02769"/>
    <w:rsid w:val="00A0313B"/>
    <w:rsid w:val="00A04664"/>
    <w:rsid w:val="00A053A5"/>
    <w:rsid w:val="00A057A7"/>
    <w:rsid w:val="00A14E63"/>
    <w:rsid w:val="00A15379"/>
    <w:rsid w:val="00A154C4"/>
    <w:rsid w:val="00A22867"/>
    <w:rsid w:val="00A22B90"/>
    <w:rsid w:val="00A22FE0"/>
    <w:rsid w:val="00A25641"/>
    <w:rsid w:val="00A25658"/>
    <w:rsid w:val="00A2694E"/>
    <w:rsid w:val="00A3117F"/>
    <w:rsid w:val="00A3194D"/>
    <w:rsid w:val="00A35778"/>
    <w:rsid w:val="00A36A3F"/>
    <w:rsid w:val="00A408A3"/>
    <w:rsid w:val="00A40C14"/>
    <w:rsid w:val="00A42B87"/>
    <w:rsid w:val="00A47B6E"/>
    <w:rsid w:val="00A505FA"/>
    <w:rsid w:val="00A51195"/>
    <w:rsid w:val="00A51928"/>
    <w:rsid w:val="00A51BA3"/>
    <w:rsid w:val="00A52A9B"/>
    <w:rsid w:val="00A53900"/>
    <w:rsid w:val="00A63763"/>
    <w:rsid w:val="00A63AEB"/>
    <w:rsid w:val="00A6432B"/>
    <w:rsid w:val="00A64EC8"/>
    <w:rsid w:val="00A676B0"/>
    <w:rsid w:val="00A676E3"/>
    <w:rsid w:val="00A706DD"/>
    <w:rsid w:val="00A70E47"/>
    <w:rsid w:val="00A72BAA"/>
    <w:rsid w:val="00A73689"/>
    <w:rsid w:val="00A73D4C"/>
    <w:rsid w:val="00A743F7"/>
    <w:rsid w:val="00A749DA"/>
    <w:rsid w:val="00A74C55"/>
    <w:rsid w:val="00A81401"/>
    <w:rsid w:val="00A86C6E"/>
    <w:rsid w:val="00A90A5F"/>
    <w:rsid w:val="00A90C19"/>
    <w:rsid w:val="00A91BEA"/>
    <w:rsid w:val="00A921ED"/>
    <w:rsid w:val="00A936E2"/>
    <w:rsid w:val="00A945E1"/>
    <w:rsid w:val="00A96706"/>
    <w:rsid w:val="00A96BB2"/>
    <w:rsid w:val="00AA08FE"/>
    <w:rsid w:val="00AA57F6"/>
    <w:rsid w:val="00AA5F36"/>
    <w:rsid w:val="00AA7769"/>
    <w:rsid w:val="00AB0D8B"/>
    <w:rsid w:val="00AB0E3B"/>
    <w:rsid w:val="00AB119A"/>
    <w:rsid w:val="00AB1FAF"/>
    <w:rsid w:val="00AB249F"/>
    <w:rsid w:val="00AB2D6A"/>
    <w:rsid w:val="00AB3900"/>
    <w:rsid w:val="00AB3BDC"/>
    <w:rsid w:val="00AB3C6E"/>
    <w:rsid w:val="00AB63A8"/>
    <w:rsid w:val="00AB781E"/>
    <w:rsid w:val="00AB7F83"/>
    <w:rsid w:val="00AC2232"/>
    <w:rsid w:val="00AC3D95"/>
    <w:rsid w:val="00AC434D"/>
    <w:rsid w:val="00AC7E93"/>
    <w:rsid w:val="00AC7F74"/>
    <w:rsid w:val="00AD09BD"/>
    <w:rsid w:val="00AD2717"/>
    <w:rsid w:val="00AD38E2"/>
    <w:rsid w:val="00AD4625"/>
    <w:rsid w:val="00AD57A7"/>
    <w:rsid w:val="00AE05F2"/>
    <w:rsid w:val="00AE2259"/>
    <w:rsid w:val="00AE6047"/>
    <w:rsid w:val="00AF391D"/>
    <w:rsid w:val="00AF62C6"/>
    <w:rsid w:val="00AF6729"/>
    <w:rsid w:val="00B008FF"/>
    <w:rsid w:val="00B01F31"/>
    <w:rsid w:val="00B02D6B"/>
    <w:rsid w:val="00B03514"/>
    <w:rsid w:val="00B052B0"/>
    <w:rsid w:val="00B10BB5"/>
    <w:rsid w:val="00B12714"/>
    <w:rsid w:val="00B127ED"/>
    <w:rsid w:val="00B1389E"/>
    <w:rsid w:val="00B143AE"/>
    <w:rsid w:val="00B14479"/>
    <w:rsid w:val="00B14F08"/>
    <w:rsid w:val="00B17CFA"/>
    <w:rsid w:val="00B202E6"/>
    <w:rsid w:val="00B20C4A"/>
    <w:rsid w:val="00B22F7F"/>
    <w:rsid w:val="00B23240"/>
    <w:rsid w:val="00B23490"/>
    <w:rsid w:val="00B255CC"/>
    <w:rsid w:val="00B27BE8"/>
    <w:rsid w:val="00B336FD"/>
    <w:rsid w:val="00B40B6D"/>
    <w:rsid w:val="00B42213"/>
    <w:rsid w:val="00B42FD3"/>
    <w:rsid w:val="00B43ABE"/>
    <w:rsid w:val="00B45A15"/>
    <w:rsid w:val="00B4621C"/>
    <w:rsid w:val="00B5182D"/>
    <w:rsid w:val="00B521E6"/>
    <w:rsid w:val="00B53D99"/>
    <w:rsid w:val="00B63D0B"/>
    <w:rsid w:val="00B657AB"/>
    <w:rsid w:val="00B65F97"/>
    <w:rsid w:val="00B70905"/>
    <w:rsid w:val="00B72019"/>
    <w:rsid w:val="00B72888"/>
    <w:rsid w:val="00B75422"/>
    <w:rsid w:val="00B7595E"/>
    <w:rsid w:val="00B77744"/>
    <w:rsid w:val="00B7799F"/>
    <w:rsid w:val="00B81343"/>
    <w:rsid w:val="00B81FF0"/>
    <w:rsid w:val="00B8295E"/>
    <w:rsid w:val="00B82D80"/>
    <w:rsid w:val="00B85A9A"/>
    <w:rsid w:val="00B85CA1"/>
    <w:rsid w:val="00B86C79"/>
    <w:rsid w:val="00B878DE"/>
    <w:rsid w:val="00B9007B"/>
    <w:rsid w:val="00B900F2"/>
    <w:rsid w:val="00B91880"/>
    <w:rsid w:val="00B92FEA"/>
    <w:rsid w:val="00B970B2"/>
    <w:rsid w:val="00BA0298"/>
    <w:rsid w:val="00BA0652"/>
    <w:rsid w:val="00BA071D"/>
    <w:rsid w:val="00BA0AE2"/>
    <w:rsid w:val="00BA1C4F"/>
    <w:rsid w:val="00BA1E43"/>
    <w:rsid w:val="00BA5490"/>
    <w:rsid w:val="00BA5730"/>
    <w:rsid w:val="00BB21F9"/>
    <w:rsid w:val="00BB221E"/>
    <w:rsid w:val="00BB2A20"/>
    <w:rsid w:val="00BB2ACD"/>
    <w:rsid w:val="00BB2EC4"/>
    <w:rsid w:val="00BB361E"/>
    <w:rsid w:val="00BB3ACE"/>
    <w:rsid w:val="00BB434A"/>
    <w:rsid w:val="00BB47D4"/>
    <w:rsid w:val="00BC0970"/>
    <w:rsid w:val="00BC17ED"/>
    <w:rsid w:val="00BC38D1"/>
    <w:rsid w:val="00BD08D7"/>
    <w:rsid w:val="00BD58C2"/>
    <w:rsid w:val="00BD61C8"/>
    <w:rsid w:val="00BD7D2C"/>
    <w:rsid w:val="00BE0715"/>
    <w:rsid w:val="00BE0865"/>
    <w:rsid w:val="00BE21B9"/>
    <w:rsid w:val="00BE4628"/>
    <w:rsid w:val="00BE748D"/>
    <w:rsid w:val="00BE7938"/>
    <w:rsid w:val="00BE7BA6"/>
    <w:rsid w:val="00BF05FD"/>
    <w:rsid w:val="00BF1109"/>
    <w:rsid w:val="00BF132C"/>
    <w:rsid w:val="00BF1918"/>
    <w:rsid w:val="00BF4A47"/>
    <w:rsid w:val="00BF5F2A"/>
    <w:rsid w:val="00BF7BF5"/>
    <w:rsid w:val="00C005A0"/>
    <w:rsid w:val="00C011BA"/>
    <w:rsid w:val="00C034FF"/>
    <w:rsid w:val="00C04CA1"/>
    <w:rsid w:val="00C05788"/>
    <w:rsid w:val="00C05C0E"/>
    <w:rsid w:val="00C11D3B"/>
    <w:rsid w:val="00C129B3"/>
    <w:rsid w:val="00C1399F"/>
    <w:rsid w:val="00C20188"/>
    <w:rsid w:val="00C21ED4"/>
    <w:rsid w:val="00C249AB"/>
    <w:rsid w:val="00C25771"/>
    <w:rsid w:val="00C2772D"/>
    <w:rsid w:val="00C305C1"/>
    <w:rsid w:val="00C307BB"/>
    <w:rsid w:val="00C3469C"/>
    <w:rsid w:val="00C353B6"/>
    <w:rsid w:val="00C35D49"/>
    <w:rsid w:val="00C373A2"/>
    <w:rsid w:val="00C45C1E"/>
    <w:rsid w:val="00C46526"/>
    <w:rsid w:val="00C53017"/>
    <w:rsid w:val="00C55276"/>
    <w:rsid w:val="00C574CE"/>
    <w:rsid w:val="00C57D42"/>
    <w:rsid w:val="00C57F3C"/>
    <w:rsid w:val="00C62879"/>
    <w:rsid w:val="00C63494"/>
    <w:rsid w:val="00C63834"/>
    <w:rsid w:val="00C65106"/>
    <w:rsid w:val="00C71115"/>
    <w:rsid w:val="00C742C2"/>
    <w:rsid w:val="00C7440D"/>
    <w:rsid w:val="00C747EE"/>
    <w:rsid w:val="00C74A5A"/>
    <w:rsid w:val="00C75611"/>
    <w:rsid w:val="00C773E9"/>
    <w:rsid w:val="00C77B5F"/>
    <w:rsid w:val="00C812A8"/>
    <w:rsid w:val="00C8130D"/>
    <w:rsid w:val="00C8264C"/>
    <w:rsid w:val="00C82BAA"/>
    <w:rsid w:val="00C83A37"/>
    <w:rsid w:val="00C8546E"/>
    <w:rsid w:val="00C8555C"/>
    <w:rsid w:val="00C86201"/>
    <w:rsid w:val="00C87F57"/>
    <w:rsid w:val="00C906A8"/>
    <w:rsid w:val="00C914CA"/>
    <w:rsid w:val="00C9421E"/>
    <w:rsid w:val="00C969CE"/>
    <w:rsid w:val="00C96DEA"/>
    <w:rsid w:val="00CA2857"/>
    <w:rsid w:val="00CA4951"/>
    <w:rsid w:val="00CA4BBE"/>
    <w:rsid w:val="00CA7E22"/>
    <w:rsid w:val="00CB0D2B"/>
    <w:rsid w:val="00CB34CD"/>
    <w:rsid w:val="00CB3AC4"/>
    <w:rsid w:val="00CB3B55"/>
    <w:rsid w:val="00CB42D8"/>
    <w:rsid w:val="00CB48AD"/>
    <w:rsid w:val="00CB4B14"/>
    <w:rsid w:val="00CB54DD"/>
    <w:rsid w:val="00CB5A01"/>
    <w:rsid w:val="00CC10E0"/>
    <w:rsid w:val="00CC1977"/>
    <w:rsid w:val="00CC41D6"/>
    <w:rsid w:val="00CC4806"/>
    <w:rsid w:val="00CC78AF"/>
    <w:rsid w:val="00CD20C1"/>
    <w:rsid w:val="00CD2A7B"/>
    <w:rsid w:val="00CD3F31"/>
    <w:rsid w:val="00CD3F3A"/>
    <w:rsid w:val="00CD5471"/>
    <w:rsid w:val="00CD570E"/>
    <w:rsid w:val="00CD5D87"/>
    <w:rsid w:val="00CE1528"/>
    <w:rsid w:val="00CE273C"/>
    <w:rsid w:val="00CE2DFA"/>
    <w:rsid w:val="00CE555A"/>
    <w:rsid w:val="00CE59A3"/>
    <w:rsid w:val="00CE6335"/>
    <w:rsid w:val="00CE6CDF"/>
    <w:rsid w:val="00CF55D0"/>
    <w:rsid w:val="00CF756C"/>
    <w:rsid w:val="00D004C1"/>
    <w:rsid w:val="00D01C60"/>
    <w:rsid w:val="00D01CB1"/>
    <w:rsid w:val="00D0203D"/>
    <w:rsid w:val="00D03953"/>
    <w:rsid w:val="00D03A95"/>
    <w:rsid w:val="00D04CD3"/>
    <w:rsid w:val="00D05EC1"/>
    <w:rsid w:val="00D061C7"/>
    <w:rsid w:val="00D074DA"/>
    <w:rsid w:val="00D07751"/>
    <w:rsid w:val="00D07D71"/>
    <w:rsid w:val="00D07F21"/>
    <w:rsid w:val="00D12889"/>
    <w:rsid w:val="00D1366B"/>
    <w:rsid w:val="00D1665F"/>
    <w:rsid w:val="00D20595"/>
    <w:rsid w:val="00D214FD"/>
    <w:rsid w:val="00D22CAD"/>
    <w:rsid w:val="00D22CF7"/>
    <w:rsid w:val="00D238F2"/>
    <w:rsid w:val="00D3126C"/>
    <w:rsid w:val="00D31D18"/>
    <w:rsid w:val="00D32060"/>
    <w:rsid w:val="00D325CB"/>
    <w:rsid w:val="00D32713"/>
    <w:rsid w:val="00D360D5"/>
    <w:rsid w:val="00D42EC8"/>
    <w:rsid w:val="00D45776"/>
    <w:rsid w:val="00D45D94"/>
    <w:rsid w:val="00D45E32"/>
    <w:rsid w:val="00D47D3E"/>
    <w:rsid w:val="00D52375"/>
    <w:rsid w:val="00D53BBD"/>
    <w:rsid w:val="00D572AA"/>
    <w:rsid w:val="00D57A94"/>
    <w:rsid w:val="00D62C6C"/>
    <w:rsid w:val="00D633A7"/>
    <w:rsid w:val="00D64ADB"/>
    <w:rsid w:val="00D65330"/>
    <w:rsid w:val="00D67503"/>
    <w:rsid w:val="00D67E70"/>
    <w:rsid w:val="00D67FCB"/>
    <w:rsid w:val="00D700F0"/>
    <w:rsid w:val="00D70380"/>
    <w:rsid w:val="00D70E20"/>
    <w:rsid w:val="00D73E3E"/>
    <w:rsid w:val="00D74B09"/>
    <w:rsid w:val="00D774C4"/>
    <w:rsid w:val="00D823DE"/>
    <w:rsid w:val="00D85ED3"/>
    <w:rsid w:val="00D863A3"/>
    <w:rsid w:val="00D868DD"/>
    <w:rsid w:val="00D87104"/>
    <w:rsid w:val="00D87479"/>
    <w:rsid w:val="00D903E8"/>
    <w:rsid w:val="00D90DB8"/>
    <w:rsid w:val="00D90DDE"/>
    <w:rsid w:val="00D9124F"/>
    <w:rsid w:val="00D930DD"/>
    <w:rsid w:val="00D94519"/>
    <w:rsid w:val="00D94537"/>
    <w:rsid w:val="00D946EA"/>
    <w:rsid w:val="00D94938"/>
    <w:rsid w:val="00D94BE3"/>
    <w:rsid w:val="00D95119"/>
    <w:rsid w:val="00D961D0"/>
    <w:rsid w:val="00DA384C"/>
    <w:rsid w:val="00DA3ACB"/>
    <w:rsid w:val="00DA4C20"/>
    <w:rsid w:val="00DA6800"/>
    <w:rsid w:val="00DA696F"/>
    <w:rsid w:val="00DA756F"/>
    <w:rsid w:val="00DB04F2"/>
    <w:rsid w:val="00DB20EA"/>
    <w:rsid w:val="00DB2816"/>
    <w:rsid w:val="00DB47F1"/>
    <w:rsid w:val="00DB49A6"/>
    <w:rsid w:val="00DB7391"/>
    <w:rsid w:val="00DC1C5C"/>
    <w:rsid w:val="00DC1ECC"/>
    <w:rsid w:val="00DC2BC4"/>
    <w:rsid w:val="00DC3D0F"/>
    <w:rsid w:val="00DC4DFC"/>
    <w:rsid w:val="00DC7439"/>
    <w:rsid w:val="00DC7F12"/>
    <w:rsid w:val="00DD11A2"/>
    <w:rsid w:val="00DD39F5"/>
    <w:rsid w:val="00DD45B6"/>
    <w:rsid w:val="00DD49F0"/>
    <w:rsid w:val="00DD5FFD"/>
    <w:rsid w:val="00DD64DE"/>
    <w:rsid w:val="00DD7B39"/>
    <w:rsid w:val="00DE339C"/>
    <w:rsid w:val="00DE35DD"/>
    <w:rsid w:val="00DE5119"/>
    <w:rsid w:val="00DE6A1C"/>
    <w:rsid w:val="00DE76C8"/>
    <w:rsid w:val="00DF083D"/>
    <w:rsid w:val="00DF1B67"/>
    <w:rsid w:val="00DF344F"/>
    <w:rsid w:val="00DF49DB"/>
    <w:rsid w:val="00DF717A"/>
    <w:rsid w:val="00E006AA"/>
    <w:rsid w:val="00E0307D"/>
    <w:rsid w:val="00E03E56"/>
    <w:rsid w:val="00E11326"/>
    <w:rsid w:val="00E11F97"/>
    <w:rsid w:val="00E120BC"/>
    <w:rsid w:val="00E13F91"/>
    <w:rsid w:val="00E14233"/>
    <w:rsid w:val="00E16DE3"/>
    <w:rsid w:val="00E2062C"/>
    <w:rsid w:val="00E20A14"/>
    <w:rsid w:val="00E21272"/>
    <w:rsid w:val="00E228FC"/>
    <w:rsid w:val="00E236E3"/>
    <w:rsid w:val="00E23D9F"/>
    <w:rsid w:val="00E24A5B"/>
    <w:rsid w:val="00E2572E"/>
    <w:rsid w:val="00E25D59"/>
    <w:rsid w:val="00E30393"/>
    <w:rsid w:val="00E3121E"/>
    <w:rsid w:val="00E31375"/>
    <w:rsid w:val="00E31836"/>
    <w:rsid w:val="00E32EA9"/>
    <w:rsid w:val="00E331B9"/>
    <w:rsid w:val="00E34F12"/>
    <w:rsid w:val="00E37875"/>
    <w:rsid w:val="00E408EA"/>
    <w:rsid w:val="00E40BC0"/>
    <w:rsid w:val="00E41FF6"/>
    <w:rsid w:val="00E43682"/>
    <w:rsid w:val="00E45881"/>
    <w:rsid w:val="00E4654C"/>
    <w:rsid w:val="00E47D2B"/>
    <w:rsid w:val="00E540DC"/>
    <w:rsid w:val="00E55F31"/>
    <w:rsid w:val="00E56A06"/>
    <w:rsid w:val="00E57DF5"/>
    <w:rsid w:val="00E60C38"/>
    <w:rsid w:val="00E62CBA"/>
    <w:rsid w:val="00E62D70"/>
    <w:rsid w:val="00E644E1"/>
    <w:rsid w:val="00E64A70"/>
    <w:rsid w:val="00E651BF"/>
    <w:rsid w:val="00E723F5"/>
    <w:rsid w:val="00E7360A"/>
    <w:rsid w:val="00E742E0"/>
    <w:rsid w:val="00E75A6B"/>
    <w:rsid w:val="00E77A1A"/>
    <w:rsid w:val="00E80D39"/>
    <w:rsid w:val="00E829AB"/>
    <w:rsid w:val="00E82EFD"/>
    <w:rsid w:val="00E871F1"/>
    <w:rsid w:val="00E872A8"/>
    <w:rsid w:val="00E925AF"/>
    <w:rsid w:val="00E92B63"/>
    <w:rsid w:val="00E93512"/>
    <w:rsid w:val="00E94445"/>
    <w:rsid w:val="00E94F11"/>
    <w:rsid w:val="00E951C6"/>
    <w:rsid w:val="00E97432"/>
    <w:rsid w:val="00EA0F89"/>
    <w:rsid w:val="00EA2FD9"/>
    <w:rsid w:val="00EA34FC"/>
    <w:rsid w:val="00EA6E66"/>
    <w:rsid w:val="00EB2A17"/>
    <w:rsid w:val="00EB337B"/>
    <w:rsid w:val="00EB716A"/>
    <w:rsid w:val="00EC1B37"/>
    <w:rsid w:val="00EC2A01"/>
    <w:rsid w:val="00EC3342"/>
    <w:rsid w:val="00EC3BDF"/>
    <w:rsid w:val="00EC4EBA"/>
    <w:rsid w:val="00EC62BD"/>
    <w:rsid w:val="00ED189A"/>
    <w:rsid w:val="00ED2068"/>
    <w:rsid w:val="00ED2AC1"/>
    <w:rsid w:val="00ED363F"/>
    <w:rsid w:val="00ED38E5"/>
    <w:rsid w:val="00ED64CB"/>
    <w:rsid w:val="00EE0004"/>
    <w:rsid w:val="00EE0B2B"/>
    <w:rsid w:val="00EE1D54"/>
    <w:rsid w:val="00EE25CC"/>
    <w:rsid w:val="00EE3706"/>
    <w:rsid w:val="00EE3D70"/>
    <w:rsid w:val="00EE4805"/>
    <w:rsid w:val="00EE55E9"/>
    <w:rsid w:val="00EF11F5"/>
    <w:rsid w:val="00EF2F77"/>
    <w:rsid w:val="00EF3428"/>
    <w:rsid w:val="00EF3A5E"/>
    <w:rsid w:val="00EF712C"/>
    <w:rsid w:val="00EF76F4"/>
    <w:rsid w:val="00F000F2"/>
    <w:rsid w:val="00F01F10"/>
    <w:rsid w:val="00F104FB"/>
    <w:rsid w:val="00F11CE6"/>
    <w:rsid w:val="00F122D6"/>
    <w:rsid w:val="00F125B9"/>
    <w:rsid w:val="00F12AA9"/>
    <w:rsid w:val="00F13FC6"/>
    <w:rsid w:val="00F14F17"/>
    <w:rsid w:val="00F154F0"/>
    <w:rsid w:val="00F158EC"/>
    <w:rsid w:val="00F20E88"/>
    <w:rsid w:val="00F22C1E"/>
    <w:rsid w:val="00F23E72"/>
    <w:rsid w:val="00F24D69"/>
    <w:rsid w:val="00F257AE"/>
    <w:rsid w:val="00F2673A"/>
    <w:rsid w:val="00F358C1"/>
    <w:rsid w:val="00F365AE"/>
    <w:rsid w:val="00F37253"/>
    <w:rsid w:val="00F37553"/>
    <w:rsid w:val="00F4204C"/>
    <w:rsid w:val="00F44393"/>
    <w:rsid w:val="00F472E8"/>
    <w:rsid w:val="00F47CD4"/>
    <w:rsid w:val="00F47E62"/>
    <w:rsid w:val="00F518ED"/>
    <w:rsid w:val="00F53EE8"/>
    <w:rsid w:val="00F540A6"/>
    <w:rsid w:val="00F54556"/>
    <w:rsid w:val="00F54F18"/>
    <w:rsid w:val="00F55413"/>
    <w:rsid w:val="00F55A77"/>
    <w:rsid w:val="00F64366"/>
    <w:rsid w:val="00F647FC"/>
    <w:rsid w:val="00F65468"/>
    <w:rsid w:val="00F65C3A"/>
    <w:rsid w:val="00F6601A"/>
    <w:rsid w:val="00F66D88"/>
    <w:rsid w:val="00F70670"/>
    <w:rsid w:val="00F70C5A"/>
    <w:rsid w:val="00F726F4"/>
    <w:rsid w:val="00F7283E"/>
    <w:rsid w:val="00F73220"/>
    <w:rsid w:val="00F75D31"/>
    <w:rsid w:val="00F80A2C"/>
    <w:rsid w:val="00F84AC8"/>
    <w:rsid w:val="00F857B4"/>
    <w:rsid w:val="00F87839"/>
    <w:rsid w:val="00F9308F"/>
    <w:rsid w:val="00F940B6"/>
    <w:rsid w:val="00F94EF2"/>
    <w:rsid w:val="00F94FE9"/>
    <w:rsid w:val="00F95E30"/>
    <w:rsid w:val="00F9620B"/>
    <w:rsid w:val="00FA1A2D"/>
    <w:rsid w:val="00FA3756"/>
    <w:rsid w:val="00FA514F"/>
    <w:rsid w:val="00FA6AC8"/>
    <w:rsid w:val="00FA7C50"/>
    <w:rsid w:val="00FB0A2F"/>
    <w:rsid w:val="00FB164C"/>
    <w:rsid w:val="00FB5145"/>
    <w:rsid w:val="00FB6831"/>
    <w:rsid w:val="00FC0EBE"/>
    <w:rsid w:val="00FC28A6"/>
    <w:rsid w:val="00FC33F2"/>
    <w:rsid w:val="00FC38EA"/>
    <w:rsid w:val="00FC4FF7"/>
    <w:rsid w:val="00FC56AF"/>
    <w:rsid w:val="00FC6A79"/>
    <w:rsid w:val="00FC734D"/>
    <w:rsid w:val="00FC7F04"/>
    <w:rsid w:val="00FD2073"/>
    <w:rsid w:val="00FD20CD"/>
    <w:rsid w:val="00FD2F13"/>
    <w:rsid w:val="00FD49A4"/>
    <w:rsid w:val="00FD708C"/>
    <w:rsid w:val="00FE0766"/>
    <w:rsid w:val="00FE21A9"/>
    <w:rsid w:val="00FE56EC"/>
    <w:rsid w:val="00FF1358"/>
    <w:rsid w:val="00FF4656"/>
    <w:rsid w:val="00FF6073"/>
    <w:rsid w:val="00FF60E3"/>
    <w:rsid w:val="00FF6477"/>
    <w:rsid w:val="00FF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151FFD9"/>
  <w15:docId w15:val="{EEC86664-4E37-5140-9D13-BC85A7FBB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A73D4C"/>
    <w:rPr>
      <w:rFonts w:ascii="Times New Roman" w:eastAsia="Times New Roman" w:hAnsi="Times New Roman" w:cs="Times New Roman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A73D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73D4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Kopfzeile">
    <w:name w:val="header"/>
    <w:basedOn w:val="Standard"/>
    <w:link w:val="KopfzeileZchn1"/>
    <w:uiPriority w:val="99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KopfzeileZchn">
    <w:name w:val="Kopf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paragraph" w:styleId="Fuzeile">
    <w:name w:val="footer"/>
    <w:basedOn w:val="Standard"/>
    <w:link w:val="FuzeileZchn1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uzeileZchn">
    <w:name w:val="Fuß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semiHidden/>
    <w:rsid w:val="00A73D4C"/>
    <w:rPr>
      <w:rFonts w:cs="Times New Roman"/>
      <w:color w:val="0000FF"/>
      <w:u w:val="single"/>
    </w:rPr>
  </w:style>
  <w:style w:type="paragraph" w:customStyle="1" w:styleId="HTMLBody">
    <w:name w:val="HTML Body"/>
    <w:rsid w:val="00A73D4C"/>
    <w:pPr>
      <w:autoSpaceDE w:val="0"/>
      <w:autoSpaceDN w:val="0"/>
      <w:adjustRightInd w:val="0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KopfzeileZchn1">
    <w:name w:val="Kopfzeile Zchn1"/>
    <w:link w:val="Kopfzeile"/>
    <w:uiPriority w:val="99"/>
    <w:rsid w:val="00A73D4C"/>
    <w:rPr>
      <w:rFonts w:ascii="Times New Roman" w:eastAsia="Times New Roman" w:hAnsi="Times New Roman" w:cs="Times New Roman"/>
      <w:lang w:val="x-none" w:eastAsia="x-none"/>
    </w:rPr>
  </w:style>
  <w:style w:type="character" w:customStyle="1" w:styleId="FuzeileZchn1">
    <w:name w:val="Fußzeile Zchn1"/>
    <w:link w:val="Fuzeile"/>
    <w:rsid w:val="00A73D4C"/>
    <w:rPr>
      <w:rFonts w:ascii="Times New Roman" w:eastAsia="Times New Roman" w:hAnsi="Times New Roman" w:cs="Times New Roman"/>
      <w:lang w:val="x-none" w:eastAsia="x-none"/>
    </w:rPr>
  </w:style>
  <w:style w:type="paragraph" w:styleId="HTMLVorformatiert">
    <w:name w:val="HTML Preformatted"/>
    <w:basedOn w:val="Standard"/>
    <w:link w:val="HTMLVorformatiertZchn1"/>
    <w:uiPriority w:val="99"/>
    <w:unhideWhenUsed/>
    <w:rsid w:val="00A73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basedOn w:val="Absatz-Standardschriftart"/>
    <w:uiPriority w:val="99"/>
    <w:semiHidden/>
    <w:rsid w:val="00A73D4C"/>
    <w:rPr>
      <w:rFonts w:ascii="Courier" w:eastAsia="Times New Roman" w:hAnsi="Courier" w:cs="Times New Roman"/>
      <w:sz w:val="20"/>
      <w:szCs w:val="20"/>
      <w:lang w:val="en-US"/>
    </w:rPr>
  </w:style>
  <w:style w:type="character" w:customStyle="1" w:styleId="HTMLVorformatiertZchn1">
    <w:name w:val="HTML Vorformatiert Zchn1"/>
    <w:link w:val="HTMLVorformatiert"/>
    <w:uiPriority w:val="99"/>
    <w:rsid w:val="00A73D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7CB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7CB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berarbeitung">
    <w:name w:val="Revision"/>
    <w:hidden/>
    <w:uiPriority w:val="99"/>
    <w:semiHidden/>
    <w:rsid w:val="00E925AF"/>
    <w:rPr>
      <w:rFonts w:ascii="Times New Roman" w:eastAsia="Times New Roman" w:hAnsi="Times New Roman" w:cs="Times New Roman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2A1CB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921E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574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574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57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74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74C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Body">
    <w:name w:val="Body"/>
    <w:rsid w:val="00285A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Blocktext">
    <w:name w:val="Block Text"/>
    <w:basedOn w:val="Standard"/>
    <w:semiHidden/>
    <w:rsid w:val="006242D2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character" w:styleId="NichtaufgelsteErwhnung">
    <w:name w:val="Unresolved Mention"/>
    <w:basedOn w:val="Absatz-Standardschriftart"/>
    <w:uiPriority w:val="99"/>
    <w:rsid w:val="00C01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c/RiedelNet" TargetMode="External"/><Relationship Id="rId18" Type="http://schemas.openxmlformats.org/officeDocument/2006/relationships/image" Target="media/image6.png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mailto:press@riedel.net" TargetMode="External"/><Relationship Id="rId7" Type="http://schemas.openxmlformats.org/officeDocument/2006/relationships/hyperlink" Target="https://www.facebook.com/RiedelCommunicationsInternational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://instagram.com/riedelcommunications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company/549773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de.pinterest.com/RIEDELnet/" TargetMode="External"/><Relationship Id="rId23" Type="http://schemas.openxmlformats.org/officeDocument/2006/relationships/hyperlink" Target="http://www.riedel.net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http://de.slideshare.net/RIEDELCommun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itter.com/RIEDELnet" TargetMode="External"/><Relationship Id="rId14" Type="http://schemas.openxmlformats.org/officeDocument/2006/relationships/image" Target="media/image4.png"/><Relationship Id="rId22" Type="http://schemas.openxmlformats.org/officeDocument/2006/relationships/hyperlink" Target="https://www.wallstcom.com/Riedel/Riedel-De_Munt_Theatre.zip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uelhoff/Library/Group%20Containers/UBF8T346G9.Office/User%20Content.localized/Templates.localized/Template%20PR%20DE%202020-1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PR DE 2020-1.dotx</Template>
  <TotalTime>0</TotalTime>
  <Pages>3</Pages>
  <Words>648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Riedel Communications</Company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 Bülhoff (Riedel)</dc:creator>
  <cp:lastModifiedBy>Julian Bülhoff (Riedel)</cp:lastModifiedBy>
  <cp:revision>13</cp:revision>
  <cp:lastPrinted>2020-02-06T14:48:00Z</cp:lastPrinted>
  <dcterms:created xsi:type="dcterms:W3CDTF">2020-01-31T10:03:00Z</dcterms:created>
  <dcterms:modified xsi:type="dcterms:W3CDTF">2020-02-10T10:07:00Z</dcterms:modified>
</cp:coreProperties>
</file>